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424" w:rsidRDefault="00B31F60" w:rsidP="00B31F60">
      <w:pPr>
        <w:tabs>
          <w:tab w:val="left" w:pos="3546"/>
          <w:tab w:val="center" w:pos="5400"/>
        </w:tabs>
        <w:spacing w:after="0" w:line="240" w:lineRule="auto"/>
        <w:rPr>
          <w:b/>
        </w:rPr>
      </w:pPr>
      <w:r>
        <w:rPr>
          <w:b/>
        </w:rPr>
        <w:tab/>
      </w:r>
      <w:r>
        <w:rPr>
          <w:b/>
        </w:rPr>
        <w:tab/>
      </w:r>
      <w:r w:rsidR="00B37424" w:rsidRPr="00B37424">
        <w:rPr>
          <w:b/>
        </w:rPr>
        <w:t>Electronic Funds Transfer Agreement</w:t>
      </w:r>
    </w:p>
    <w:p w:rsidR="003134EE" w:rsidRPr="00CF7BE0" w:rsidRDefault="003134EE" w:rsidP="00B37424">
      <w:pPr>
        <w:ind w:hanging="630"/>
        <w:jc w:val="center"/>
        <w:rPr>
          <w:b/>
          <w:color w:val="FF0000"/>
        </w:rPr>
      </w:pPr>
      <w:r w:rsidRPr="00CF7BE0">
        <w:rPr>
          <w:b/>
          <w:color w:val="FF0000"/>
        </w:rPr>
        <w:t>ATTACH SIGNED COPY TO COMPLETE</w:t>
      </w:r>
      <w:r w:rsidR="00FD3B7E">
        <w:rPr>
          <w:b/>
          <w:color w:val="FF0000"/>
        </w:rPr>
        <w:t>D</w:t>
      </w:r>
      <w:r w:rsidRPr="00CF7BE0">
        <w:rPr>
          <w:b/>
          <w:color w:val="FF0000"/>
        </w:rPr>
        <w:t xml:space="preserve"> </w:t>
      </w:r>
      <w:r w:rsidR="00FD3B7E">
        <w:rPr>
          <w:b/>
          <w:color w:val="FF0000"/>
        </w:rPr>
        <w:t xml:space="preserve">SUPPLIER </w:t>
      </w:r>
      <w:r w:rsidRPr="00CF7BE0">
        <w:rPr>
          <w:b/>
          <w:color w:val="FF0000"/>
        </w:rPr>
        <w:t>APPLICATION</w:t>
      </w:r>
    </w:p>
    <w:p w:rsidR="00B37424" w:rsidRPr="00F9755D" w:rsidRDefault="00B37424" w:rsidP="00B37424">
      <w:pPr>
        <w:ind w:left="-360"/>
        <w:rPr>
          <w:sz w:val="20"/>
          <w:szCs w:val="20"/>
        </w:rPr>
      </w:pPr>
      <w:r w:rsidRPr="00F9755D">
        <w:rPr>
          <w:sz w:val="20"/>
          <w:szCs w:val="20"/>
        </w:rPr>
        <w:t>The undersigned (“Payee”) authorizes AM/NS Calvert LLC ("Calvert") to make payment for goods and services covered by any purchase order or agreement, now or hereinafter in effect, through electronic fund transfer.</w:t>
      </w:r>
    </w:p>
    <w:p w:rsidR="00B37424" w:rsidRPr="00F9755D" w:rsidRDefault="00B37424" w:rsidP="00B37424">
      <w:pPr>
        <w:ind w:left="-360"/>
        <w:rPr>
          <w:sz w:val="20"/>
          <w:szCs w:val="20"/>
        </w:rPr>
      </w:pPr>
      <w:r w:rsidRPr="00F9755D">
        <w:rPr>
          <w:sz w:val="20"/>
          <w:szCs w:val="20"/>
        </w:rPr>
        <w:t>In connection with electronic fund transfers, the Payee agrees as follows:</w:t>
      </w:r>
    </w:p>
    <w:p w:rsidR="00B37424" w:rsidRPr="00F9755D" w:rsidRDefault="00B37424" w:rsidP="00B37424">
      <w:pPr>
        <w:pStyle w:val="ListParagraph"/>
        <w:numPr>
          <w:ilvl w:val="0"/>
          <w:numId w:val="3"/>
        </w:numPr>
        <w:rPr>
          <w:sz w:val="20"/>
          <w:szCs w:val="20"/>
        </w:rPr>
      </w:pPr>
      <w:r w:rsidRPr="00F9755D">
        <w:rPr>
          <w:sz w:val="20"/>
          <w:szCs w:val="20"/>
        </w:rPr>
        <w:t>Payee will use reasonable efforts to verify and ensure that the Depository Institution selected by Payee is able to receive electronic fund transfers from Calvert's originating bank directly, or from a correspondent bank or through an automated clearing house or any other electronic payment network designated or approved by Calvert from time to time.</w:t>
      </w:r>
    </w:p>
    <w:p w:rsidR="00B37424" w:rsidRPr="00F9755D" w:rsidRDefault="00B37424" w:rsidP="00B37424">
      <w:pPr>
        <w:pStyle w:val="ListParagraph"/>
        <w:numPr>
          <w:ilvl w:val="0"/>
          <w:numId w:val="3"/>
        </w:numPr>
        <w:rPr>
          <w:sz w:val="20"/>
          <w:szCs w:val="20"/>
        </w:rPr>
      </w:pPr>
      <w:r w:rsidRPr="00F9755D">
        <w:rPr>
          <w:sz w:val="20"/>
          <w:szCs w:val="20"/>
        </w:rPr>
        <w:t>Payee may, at least 30 days prior to the effective date of the next electronic fund payment by Calvert, change any portion of the information provided in this document by submitting to Calvert an amended payment authorization in a form acceptable to Calvert.  The Payee is responsible for any loss which may arise by reason of any error, mistake, or fraud regarding the information provided to Calvert, included but not limited to return fees charged by Calvert's or the Payee's bank for any returned payments, or the Payee's failure to follow the procedure set forth in this document.</w:t>
      </w:r>
    </w:p>
    <w:p w:rsidR="00B37424" w:rsidRPr="00F9755D" w:rsidRDefault="00B37424" w:rsidP="00B37424">
      <w:pPr>
        <w:pStyle w:val="ListParagraph"/>
        <w:numPr>
          <w:ilvl w:val="0"/>
          <w:numId w:val="3"/>
        </w:numPr>
        <w:rPr>
          <w:sz w:val="20"/>
          <w:szCs w:val="20"/>
        </w:rPr>
      </w:pPr>
      <w:r w:rsidRPr="00F9755D">
        <w:rPr>
          <w:sz w:val="20"/>
          <w:szCs w:val="20"/>
        </w:rPr>
        <w:t>The payment terms specified in the applicable purchase order or agreement are modified by adding four calendar days to the time period for payment.  For example, for payment terms of "net 60 days", the electronic funds transfer will occur on the 64th day.  If the payment date is a non-banking day, the electronic funds transfer will occur the following day on which both Calvert's originating bank and the Payee's Depository Institution are available to transmit and receive electronic funds transfers.</w:t>
      </w:r>
    </w:p>
    <w:p w:rsidR="00B37424" w:rsidRPr="00F9755D" w:rsidRDefault="00B37424" w:rsidP="00B37424">
      <w:pPr>
        <w:pStyle w:val="ListParagraph"/>
        <w:numPr>
          <w:ilvl w:val="0"/>
          <w:numId w:val="3"/>
        </w:numPr>
        <w:rPr>
          <w:sz w:val="20"/>
          <w:szCs w:val="20"/>
        </w:rPr>
      </w:pPr>
      <w:r w:rsidRPr="00F9755D">
        <w:rPr>
          <w:sz w:val="20"/>
          <w:szCs w:val="20"/>
        </w:rPr>
        <w:t>Electronic fund transfers will be deemed to have been made when the Payee’s Depository Institution receives or has control of the payment.  Any loss of payment following the point at which the Payee's Depository Institution receives or has control of the payment will be borne by the Payee.</w:t>
      </w:r>
    </w:p>
    <w:p w:rsidR="00B37424" w:rsidRPr="00F9755D" w:rsidRDefault="00B37424" w:rsidP="00B37424">
      <w:pPr>
        <w:pStyle w:val="ListParagraph"/>
        <w:numPr>
          <w:ilvl w:val="0"/>
          <w:numId w:val="3"/>
        </w:numPr>
        <w:rPr>
          <w:sz w:val="20"/>
          <w:szCs w:val="20"/>
        </w:rPr>
      </w:pPr>
      <w:r w:rsidRPr="00F9755D">
        <w:rPr>
          <w:sz w:val="20"/>
          <w:szCs w:val="20"/>
        </w:rPr>
        <w:t>In the event of duplicate payment, overpayment, fraudulent payment or payment made in error, Payee will promptly cause the return of funds to Calvert at its designated originating bank.</w:t>
      </w:r>
    </w:p>
    <w:p w:rsidR="00B37424" w:rsidRPr="00F9755D" w:rsidRDefault="00B37424" w:rsidP="00B37424">
      <w:pPr>
        <w:pStyle w:val="ListParagraph"/>
        <w:numPr>
          <w:ilvl w:val="0"/>
          <w:numId w:val="3"/>
        </w:numPr>
        <w:rPr>
          <w:sz w:val="20"/>
          <w:szCs w:val="20"/>
        </w:rPr>
      </w:pPr>
      <w:r w:rsidRPr="00F9755D">
        <w:rPr>
          <w:sz w:val="20"/>
          <w:szCs w:val="20"/>
        </w:rPr>
        <w:t>In the event that payment has not been received by Payee, Payee shall notify Calvert immediately in writing and Calvert will have a reasonable period in which to make the payment, and until the expiration of that period, Payee agrees that it will not have or pursue any rights or remedies against Calvert for any failure to make payment including, without limitation, actual, incidental, or consequential damages.</w:t>
      </w:r>
    </w:p>
    <w:tbl>
      <w:tblPr>
        <w:tblStyle w:val="TableGrid"/>
        <w:tblW w:w="10098" w:type="dxa"/>
        <w:tblLook w:val="04A0" w:firstRow="1" w:lastRow="0" w:firstColumn="1" w:lastColumn="0" w:noHBand="0" w:noVBand="1"/>
      </w:tblPr>
      <w:tblGrid>
        <w:gridCol w:w="1728"/>
        <w:gridCol w:w="3600"/>
        <w:gridCol w:w="1710"/>
        <w:gridCol w:w="3060"/>
      </w:tblGrid>
      <w:tr w:rsidR="00B37424" w:rsidTr="00F9755D">
        <w:tc>
          <w:tcPr>
            <w:tcW w:w="1728" w:type="dxa"/>
          </w:tcPr>
          <w:p w:rsidR="00B37424" w:rsidRPr="00F9755D" w:rsidRDefault="00B37424" w:rsidP="00B37424">
            <w:pPr>
              <w:rPr>
                <w:sz w:val="20"/>
                <w:szCs w:val="20"/>
              </w:rPr>
            </w:pPr>
            <w:r w:rsidRPr="00F9755D">
              <w:rPr>
                <w:sz w:val="20"/>
                <w:szCs w:val="20"/>
              </w:rPr>
              <w:t>Company Name:</w:t>
            </w:r>
          </w:p>
        </w:tc>
        <w:sdt>
          <w:sdtPr>
            <w:rPr>
              <w:sz w:val="20"/>
              <w:szCs w:val="20"/>
            </w:rPr>
            <w:id w:val="1150089792"/>
            <w:placeholder>
              <w:docPart w:val="A743DB1CA64840E4BD5BB7C094998335"/>
            </w:placeholder>
            <w:showingPlcHdr/>
            <w:text/>
          </w:sdtPr>
          <w:sdtEndPr/>
          <w:sdtContent>
            <w:tc>
              <w:tcPr>
                <w:tcW w:w="3600" w:type="dxa"/>
              </w:tcPr>
              <w:p w:rsidR="00B37424"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company name</w:t>
                </w:r>
              </w:p>
            </w:tc>
          </w:sdtContent>
        </w:sdt>
        <w:tc>
          <w:tcPr>
            <w:tcW w:w="1710" w:type="dxa"/>
          </w:tcPr>
          <w:p w:rsidR="00B37424" w:rsidRPr="00F9755D" w:rsidRDefault="00B37424" w:rsidP="00F9755D">
            <w:pPr>
              <w:rPr>
                <w:sz w:val="20"/>
                <w:szCs w:val="20"/>
              </w:rPr>
            </w:pPr>
            <w:r w:rsidRPr="00F9755D">
              <w:rPr>
                <w:sz w:val="20"/>
                <w:szCs w:val="20"/>
              </w:rPr>
              <w:t>Contact Name:</w:t>
            </w:r>
          </w:p>
        </w:tc>
        <w:sdt>
          <w:sdtPr>
            <w:rPr>
              <w:sz w:val="20"/>
              <w:szCs w:val="20"/>
            </w:rPr>
            <w:id w:val="-689529446"/>
            <w:placeholder>
              <w:docPart w:val="7FB4D61663304DBD9EA41C405499C857"/>
            </w:placeholder>
            <w:showingPlcHdr/>
            <w:text/>
          </w:sdtPr>
          <w:sdtEndPr/>
          <w:sdtContent>
            <w:tc>
              <w:tcPr>
                <w:tcW w:w="3060" w:type="dxa"/>
              </w:tcPr>
              <w:p w:rsidR="00B37424" w:rsidRPr="00F9755D" w:rsidRDefault="001E1E39" w:rsidP="001E1E39">
                <w:pPr>
                  <w:rPr>
                    <w:sz w:val="20"/>
                    <w:szCs w:val="20"/>
                  </w:rPr>
                </w:pPr>
                <w:r w:rsidRPr="001E1E39">
                  <w:rPr>
                    <w:rStyle w:val="PlaceholderText"/>
                    <w:sz w:val="18"/>
                    <w:szCs w:val="18"/>
                  </w:rPr>
                  <w:t>Enter contact name</w:t>
                </w:r>
              </w:p>
            </w:tc>
          </w:sdtContent>
        </w:sdt>
      </w:tr>
      <w:tr w:rsidR="001E1E39" w:rsidTr="00F9755D">
        <w:tc>
          <w:tcPr>
            <w:tcW w:w="1728" w:type="dxa"/>
            <w:vMerge w:val="restart"/>
          </w:tcPr>
          <w:p w:rsidR="001E1E39" w:rsidRPr="00F9755D" w:rsidRDefault="001E1E39" w:rsidP="00B37424">
            <w:pPr>
              <w:rPr>
                <w:sz w:val="20"/>
                <w:szCs w:val="20"/>
              </w:rPr>
            </w:pPr>
            <w:r w:rsidRPr="00F9755D">
              <w:rPr>
                <w:sz w:val="20"/>
                <w:szCs w:val="20"/>
              </w:rPr>
              <w:t>Remit Address:</w:t>
            </w:r>
          </w:p>
        </w:tc>
        <w:sdt>
          <w:sdtPr>
            <w:rPr>
              <w:sz w:val="20"/>
              <w:szCs w:val="20"/>
            </w:rPr>
            <w:id w:val="1793095908"/>
            <w:placeholder>
              <w:docPart w:val="AA5066D4EAA34FAA856FF875577BCD08"/>
            </w:placeholder>
            <w:showingPlcHdr/>
            <w:text/>
          </w:sdtPr>
          <w:sdtEndPr/>
          <w:sdtContent>
            <w:tc>
              <w:tcPr>
                <w:tcW w:w="3600" w:type="dxa"/>
                <w:vMerge w:val="restart"/>
              </w:tcPr>
              <w:p w:rsidR="001E1E39" w:rsidRPr="00F9755D" w:rsidRDefault="001E1E39" w:rsidP="001E1E39">
                <w:pPr>
                  <w:rPr>
                    <w:sz w:val="20"/>
                    <w:szCs w:val="20"/>
                  </w:rPr>
                </w:pPr>
                <w:r w:rsidRPr="001E1E39">
                  <w:rPr>
                    <w:rStyle w:val="PlaceholderText"/>
                    <w:sz w:val="18"/>
                    <w:szCs w:val="18"/>
                  </w:rPr>
                  <w:t>Enter remit to address</w:t>
                </w:r>
              </w:p>
            </w:tc>
          </w:sdtContent>
        </w:sdt>
        <w:tc>
          <w:tcPr>
            <w:tcW w:w="1710" w:type="dxa"/>
          </w:tcPr>
          <w:p w:rsidR="001E1E39" w:rsidRPr="00F9755D" w:rsidRDefault="001E1E39" w:rsidP="00F9755D">
            <w:pPr>
              <w:ind w:hanging="18"/>
              <w:rPr>
                <w:sz w:val="20"/>
                <w:szCs w:val="20"/>
              </w:rPr>
            </w:pPr>
            <w:r w:rsidRPr="00F9755D">
              <w:rPr>
                <w:sz w:val="20"/>
                <w:szCs w:val="20"/>
              </w:rPr>
              <w:t>Phone Number:</w:t>
            </w:r>
          </w:p>
        </w:tc>
        <w:sdt>
          <w:sdtPr>
            <w:rPr>
              <w:sz w:val="20"/>
              <w:szCs w:val="20"/>
            </w:rPr>
            <w:id w:val="1924756766"/>
            <w:placeholder>
              <w:docPart w:val="BA177A60C409433BA0D822976CDD65B1"/>
            </w:placeholder>
            <w:showingPlcHdr/>
            <w:text/>
          </w:sdtPr>
          <w:sdtEndPr/>
          <w:sdtContent>
            <w:tc>
              <w:tcPr>
                <w:tcW w:w="3060" w:type="dxa"/>
              </w:tcPr>
              <w:p w:rsidR="001E1E39" w:rsidRPr="00F9755D" w:rsidRDefault="001E1E39" w:rsidP="001E1E39">
                <w:pPr>
                  <w:rPr>
                    <w:sz w:val="20"/>
                    <w:szCs w:val="20"/>
                  </w:rPr>
                </w:pPr>
                <w:r w:rsidRPr="001E1E39">
                  <w:rPr>
                    <w:rStyle w:val="PlaceholderText"/>
                    <w:sz w:val="18"/>
                    <w:szCs w:val="18"/>
                  </w:rPr>
                  <w:t>Enter phone no.</w:t>
                </w:r>
              </w:p>
            </w:tc>
          </w:sdtContent>
        </w:sdt>
      </w:tr>
      <w:tr w:rsidR="001E1E39" w:rsidTr="00F9755D">
        <w:tc>
          <w:tcPr>
            <w:tcW w:w="1728" w:type="dxa"/>
            <w:vMerge/>
          </w:tcPr>
          <w:p w:rsidR="001E1E39" w:rsidRPr="00F9755D" w:rsidRDefault="001E1E39" w:rsidP="00B37424">
            <w:pPr>
              <w:rPr>
                <w:sz w:val="20"/>
                <w:szCs w:val="20"/>
              </w:rPr>
            </w:pPr>
          </w:p>
        </w:tc>
        <w:tc>
          <w:tcPr>
            <w:tcW w:w="3600" w:type="dxa"/>
            <w:vMerge/>
          </w:tcPr>
          <w:p w:rsidR="001E1E39" w:rsidRPr="00F9755D" w:rsidRDefault="001E1E39" w:rsidP="00B37424">
            <w:pPr>
              <w:rPr>
                <w:sz w:val="20"/>
                <w:szCs w:val="20"/>
              </w:rPr>
            </w:pPr>
          </w:p>
        </w:tc>
        <w:tc>
          <w:tcPr>
            <w:tcW w:w="1710" w:type="dxa"/>
          </w:tcPr>
          <w:p w:rsidR="001E1E39" w:rsidRPr="00F9755D" w:rsidRDefault="001E1E39" w:rsidP="00B37424">
            <w:pPr>
              <w:rPr>
                <w:sz w:val="20"/>
                <w:szCs w:val="20"/>
              </w:rPr>
            </w:pPr>
            <w:r w:rsidRPr="00F9755D">
              <w:rPr>
                <w:sz w:val="20"/>
                <w:szCs w:val="20"/>
              </w:rPr>
              <w:t>E-Mail Address:</w:t>
            </w:r>
          </w:p>
        </w:tc>
        <w:sdt>
          <w:sdtPr>
            <w:rPr>
              <w:sz w:val="20"/>
              <w:szCs w:val="20"/>
            </w:rPr>
            <w:id w:val="-1248035822"/>
            <w:showingPlcHdr/>
            <w:text/>
          </w:sdtPr>
          <w:sdtEndPr/>
          <w:sdtContent>
            <w:tc>
              <w:tcPr>
                <w:tcW w:w="3060" w:type="dxa"/>
              </w:tcPr>
              <w:p w:rsidR="001E1E39" w:rsidRPr="00F9755D" w:rsidRDefault="001E1E39" w:rsidP="001E1E39">
                <w:pPr>
                  <w:rPr>
                    <w:sz w:val="20"/>
                    <w:szCs w:val="20"/>
                  </w:rPr>
                </w:pPr>
                <w:r w:rsidRPr="001E1E39">
                  <w:rPr>
                    <w:rStyle w:val="PlaceholderText"/>
                    <w:sz w:val="18"/>
                    <w:szCs w:val="18"/>
                  </w:rPr>
                  <w:t>Enter email address of person signing this form</w:t>
                </w:r>
              </w:p>
            </w:tc>
          </w:sdtContent>
        </w:sdt>
      </w:tr>
      <w:tr w:rsidR="00736016" w:rsidTr="00561D41">
        <w:tc>
          <w:tcPr>
            <w:tcW w:w="1728" w:type="dxa"/>
          </w:tcPr>
          <w:p w:rsidR="00736016" w:rsidRPr="00F9755D" w:rsidRDefault="00736016" w:rsidP="00B37424">
            <w:pPr>
              <w:rPr>
                <w:sz w:val="20"/>
                <w:szCs w:val="20"/>
              </w:rPr>
            </w:pPr>
            <w:r w:rsidRPr="00F9755D">
              <w:rPr>
                <w:sz w:val="20"/>
                <w:szCs w:val="20"/>
              </w:rPr>
              <w:t>E-mail Address</w:t>
            </w:r>
            <w:r>
              <w:rPr>
                <w:sz w:val="20"/>
                <w:szCs w:val="20"/>
              </w:rPr>
              <w:t>*</w:t>
            </w:r>
            <w:r w:rsidRPr="00F9755D">
              <w:rPr>
                <w:sz w:val="20"/>
                <w:szCs w:val="20"/>
              </w:rPr>
              <w:t>:</w:t>
            </w:r>
          </w:p>
        </w:tc>
        <w:sdt>
          <w:sdtPr>
            <w:rPr>
              <w:sz w:val="20"/>
              <w:szCs w:val="20"/>
            </w:rPr>
            <w:id w:val="537780030"/>
            <w:showingPlcHdr/>
            <w:text/>
          </w:sdtPr>
          <w:sdtEndPr/>
          <w:sdtContent>
            <w:tc>
              <w:tcPr>
                <w:tcW w:w="8370" w:type="dxa"/>
                <w:gridSpan w:val="3"/>
              </w:tcPr>
              <w:p w:rsidR="00736016"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email address for remittance advices</w:t>
                </w:r>
              </w:p>
            </w:tc>
          </w:sdtContent>
        </w:sdt>
      </w:tr>
      <w:tr w:rsidR="00736016" w:rsidTr="00561D41">
        <w:tc>
          <w:tcPr>
            <w:tcW w:w="10098" w:type="dxa"/>
            <w:gridSpan w:val="4"/>
            <w:tcBorders>
              <w:bottom w:val="single" w:sz="4" w:space="0" w:color="auto"/>
            </w:tcBorders>
          </w:tcPr>
          <w:p w:rsidR="00736016" w:rsidRDefault="00736016" w:rsidP="00B37424">
            <w:r>
              <w:rPr>
                <w:sz w:val="14"/>
                <w:szCs w:val="14"/>
              </w:rPr>
              <w:t>*</w:t>
            </w:r>
            <w:r w:rsidRPr="00F9755D">
              <w:rPr>
                <w:sz w:val="14"/>
                <w:szCs w:val="14"/>
              </w:rPr>
              <w:t>(For receipt of remittance information; this will be the only remittance information Payee will receive)</w:t>
            </w:r>
          </w:p>
        </w:tc>
      </w:tr>
      <w:tr w:rsidR="00B37424" w:rsidTr="00736016">
        <w:tc>
          <w:tcPr>
            <w:tcW w:w="1728" w:type="dxa"/>
            <w:tcBorders>
              <w:left w:val="nil"/>
              <w:bottom w:val="nil"/>
              <w:right w:val="nil"/>
            </w:tcBorders>
          </w:tcPr>
          <w:p w:rsidR="00B37424" w:rsidRPr="00F9755D" w:rsidRDefault="00B37424" w:rsidP="00B37424">
            <w:pPr>
              <w:rPr>
                <w:sz w:val="20"/>
                <w:szCs w:val="20"/>
              </w:rPr>
            </w:pPr>
          </w:p>
        </w:tc>
        <w:tc>
          <w:tcPr>
            <w:tcW w:w="3600" w:type="dxa"/>
            <w:tcBorders>
              <w:left w:val="nil"/>
              <w:bottom w:val="nil"/>
              <w:right w:val="nil"/>
            </w:tcBorders>
          </w:tcPr>
          <w:p w:rsidR="00B37424" w:rsidRPr="00F9755D" w:rsidRDefault="00B37424" w:rsidP="00B37424">
            <w:pPr>
              <w:rPr>
                <w:sz w:val="20"/>
                <w:szCs w:val="20"/>
              </w:rPr>
            </w:pPr>
          </w:p>
        </w:tc>
        <w:tc>
          <w:tcPr>
            <w:tcW w:w="1710" w:type="dxa"/>
            <w:tcBorders>
              <w:left w:val="nil"/>
              <w:bottom w:val="nil"/>
              <w:right w:val="nil"/>
            </w:tcBorders>
          </w:tcPr>
          <w:p w:rsidR="00B37424" w:rsidRPr="00F9755D" w:rsidRDefault="00B37424" w:rsidP="00B37424">
            <w:pPr>
              <w:rPr>
                <w:sz w:val="20"/>
                <w:szCs w:val="20"/>
              </w:rPr>
            </w:pPr>
          </w:p>
        </w:tc>
        <w:tc>
          <w:tcPr>
            <w:tcW w:w="3060" w:type="dxa"/>
            <w:tcBorders>
              <w:left w:val="nil"/>
              <w:bottom w:val="nil"/>
              <w:right w:val="nil"/>
            </w:tcBorders>
          </w:tcPr>
          <w:p w:rsidR="00B37424" w:rsidRPr="00F9755D" w:rsidRDefault="00B37424" w:rsidP="00B37424">
            <w:pPr>
              <w:rPr>
                <w:sz w:val="20"/>
                <w:szCs w:val="20"/>
              </w:rPr>
            </w:pPr>
          </w:p>
        </w:tc>
      </w:tr>
    </w:tbl>
    <w:p w:rsidR="00F9755D" w:rsidRPr="00F9755D" w:rsidRDefault="000E1CF5" w:rsidP="00B37424">
      <w:pPr>
        <w:rPr>
          <w:b/>
        </w:rPr>
      </w:pPr>
      <w:r>
        <w:rPr>
          <w:b/>
        </w:rPr>
        <w:t>Beneficiary Bank</w:t>
      </w:r>
      <w:r w:rsidR="00F9755D" w:rsidRPr="00F9755D">
        <w:rPr>
          <w:b/>
        </w:rPr>
        <w:t xml:space="preserve"> Information</w:t>
      </w:r>
    </w:p>
    <w:tbl>
      <w:tblPr>
        <w:tblStyle w:val="TableGrid"/>
        <w:tblW w:w="10098" w:type="dxa"/>
        <w:tblLook w:val="04A0" w:firstRow="1" w:lastRow="0" w:firstColumn="1" w:lastColumn="0" w:noHBand="0" w:noVBand="1"/>
      </w:tblPr>
      <w:tblGrid>
        <w:gridCol w:w="1548"/>
        <w:gridCol w:w="3339"/>
        <w:gridCol w:w="1530"/>
        <w:gridCol w:w="3681"/>
      </w:tblGrid>
      <w:tr w:rsidR="00F9755D" w:rsidTr="00F9755D">
        <w:tc>
          <w:tcPr>
            <w:tcW w:w="1548" w:type="dxa"/>
          </w:tcPr>
          <w:p w:rsidR="00F9755D" w:rsidRPr="00F9755D" w:rsidRDefault="00F9755D" w:rsidP="00B37424">
            <w:pPr>
              <w:rPr>
                <w:sz w:val="20"/>
                <w:szCs w:val="20"/>
              </w:rPr>
            </w:pPr>
            <w:r w:rsidRPr="00F9755D">
              <w:rPr>
                <w:sz w:val="20"/>
                <w:szCs w:val="20"/>
              </w:rPr>
              <w:t>Account Name:</w:t>
            </w:r>
          </w:p>
        </w:tc>
        <w:sdt>
          <w:sdtPr>
            <w:rPr>
              <w:sz w:val="20"/>
              <w:szCs w:val="20"/>
            </w:rPr>
            <w:id w:val="-1524171134"/>
            <w:showingPlcHdr/>
            <w:text/>
          </w:sdtPr>
          <w:sdtEndPr/>
          <w:sdtContent>
            <w:tc>
              <w:tcPr>
                <w:tcW w:w="3339" w:type="dxa"/>
              </w:tcPr>
              <w:p w:rsidR="00F9755D"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account name</w:t>
                </w:r>
              </w:p>
            </w:tc>
          </w:sdtContent>
        </w:sdt>
        <w:tc>
          <w:tcPr>
            <w:tcW w:w="1530" w:type="dxa"/>
          </w:tcPr>
          <w:p w:rsidR="00F9755D" w:rsidRPr="00F9755D" w:rsidRDefault="00F9755D" w:rsidP="00B37424">
            <w:pPr>
              <w:rPr>
                <w:sz w:val="20"/>
                <w:szCs w:val="20"/>
              </w:rPr>
            </w:pPr>
            <w:r w:rsidRPr="00F9755D">
              <w:rPr>
                <w:sz w:val="20"/>
                <w:szCs w:val="20"/>
              </w:rPr>
              <w:t>Bank Name:</w:t>
            </w:r>
          </w:p>
        </w:tc>
        <w:sdt>
          <w:sdtPr>
            <w:rPr>
              <w:sz w:val="20"/>
              <w:szCs w:val="20"/>
            </w:rPr>
            <w:id w:val="525537135"/>
            <w:showingPlcHdr/>
            <w:text/>
          </w:sdtPr>
          <w:sdtEndPr/>
          <w:sdtContent>
            <w:tc>
              <w:tcPr>
                <w:tcW w:w="3681" w:type="dxa"/>
              </w:tcPr>
              <w:p w:rsidR="00F9755D"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bank name</w:t>
                </w:r>
              </w:p>
            </w:tc>
          </w:sdtContent>
        </w:sdt>
      </w:tr>
      <w:tr w:rsidR="00F9755D" w:rsidTr="00F9755D">
        <w:tc>
          <w:tcPr>
            <w:tcW w:w="1548" w:type="dxa"/>
          </w:tcPr>
          <w:p w:rsidR="00F9755D" w:rsidRPr="00F9755D" w:rsidRDefault="00F9755D" w:rsidP="00B37424">
            <w:pPr>
              <w:rPr>
                <w:sz w:val="20"/>
                <w:szCs w:val="20"/>
              </w:rPr>
            </w:pPr>
            <w:r w:rsidRPr="00F9755D">
              <w:rPr>
                <w:sz w:val="20"/>
                <w:szCs w:val="20"/>
              </w:rPr>
              <w:t>Account Number:</w:t>
            </w:r>
          </w:p>
        </w:tc>
        <w:sdt>
          <w:sdtPr>
            <w:rPr>
              <w:sz w:val="20"/>
              <w:szCs w:val="20"/>
            </w:rPr>
            <w:id w:val="1453357928"/>
            <w:showingPlcHdr/>
            <w:text/>
          </w:sdtPr>
          <w:sdtEndPr/>
          <w:sdtContent>
            <w:tc>
              <w:tcPr>
                <w:tcW w:w="3339" w:type="dxa"/>
              </w:tcPr>
              <w:p w:rsidR="00F9755D"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account no.</w:t>
                </w:r>
              </w:p>
            </w:tc>
          </w:sdtContent>
        </w:sdt>
        <w:tc>
          <w:tcPr>
            <w:tcW w:w="1530" w:type="dxa"/>
          </w:tcPr>
          <w:p w:rsidR="00F9755D" w:rsidRPr="00F9755D" w:rsidRDefault="00F9755D" w:rsidP="00B37424">
            <w:pPr>
              <w:rPr>
                <w:sz w:val="20"/>
                <w:szCs w:val="20"/>
              </w:rPr>
            </w:pPr>
            <w:r w:rsidRPr="00F9755D">
              <w:rPr>
                <w:sz w:val="20"/>
                <w:szCs w:val="20"/>
              </w:rPr>
              <w:t>Bank Address:</w:t>
            </w:r>
          </w:p>
        </w:tc>
        <w:sdt>
          <w:sdtPr>
            <w:rPr>
              <w:sz w:val="20"/>
              <w:szCs w:val="20"/>
            </w:rPr>
            <w:id w:val="-1619291939"/>
            <w:showingPlcHdr/>
            <w:text/>
          </w:sdtPr>
          <w:sdtEndPr/>
          <w:sdtContent>
            <w:tc>
              <w:tcPr>
                <w:tcW w:w="3681" w:type="dxa"/>
              </w:tcPr>
              <w:p w:rsidR="00F9755D" w:rsidRPr="00F9755D" w:rsidRDefault="001E1E39" w:rsidP="001E1E39">
                <w:pPr>
                  <w:rPr>
                    <w:sz w:val="20"/>
                    <w:szCs w:val="20"/>
                  </w:rPr>
                </w:pPr>
                <w:r w:rsidRPr="001E1E39">
                  <w:rPr>
                    <w:rStyle w:val="PlaceholderText"/>
                    <w:sz w:val="18"/>
                    <w:szCs w:val="18"/>
                  </w:rPr>
                  <w:t>Enter bank address</w:t>
                </w:r>
              </w:p>
            </w:tc>
          </w:sdtContent>
        </w:sdt>
      </w:tr>
      <w:tr w:rsidR="00F9755D" w:rsidTr="00F9755D">
        <w:tc>
          <w:tcPr>
            <w:tcW w:w="1548" w:type="dxa"/>
          </w:tcPr>
          <w:p w:rsidR="00F9755D" w:rsidRPr="00F9755D" w:rsidRDefault="00F9755D" w:rsidP="00B37424">
            <w:pPr>
              <w:rPr>
                <w:sz w:val="20"/>
                <w:szCs w:val="20"/>
              </w:rPr>
            </w:pPr>
            <w:r w:rsidRPr="00F9755D">
              <w:rPr>
                <w:sz w:val="20"/>
                <w:szCs w:val="20"/>
              </w:rPr>
              <w:t>ABA/Routing No:</w:t>
            </w:r>
          </w:p>
        </w:tc>
        <w:sdt>
          <w:sdtPr>
            <w:rPr>
              <w:sz w:val="20"/>
              <w:szCs w:val="20"/>
            </w:rPr>
            <w:id w:val="-1036664652"/>
            <w:showingPlcHdr/>
            <w:text/>
          </w:sdtPr>
          <w:sdtEndPr/>
          <w:sdtContent>
            <w:tc>
              <w:tcPr>
                <w:tcW w:w="3339" w:type="dxa"/>
              </w:tcPr>
              <w:p w:rsidR="00F9755D" w:rsidRPr="00F9755D" w:rsidRDefault="001E1E39" w:rsidP="00B37424">
                <w:pPr>
                  <w:rPr>
                    <w:sz w:val="20"/>
                    <w:szCs w:val="20"/>
                  </w:rPr>
                </w:pPr>
                <w:r w:rsidRPr="001E1E39">
                  <w:rPr>
                    <w:rStyle w:val="PlaceholderText"/>
                    <w:sz w:val="18"/>
                    <w:szCs w:val="18"/>
                  </w:rPr>
                  <w:t>Enter ABA/Routing No.</w:t>
                </w:r>
              </w:p>
            </w:tc>
          </w:sdtContent>
        </w:sdt>
        <w:tc>
          <w:tcPr>
            <w:tcW w:w="1530" w:type="dxa"/>
          </w:tcPr>
          <w:p w:rsidR="00F9755D" w:rsidRPr="00F9755D" w:rsidRDefault="00F9755D" w:rsidP="00B37424">
            <w:pPr>
              <w:rPr>
                <w:sz w:val="20"/>
                <w:szCs w:val="20"/>
              </w:rPr>
            </w:pPr>
            <w:r>
              <w:rPr>
                <w:sz w:val="20"/>
                <w:szCs w:val="20"/>
              </w:rPr>
              <w:t>Bank Contact:</w:t>
            </w:r>
          </w:p>
        </w:tc>
        <w:sdt>
          <w:sdtPr>
            <w:rPr>
              <w:sz w:val="20"/>
              <w:szCs w:val="20"/>
            </w:rPr>
            <w:id w:val="570631021"/>
            <w:showingPlcHdr/>
            <w:text/>
          </w:sdtPr>
          <w:sdtEndPr/>
          <w:sdtContent>
            <w:tc>
              <w:tcPr>
                <w:tcW w:w="3681" w:type="dxa"/>
              </w:tcPr>
              <w:p w:rsidR="00F9755D" w:rsidRPr="00F9755D" w:rsidRDefault="001E1E39" w:rsidP="001E1E39">
                <w:pPr>
                  <w:rPr>
                    <w:sz w:val="20"/>
                    <w:szCs w:val="20"/>
                  </w:rPr>
                </w:pPr>
                <w:r w:rsidRPr="001E1E39">
                  <w:rPr>
                    <w:rStyle w:val="PlaceholderText"/>
                    <w:sz w:val="18"/>
                    <w:szCs w:val="18"/>
                  </w:rPr>
                  <w:t>Enter Bank Contact</w:t>
                </w:r>
              </w:p>
            </w:tc>
          </w:sdtContent>
        </w:sdt>
      </w:tr>
      <w:tr w:rsidR="00F9755D" w:rsidTr="00F9755D">
        <w:tc>
          <w:tcPr>
            <w:tcW w:w="1548" w:type="dxa"/>
          </w:tcPr>
          <w:p w:rsidR="00F9755D" w:rsidRPr="00F9755D" w:rsidRDefault="00F9755D" w:rsidP="00B37424">
            <w:pPr>
              <w:rPr>
                <w:sz w:val="20"/>
                <w:szCs w:val="20"/>
              </w:rPr>
            </w:pPr>
            <w:r w:rsidRPr="00F9755D">
              <w:rPr>
                <w:sz w:val="20"/>
                <w:szCs w:val="20"/>
              </w:rPr>
              <w:t>IBAN:</w:t>
            </w:r>
          </w:p>
        </w:tc>
        <w:sdt>
          <w:sdtPr>
            <w:rPr>
              <w:sz w:val="20"/>
              <w:szCs w:val="20"/>
            </w:rPr>
            <w:id w:val="1587571597"/>
            <w:showingPlcHdr/>
            <w:text/>
          </w:sdtPr>
          <w:sdtEndPr/>
          <w:sdtContent>
            <w:tc>
              <w:tcPr>
                <w:tcW w:w="3339" w:type="dxa"/>
              </w:tcPr>
              <w:p w:rsidR="00F9755D" w:rsidRPr="00F9755D" w:rsidRDefault="001E1E39" w:rsidP="001E1E39">
                <w:pPr>
                  <w:rPr>
                    <w:sz w:val="20"/>
                    <w:szCs w:val="20"/>
                  </w:rPr>
                </w:pPr>
                <w:r w:rsidRPr="001E1E39">
                  <w:rPr>
                    <w:rStyle w:val="PlaceholderText"/>
                    <w:sz w:val="18"/>
                    <w:szCs w:val="18"/>
                  </w:rPr>
                  <w:t>Enter IBAN</w:t>
                </w:r>
              </w:p>
            </w:tc>
          </w:sdtContent>
        </w:sdt>
        <w:tc>
          <w:tcPr>
            <w:tcW w:w="1530" w:type="dxa"/>
          </w:tcPr>
          <w:p w:rsidR="00F9755D" w:rsidRPr="00F9755D" w:rsidRDefault="00F9755D" w:rsidP="00B37424">
            <w:pPr>
              <w:rPr>
                <w:sz w:val="20"/>
                <w:szCs w:val="20"/>
              </w:rPr>
            </w:pPr>
            <w:r>
              <w:rPr>
                <w:sz w:val="20"/>
                <w:szCs w:val="20"/>
              </w:rPr>
              <w:t>Bank Phone No.:</w:t>
            </w:r>
          </w:p>
        </w:tc>
        <w:sdt>
          <w:sdtPr>
            <w:rPr>
              <w:sz w:val="20"/>
              <w:szCs w:val="20"/>
            </w:rPr>
            <w:id w:val="1475025888"/>
            <w:showingPlcHdr/>
            <w:text/>
          </w:sdtPr>
          <w:sdtEndPr/>
          <w:sdtContent>
            <w:tc>
              <w:tcPr>
                <w:tcW w:w="3681" w:type="dxa"/>
              </w:tcPr>
              <w:p w:rsidR="00F9755D"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bank phone no.</w:t>
                </w:r>
              </w:p>
            </w:tc>
          </w:sdtContent>
        </w:sdt>
      </w:tr>
      <w:tr w:rsidR="00341A3B" w:rsidTr="003447AB">
        <w:tc>
          <w:tcPr>
            <w:tcW w:w="1548" w:type="dxa"/>
          </w:tcPr>
          <w:p w:rsidR="00341A3B" w:rsidRPr="00F9755D" w:rsidRDefault="00341A3B" w:rsidP="00B37424">
            <w:pPr>
              <w:rPr>
                <w:sz w:val="20"/>
                <w:szCs w:val="20"/>
              </w:rPr>
            </w:pPr>
            <w:r w:rsidRPr="00F9755D">
              <w:rPr>
                <w:sz w:val="20"/>
                <w:szCs w:val="20"/>
              </w:rPr>
              <w:t>Swift/UK Sort Code:</w:t>
            </w:r>
          </w:p>
        </w:tc>
        <w:sdt>
          <w:sdtPr>
            <w:rPr>
              <w:sz w:val="20"/>
              <w:szCs w:val="20"/>
            </w:rPr>
            <w:id w:val="-1099107345"/>
            <w:showingPlcHdr/>
            <w:text/>
          </w:sdtPr>
          <w:sdtEndPr/>
          <w:sdtContent>
            <w:tc>
              <w:tcPr>
                <w:tcW w:w="8550" w:type="dxa"/>
                <w:gridSpan w:val="3"/>
              </w:tcPr>
              <w:p w:rsidR="00341A3B" w:rsidRPr="00F9755D"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Swift Code</w:t>
                </w:r>
              </w:p>
            </w:tc>
          </w:sdtContent>
        </w:sdt>
      </w:tr>
    </w:tbl>
    <w:p w:rsidR="00736016" w:rsidRPr="00736016" w:rsidRDefault="00736016" w:rsidP="00DD5270">
      <w:pPr>
        <w:spacing w:before="120" w:after="120"/>
        <w:rPr>
          <w:sz w:val="20"/>
          <w:szCs w:val="20"/>
        </w:rPr>
      </w:pPr>
      <w:r w:rsidRPr="00CF7BE0">
        <w:rPr>
          <w:b/>
          <w:sz w:val="20"/>
          <w:szCs w:val="20"/>
        </w:rPr>
        <w:t xml:space="preserve">The Payee accepts the terms of this agreement executed on this </w:t>
      </w:r>
      <w:sdt>
        <w:sdtPr>
          <w:rPr>
            <w:b/>
            <w:sz w:val="20"/>
            <w:szCs w:val="20"/>
          </w:rPr>
          <w:alias w:val="Day"/>
          <w:tag w:val="Day"/>
          <w:id w:val="339508324"/>
          <w:showingPlcHdr/>
          <w:dropDownList>
            <w:listItem w:value="Choose an item."/>
            <w:listItem w:displayText="1st" w:value="1st"/>
            <w:listItem w:displayText="2nd" w:value="2nd"/>
            <w:listItem w:displayText="3rd" w:value="3rd"/>
            <w:listItem w:displayText="4th" w:value="4th"/>
            <w:listItem w:displayText="5th" w:value="5th"/>
            <w:listItem w:displayText="6th" w:value="6th"/>
            <w:listItem w:displayText="7th" w:value="7th"/>
            <w:listItem w:displayText="8th" w:value="8th"/>
            <w:listItem w:displayText="9th" w:value="9th"/>
            <w:listItem w:displayText="10th" w:value="10th"/>
            <w:listItem w:displayText="11th" w:value="11th"/>
            <w:listItem w:displayText="12th" w:value="12th"/>
            <w:listItem w:displayText="13th" w:value="13th"/>
            <w:listItem w:displayText="14th" w:value="14th"/>
            <w:listItem w:displayText="15th" w:value="15th"/>
            <w:listItem w:displayText="16th" w:value="16th"/>
            <w:listItem w:displayText="17th" w:value="17th"/>
            <w:listItem w:displayText="18th" w:value="18th"/>
            <w:listItem w:displayText="19th" w:value="19th"/>
            <w:listItem w:displayText="20th" w:value="20th"/>
            <w:listItem w:displayText="21st" w:value="21st"/>
            <w:listItem w:displayText="22nd" w:value="22nd"/>
            <w:listItem w:displayText="23rd" w:value="23rd"/>
            <w:listItem w:displayText="24th" w:value="24th"/>
            <w:listItem w:displayText="25th" w:value="25th"/>
            <w:listItem w:displayText="26th" w:value="26th"/>
            <w:listItem w:displayText="27th" w:value="27th"/>
            <w:listItem w:displayText="28th" w:value="28th"/>
            <w:listItem w:displayText="29th" w:value="29th"/>
            <w:listItem w:displayText="30th" w:value="30th"/>
            <w:listItem w:displayText="31st" w:value="31st"/>
          </w:dropDownList>
        </w:sdtPr>
        <w:sdtEndPr/>
        <w:sdtContent>
          <w:proofErr w:type="gramStart"/>
          <w:r w:rsidRPr="00CF7BE0">
            <w:rPr>
              <w:rStyle w:val="PlaceholderText"/>
              <w:b/>
              <w:sz w:val="20"/>
              <w:szCs w:val="20"/>
            </w:rPr>
            <w:t>Choose</w:t>
          </w:r>
          <w:proofErr w:type="gramEnd"/>
          <w:r w:rsidRPr="00CF7BE0">
            <w:rPr>
              <w:rStyle w:val="PlaceholderText"/>
              <w:b/>
              <w:sz w:val="20"/>
              <w:szCs w:val="20"/>
            </w:rPr>
            <w:t xml:space="preserve"> an item.</w:t>
          </w:r>
        </w:sdtContent>
      </w:sdt>
      <w:r w:rsidRPr="00CF7BE0">
        <w:rPr>
          <w:b/>
          <w:sz w:val="20"/>
          <w:szCs w:val="20"/>
        </w:rPr>
        <w:t xml:space="preserve"> </w:t>
      </w:r>
      <w:proofErr w:type="gramStart"/>
      <w:r w:rsidRPr="00CF7BE0">
        <w:rPr>
          <w:b/>
          <w:sz w:val="20"/>
          <w:szCs w:val="20"/>
        </w:rPr>
        <w:t>day</w:t>
      </w:r>
      <w:proofErr w:type="gramEnd"/>
      <w:r w:rsidRPr="00CF7BE0">
        <w:rPr>
          <w:b/>
          <w:sz w:val="20"/>
          <w:szCs w:val="20"/>
        </w:rPr>
        <w:t xml:space="preserve"> of</w:t>
      </w:r>
      <w:r w:rsidR="00041DF8">
        <w:rPr>
          <w:b/>
          <w:sz w:val="20"/>
          <w:szCs w:val="20"/>
        </w:rPr>
        <w:t xml:space="preserve"> </w:t>
      </w:r>
      <w:sdt>
        <w:sdtPr>
          <w:rPr>
            <w:b/>
            <w:sz w:val="20"/>
            <w:szCs w:val="20"/>
          </w:rPr>
          <w:alias w:val="Month"/>
          <w:tag w:val="Month"/>
          <w:id w:val="-730847714"/>
          <w:showingPlcHdr/>
          <w:dropDownList>
            <w:listItem w:value="Month"/>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041DF8" w:rsidRPr="00251BAD">
            <w:rPr>
              <w:rStyle w:val="PlaceholderText"/>
              <w:sz w:val="18"/>
              <w:szCs w:val="18"/>
            </w:rPr>
            <w:t>Choose an item.</w:t>
          </w:r>
        </w:sdtContent>
      </w:sdt>
      <w:r w:rsidR="00041DF8">
        <w:rPr>
          <w:b/>
          <w:sz w:val="20"/>
          <w:szCs w:val="20"/>
        </w:rPr>
        <w:t xml:space="preserve"> ,</w:t>
      </w:r>
      <w:r w:rsidRPr="00CF7BE0">
        <w:rPr>
          <w:b/>
          <w:sz w:val="20"/>
          <w:szCs w:val="20"/>
        </w:rPr>
        <w:t xml:space="preserve"> </w:t>
      </w:r>
      <w:sdt>
        <w:sdtPr>
          <w:rPr>
            <w:sz w:val="20"/>
            <w:szCs w:val="20"/>
          </w:rPr>
          <w:alias w:val="Year"/>
          <w:tag w:val="Year"/>
          <w:id w:val="-2093530989"/>
          <w:showingPlcHdr/>
          <w:dropDownList>
            <w:listItem w:value="Choose an item."/>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listItem w:displayText="2023" w:value="2023"/>
            <w:listItem w:displayText="2024" w:value="2024"/>
            <w:listItem w:displayText="2025" w:value="2025"/>
          </w:dropDownList>
        </w:sdtPr>
        <w:sdtEndPr/>
        <w:sdtContent>
          <w:r w:rsidRPr="00251BAD">
            <w:rPr>
              <w:rStyle w:val="PlaceholderText"/>
              <w:sz w:val="18"/>
              <w:szCs w:val="18"/>
            </w:rPr>
            <w:t>Choose an item.</w:t>
          </w:r>
        </w:sdtContent>
      </w:sdt>
      <w:r w:rsidR="00251BAD">
        <w:rPr>
          <w:sz w:val="20"/>
          <w:szCs w:val="20"/>
        </w:rPr>
        <w:t>.</w:t>
      </w:r>
    </w:p>
    <w:tbl>
      <w:tblPr>
        <w:tblStyle w:val="TableGrid"/>
        <w:tblW w:w="10206" w:type="dxa"/>
        <w:tblLook w:val="04A0" w:firstRow="1" w:lastRow="0" w:firstColumn="1" w:lastColumn="0" w:noHBand="0" w:noVBand="1"/>
      </w:tblPr>
      <w:tblGrid>
        <w:gridCol w:w="2538"/>
        <w:gridCol w:w="4296"/>
        <w:gridCol w:w="3372"/>
      </w:tblGrid>
      <w:tr w:rsidR="00341A3B" w:rsidRPr="00736016" w:rsidTr="003447AB">
        <w:tc>
          <w:tcPr>
            <w:tcW w:w="2538" w:type="dxa"/>
          </w:tcPr>
          <w:p w:rsidR="00341A3B" w:rsidRPr="00736016" w:rsidRDefault="00341A3B" w:rsidP="00B37424">
            <w:pPr>
              <w:rPr>
                <w:sz w:val="20"/>
                <w:szCs w:val="20"/>
              </w:rPr>
            </w:pPr>
            <w:r w:rsidRPr="00736016">
              <w:rPr>
                <w:sz w:val="20"/>
                <w:szCs w:val="20"/>
              </w:rPr>
              <w:t>Payee Authorized Signature:</w:t>
            </w:r>
          </w:p>
        </w:tc>
        <w:tc>
          <w:tcPr>
            <w:tcW w:w="7668" w:type="dxa"/>
            <w:gridSpan w:val="2"/>
          </w:tcPr>
          <w:p w:rsidR="00341A3B" w:rsidRPr="00DD5270" w:rsidRDefault="00341A3B" w:rsidP="00B37424">
            <w:pPr>
              <w:rPr>
                <w:sz w:val="28"/>
                <w:szCs w:val="28"/>
              </w:rPr>
            </w:pPr>
          </w:p>
        </w:tc>
      </w:tr>
      <w:tr w:rsidR="00736016" w:rsidRPr="00736016" w:rsidTr="003134EE">
        <w:tc>
          <w:tcPr>
            <w:tcW w:w="2538" w:type="dxa"/>
          </w:tcPr>
          <w:p w:rsidR="00736016" w:rsidRPr="00736016" w:rsidRDefault="00736016" w:rsidP="00736016">
            <w:pPr>
              <w:rPr>
                <w:sz w:val="20"/>
                <w:szCs w:val="20"/>
              </w:rPr>
            </w:pPr>
            <w:r w:rsidRPr="00736016">
              <w:rPr>
                <w:sz w:val="20"/>
                <w:szCs w:val="20"/>
              </w:rPr>
              <w:t>Printed Name:</w:t>
            </w:r>
          </w:p>
        </w:tc>
        <w:sdt>
          <w:sdtPr>
            <w:rPr>
              <w:sz w:val="20"/>
              <w:szCs w:val="20"/>
            </w:rPr>
            <w:id w:val="-592710988"/>
            <w:showingPlcHdr/>
            <w:text/>
          </w:sdtPr>
          <w:sdtEndPr/>
          <w:sdtContent>
            <w:tc>
              <w:tcPr>
                <w:tcW w:w="4296" w:type="dxa"/>
              </w:tcPr>
              <w:p w:rsidR="00736016" w:rsidRPr="00736016" w:rsidRDefault="001E1E39" w:rsidP="001E1E39">
                <w:pPr>
                  <w:rPr>
                    <w:sz w:val="20"/>
                    <w:szCs w:val="20"/>
                  </w:rPr>
                </w:pPr>
                <w:r w:rsidRPr="001E1E39">
                  <w:rPr>
                    <w:rStyle w:val="PlaceholderText"/>
                    <w:sz w:val="18"/>
                    <w:szCs w:val="18"/>
                  </w:rPr>
                  <w:t>E</w:t>
                </w:r>
                <w:r w:rsidR="00341A3B" w:rsidRPr="001E1E39">
                  <w:rPr>
                    <w:rStyle w:val="PlaceholderText"/>
                    <w:sz w:val="18"/>
                    <w:szCs w:val="18"/>
                  </w:rPr>
                  <w:t xml:space="preserve">nter </w:t>
                </w:r>
                <w:r w:rsidRPr="001E1E39">
                  <w:rPr>
                    <w:rStyle w:val="PlaceholderText"/>
                    <w:sz w:val="18"/>
                    <w:szCs w:val="18"/>
                  </w:rPr>
                  <w:t>printed name</w:t>
                </w:r>
              </w:p>
            </w:tc>
          </w:sdtContent>
        </w:sdt>
        <w:tc>
          <w:tcPr>
            <w:tcW w:w="3372" w:type="dxa"/>
          </w:tcPr>
          <w:p w:rsidR="00736016" w:rsidRPr="00736016" w:rsidRDefault="00736016" w:rsidP="001E1E39">
            <w:pPr>
              <w:rPr>
                <w:sz w:val="20"/>
                <w:szCs w:val="20"/>
              </w:rPr>
            </w:pPr>
            <w:r w:rsidRPr="00736016">
              <w:rPr>
                <w:sz w:val="20"/>
                <w:szCs w:val="20"/>
              </w:rPr>
              <w:t xml:space="preserve">Title:  </w:t>
            </w:r>
            <w:sdt>
              <w:sdtPr>
                <w:rPr>
                  <w:sz w:val="20"/>
                  <w:szCs w:val="20"/>
                </w:rPr>
                <w:id w:val="1626650455"/>
                <w:showingPlcHdr/>
                <w:text/>
              </w:sdtPr>
              <w:sdtEndPr/>
              <w:sdtContent>
                <w:r w:rsidR="001E1E39" w:rsidRPr="001E1E39">
                  <w:rPr>
                    <w:rStyle w:val="PlaceholderText"/>
                    <w:sz w:val="18"/>
                    <w:szCs w:val="18"/>
                  </w:rPr>
                  <w:t>E</w:t>
                </w:r>
                <w:r w:rsidR="00341A3B" w:rsidRPr="001E1E39">
                  <w:rPr>
                    <w:rStyle w:val="PlaceholderText"/>
                    <w:sz w:val="18"/>
                    <w:szCs w:val="18"/>
                  </w:rPr>
                  <w:t xml:space="preserve">nter </w:t>
                </w:r>
                <w:r w:rsidR="001E1E39" w:rsidRPr="001E1E39">
                  <w:rPr>
                    <w:rStyle w:val="PlaceholderText"/>
                    <w:sz w:val="18"/>
                    <w:szCs w:val="18"/>
                  </w:rPr>
                  <w:t>title</w:t>
                </w:r>
              </w:sdtContent>
            </w:sdt>
          </w:p>
        </w:tc>
      </w:tr>
    </w:tbl>
    <w:p w:rsidR="003134EE" w:rsidRDefault="003134EE" w:rsidP="00B31F60"/>
    <w:sectPr w:rsidR="003134EE" w:rsidSect="00B31F60">
      <w:headerReference w:type="first" r:id="rId9"/>
      <w:pgSz w:w="12240" w:h="15840" w:code="1"/>
      <w:pgMar w:top="14" w:right="720" w:bottom="288" w:left="720" w:header="144"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D00" w:rsidRDefault="00E74D00" w:rsidP="009A78B7">
      <w:pPr>
        <w:spacing w:after="0" w:line="240" w:lineRule="auto"/>
      </w:pPr>
      <w:r>
        <w:separator/>
      </w:r>
    </w:p>
  </w:endnote>
  <w:endnote w:type="continuationSeparator" w:id="0">
    <w:p w:rsidR="00E74D00" w:rsidRDefault="00E74D00" w:rsidP="009A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D00" w:rsidRDefault="00E74D00" w:rsidP="009A78B7">
      <w:pPr>
        <w:spacing w:after="0" w:line="240" w:lineRule="auto"/>
      </w:pPr>
      <w:r>
        <w:separator/>
      </w:r>
    </w:p>
  </w:footnote>
  <w:footnote w:type="continuationSeparator" w:id="0">
    <w:p w:rsidR="00E74D00" w:rsidRDefault="00E74D00" w:rsidP="009A78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DF8" w:rsidRDefault="00041DF8" w:rsidP="006F7A53">
    <w:pPr>
      <w:pStyle w:val="Header"/>
      <w:tabs>
        <w:tab w:val="clear" w:pos="9360"/>
        <w:tab w:val="left" w:pos="6131"/>
        <w:tab w:val="left" w:pos="6829"/>
        <w:tab w:val="left" w:pos="9270"/>
        <w:tab w:val="right" w:pos="10800"/>
        <w:tab w:val="left" w:pos="12619"/>
        <w:tab w:val="right" w:pos="14400"/>
      </w:tabs>
      <w:ind w:left="1440"/>
      <w:jc w:val="right"/>
    </w:pPr>
    <w:r w:rsidRPr="009A78B7">
      <w:rPr>
        <w:b/>
        <w:noProof/>
        <w:sz w:val="20"/>
        <w:szCs w:val="20"/>
      </w:rPr>
      <mc:AlternateContent>
        <mc:Choice Requires="wps">
          <w:drawing>
            <wp:anchor distT="0" distB="0" distL="114300" distR="114300" simplePos="0" relativeHeight="251663360" behindDoc="0" locked="0" layoutInCell="1" allowOverlap="1" wp14:anchorId="1907342D" wp14:editId="4469573F">
              <wp:simplePos x="0" y="0"/>
              <wp:positionH relativeFrom="column">
                <wp:posOffset>-344170</wp:posOffset>
              </wp:positionH>
              <wp:positionV relativeFrom="paragraph">
                <wp:posOffset>-51435</wp:posOffset>
              </wp:positionV>
              <wp:extent cx="2337435" cy="452120"/>
              <wp:effectExtent l="0" t="0" r="571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452120"/>
                      </a:xfrm>
                      <a:prstGeom prst="rect">
                        <a:avLst/>
                      </a:prstGeom>
                      <a:solidFill>
                        <a:srgbClr val="FFFFFF"/>
                      </a:solidFill>
                      <a:ln w="9525">
                        <a:noFill/>
                        <a:miter lim="800000"/>
                        <a:headEnd/>
                        <a:tailEnd/>
                      </a:ln>
                    </wps:spPr>
                    <wps:txbx>
                      <w:txbxContent>
                        <w:p w:rsidR="00041DF8" w:rsidRPr="00D74CE7" w:rsidRDefault="00041DF8" w:rsidP="00331A36">
                          <w:pPr>
                            <w:spacing w:after="0"/>
                            <w:ind w:left="720"/>
                            <w:rPr>
                              <w:b/>
                              <w:sz w:val="20"/>
                              <w:szCs w:val="20"/>
                            </w:rPr>
                          </w:pPr>
                          <w:r w:rsidRPr="00D74CE7">
                            <w:rPr>
                              <w:b/>
                              <w:sz w:val="20"/>
                              <w:szCs w:val="20"/>
                            </w:rPr>
                            <w:t>Supplier Application Form</w:t>
                          </w:r>
                        </w:p>
                        <w:p w:rsidR="00041DF8" w:rsidRPr="00D74CE7" w:rsidRDefault="00041DF8" w:rsidP="00331A36">
                          <w:pPr>
                            <w:spacing w:after="0"/>
                            <w:ind w:left="720"/>
                            <w:rPr>
                              <w:sz w:val="16"/>
                              <w:szCs w:val="16"/>
                            </w:rPr>
                          </w:pPr>
                          <w:r w:rsidRPr="00D74CE7">
                            <w:rPr>
                              <w:sz w:val="16"/>
                              <w:szCs w:val="16"/>
                            </w:rPr>
                            <w:t>FORM No. 5378</w:t>
                          </w:r>
                          <w:r>
                            <w:rPr>
                              <w:sz w:val="16"/>
                              <w:szCs w:val="16"/>
                            </w:rPr>
                            <w:t xml:space="preserve"> Rev 1.02</w:t>
                          </w:r>
                        </w:p>
                        <w:p w:rsidR="00041DF8" w:rsidRPr="00D74CE7" w:rsidRDefault="00041DF8" w:rsidP="00331A36">
                          <w:pPr>
                            <w:ind w:left="72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1pt;margin-top:-4.05pt;width:184.05pt;height:3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" stroked="f">
              <v:textbox>
                <w:txbxContent>
                  <w:p w:rsidR="00041DF8" w:rsidRPr="00D74CE7" w:rsidRDefault="00041DF8" w:rsidP="00331A36">
                    <w:pPr>
                      <w:spacing w:after="0"/>
                      <w:ind w:left="720"/>
                      <w:rPr>
                        <w:b/>
                        <w:sz w:val="20"/>
                        <w:szCs w:val="20"/>
                      </w:rPr>
                    </w:pPr>
                    <w:r w:rsidRPr="00D74CE7">
                      <w:rPr>
                        <w:b/>
                        <w:sz w:val="20"/>
                        <w:szCs w:val="20"/>
                      </w:rPr>
                      <w:t>Supplier Application Form</w:t>
                    </w:r>
                  </w:p>
                  <w:p w:rsidR="00041DF8" w:rsidRPr="00D74CE7" w:rsidRDefault="00041DF8" w:rsidP="00331A36">
                    <w:pPr>
                      <w:spacing w:after="0"/>
                      <w:ind w:left="720"/>
                      <w:rPr>
                        <w:sz w:val="16"/>
                        <w:szCs w:val="16"/>
                      </w:rPr>
                    </w:pPr>
                    <w:r w:rsidRPr="00D74CE7">
                      <w:rPr>
                        <w:sz w:val="16"/>
                        <w:szCs w:val="16"/>
                      </w:rPr>
                      <w:t>FORM No. 5378</w:t>
                    </w:r>
                    <w:r>
                      <w:rPr>
                        <w:sz w:val="16"/>
                        <w:szCs w:val="16"/>
                      </w:rPr>
                      <w:t xml:space="preserve"> Rev 1.02</w:t>
                    </w:r>
                  </w:p>
                  <w:p w:rsidR="00041DF8" w:rsidRPr="00D74CE7" w:rsidRDefault="00041DF8" w:rsidP="00331A36">
                    <w:pPr>
                      <w:ind w:left="720"/>
                      <w:jc w:val="both"/>
                    </w:pPr>
                  </w:p>
                </w:txbxContent>
              </v:textbox>
            </v:shape>
          </w:pict>
        </mc:Fallback>
      </mc:AlternateContent>
    </w:r>
    <w:r>
      <w:rPr>
        <w:b/>
        <w:noProof/>
        <w:sz w:val="20"/>
        <w:szCs w:val="20"/>
      </w:rPr>
      <w:tab/>
    </w:r>
    <w:r>
      <w:rPr>
        <w:b/>
        <w:noProof/>
        <w:sz w:val="20"/>
        <w:szCs w:val="20"/>
      </w:rPr>
      <w:tab/>
    </w:r>
    <w:r>
      <w:rPr>
        <w:b/>
        <w:noProof/>
        <w:sz w:val="20"/>
        <w:szCs w:val="20"/>
      </w:rPr>
      <w:tab/>
    </w:r>
    <w:r>
      <w:rPr>
        <w:b/>
        <w:noProof/>
        <w:sz w:val="20"/>
        <w:szCs w:val="20"/>
      </w:rPr>
      <w:tab/>
    </w:r>
    <w:r>
      <w:rPr>
        <w:noProof/>
      </w:rPr>
      <w:tab/>
    </w:r>
    <w:r w:rsidRPr="009A78B7">
      <w:rPr>
        <w:b/>
        <w:noProof/>
        <w:sz w:val="20"/>
        <w:szCs w:val="20"/>
      </w:rPr>
      <w:t xml:space="preserve"> </w:t>
    </w:r>
    <w:r>
      <w:rPr>
        <w:noProof/>
      </w:rPr>
      <w:drawing>
        <wp:inline distT="0" distB="0" distL="0" distR="0" wp14:anchorId="1844EEDF" wp14:editId="278C9277">
          <wp:extent cx="656410" cy="366651"/>
          <wp:effectExtent l="95250" t="95250" r="48895" b="71755"/>
          <wp:docPr id="10" name="Picture 2" descr="AMNSLetterhea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MNSLetterhead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6410" cy="366651"/>
                  </a:xfrm>
                  <a:prstGeom prst="rect">
                    <a:avLst/>
                  </a:prstGeom>
                  <a:noFill/>
                  <a:ln>
                    <a:noFill/>
                  </a:ln>
                  <a:effectLst>
                    <a:glow rad="127000">
                      <a:schemeClr val="bg1"/>
                    </a:glow>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041DF8" w:rsidRPr="00327D42" w:rsidRDefault="00041DF8" w:rsidP="009A78B7">
    <w:pPr>
      <w:pStyle w:val="Header"/>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535"/>
    <w:multiLevelType w:val="hybridMultilevel"/>
    <w:tmpl w:val="E13A2C78"/>
    <w:lvl w:ilvl="0" w:tplc="DABE657C">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BB5455A"/>
    <w:multiLevelType w:val="hybridMultilevel"/>
    <w:tmpl w:val="07000748"/>
    <w:lvl w:ilvl="0" w:tplc="F5624FB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334D9E"/>
    <w:multiLevelType w:val="hybridMultilevel"/>
    <w:tmpl w:val="F4502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2754B00"/>
    <w:multiLevelType w:val="hybridMultilevel"/>
    <w:tmpl w:val="1444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246FA"/>
    <w:multiLevelType w:val="hybridMultilevel"/>
    <w:tmpl w:val="3BBE3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BC37A2"/>
    <w:multiLevelType w:val="hybridMultilevel"/>
    <w:tmpl w:val="0BDA2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0C3E26"/>
    <w:multiLevelType w:val="hybridMultilevel"/>
    <w:tmpl w:val="FCA84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0C1150"/>
    <w:multiLevelType w:val="hybridMultilevel"/>
    <w:tmpl w:val="7B6A0E6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0"/>
  </w:num>
  <w:num w:numId="4">
    <w:abstractNumId w:val="5"/>
  </w:num>
  <w:num w:numId="5">
    <w:abstractNumId w:val="6"/>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7"/>
  <w:proofState w:spelling="clean" w:grammar="clean"/>
  <w:attachedTemplate r:id="rId1"/>
  <w:documentProtection w:edit="forms" w:enforcement="1" w:cryptProviderType="rsaFull" w:cryptAlgorithmClass="hash" w:cryptAlgorithmType="typeAny" w:cryptAlgorithmSid="4" w:cryptSpinCount="100000" w:hash="qP2O751La5CHvLbRpQyrfx78zDo=" w:salt="luXulx9GpVadeQIaxTByZQ=="/>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20F"/>
    <w:rsid w:val="00041DF8"/>
    <w:rsid w:val="000C1521"/>
    <w:rsid w:val="000D7C67"/>
    <w:rsid w:val="000E1CF5"/>
    <w:rsid w:val="000F696E"/>
    <w:rsid w:val="00174DF3"/>
    <w:rsid w:val="00180B1E"/>
    <w:rsid w:val="001C5253"/>
    <w:rsid w:val="001E1E39"/>
    <w:rsid w:val="00206F4D"/>
    <w:rsid w:val="002128DD"/>
    <w:rsid w:val="002161CB"/>
    <w:rsid w:val="00251BAD"/>
    <w:rsid w:val="00275556"/>
    <w:rsid w:val="00276567"/>
    <w:rsid w:val="0028360A"/>
    <w:rsid w:val="002C0541"/>
    <w:rsid w:val="002C3965"/>
    <w:rsid w:val="002D5EC1"/>
    <w:rsid w:val="00302525"/>
    <w:rsid w:val="00305401"/>
    <w:rsid w:val="003134EE"/>
    <w:rsid w:val="00327D42"/>
    <w:rsid w:val="00331A36"/>
    <w:rsid w:val="00341A3B"/>
    <w:rsid w:val="003447AB"/>
    <w:rsid w:val="003465EC"/>
    <w:rsid w:val="003859B1"/>
    <w:rsid w:val="003A0B82"/>
    <w:rsid w:val="003C747F"/>
    <w:rsid w:val="00400FAF"/>
    <w:rsid w:val="00425C3B"/>
    <w:rsid w:val="00460750"/>
    <w:rsid w:val="00496762"/>
    <w:rsid w:val="00496C96"/>
    <w:rsid w:val="004E1A82"/>
    <w:rsid w:val="004F0A05"/>
    <w:rsid w:val="00517B02"/>
    <w:rsid w:val="00561D41"/>
    <w:rsid w:val="00580BBC"/>
    <w:rsid w:val="00596B6A"/>
    <w:rsid w:val="005B3BFC"/>
    <w:rsid w:val="005C21CF"/>
    <w:rsid w:val="005D7373"/>
    <w:rsid w:val="005F3FE4"/>
    <w:rsid w:val="006369F3"/>
    <w:rsid w:val="006562AE"/>
    <w:rsid w:val="006744C9"/>
    <w:rsid w:val="006F7A53"/>
    <w:rsid w:val="00736016"/>
    <w:rsid w:val="007417C6"/>
    <w:rsid w:val="007B3E37"/>
    <w:rsid w:val="007C0889"/>
    <w:rsid w:val="007D2123"/>
    <w:rsid w:val="007E0465"/>
    <w:rsid w:val="007F2088"/>
    <w:rsid w:val="008456CF"/>
    <w:rsid w:val="008469FB"/>
    <w:rsid w:val="0085754A"/>
    <w:rsid w:val="00871E7C"/>
    <w:rsid w:val="00875D86"/>
    <w:rsid w:val="008C5CCD"/>
    <w:rsid w:val="008E0C21"/>
    <w:rsid w:val="009237ED"/>
    <w:rsid w:val="00934B0F"/>
    <w:rsid w:val="00936BA8"/>
    <w:rsid w:val="00981F77"/>
    <w:rsid w:val="009A78B7"/>
    <w:rsid w:val="009B1947"/>
    <w:rsid w:val="009B5E91"/>
    <w:rsid w:val="009F36C0"/>
    <w:rsid w:val="009F4F80"/>
    <w:rsid w:val="00A5179B"/>
    <w:rsid w:val="00A640F8"/>
    <w:rsid w:val="00A84098"/>
    <w:rsid w:val="00AB2A50"/>
    <w:rsid w:val="00AC139C"/>
    <w:rsid w:val="00AC1BED"/>
    <w:rsid w:val="00AE1957"/>
    <w:rsid w:val="00B02100"/>
    <w:rsid w:val="00B11A5B"/>
    <w:rsid w:val="00B31F60"/>
    <w:rsid w:val="00B37424"/>
    <w:rsid w:val="00B43F2F"/>
    <w:rsid w:val="00B6059A"/>
    <w:rsid w:val="00B663EB"/>
    <w:rsid w:val="00B7109A"/>
    <w:rsid w:val="00B9049E"/>
    <w:rsid w:val="00BC2915"/>
    <w:rsid w:val="00BC7E9D"/>
    <w:rsid w:val="00BD35CE"/>
    <w:rsid w:val="00BD7D13"/>
    <w:rsid w:val="00BF6881"/>
    <w:rsid w:val="00C104CD"/>
    <w:rsid w:val="00CD181B"/>
    <w:rsid w:val="00CF7BE0"/>
    <w:rsid w:val="00D10087"/>
    <w:rsid w:val="00D51058"/>
    <w:rsid w:val="00D74CE7"/>
    <w:rsid w:val="00D760F2"/>
    <w:rsid w:val="00D90615"/>
    <w:rsid w:val="00DA2E3D"/>
    <w:rsid w:val="00DB45AA"/>
    <w:rsid w:val="00DD5270"/>
    <w:rsid w:val="00E03AB2"/>
    <w:rsid w:val="00E21B58"/>
    <w:rsid w:val="00E31B31"/>
    <w:rsid w:val="00E5348C"/>
    <w:rsid w:val="00E67169"/>
    <w:rsid w:val="00E74D00"/>
    <w:rsid w:val="00EC6D2E"/>
    <w:rsid w:val="00F8510E"/>
    <w:rsid w:val="00F9755D"/>
    <w:rsid w:val="00FB330C"/>
    <w:rsid w:val="00FB3572"/>
    <w:rsid w:val="00FB420F"/>
    <w:rsid w:val="00FD3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8B7"/>
  </w:style>
  <w:style w:type="paragraph" w:styleId="Footer">
    <w:name w:val="footer"/>
    <w:basedOn w:val="Normal"/>
    <w:link w:val="FooterChar"/>
    <w:uiPriority w:val="99"/>
    <w:unhideWhenUsed/>
    <w:rsid w:val="009A7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8B7"/>
  </w:style>
  <w:style w:type="paragraph" w:styleId="BalloonText">
    <w:name w:val="Balloon Text"/>
    <w:basedOn w:val="Normal"/>
    <w:link w:val="BalloonTextChar"/>
    <w:uiPriority w:val="99"/>
    <w:semiHidden/>
    <w:unhideWhenUsed/>
    <w:rsid w:val="009A7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B7"/>
    <w:rPr>
      <w:rFonts w:ascii="Tahoma" w:hAnsi="Tahoma" w:cs="Tahoma"/>
      <w:sz w:val="16"/>
      <w:szCs w:val="16"/>
    </w:rPr>
  </w:style>
  <w:style w:type="table" w:styleId="TableGrid">
    <w:name w:val="Table Grid"/>
    <w:basedOn w:val="TableNormal"/>
    <w:uiPriority w:val="59"/>
    <w:rsid w:val="00EC6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D7D13"/>
    <w:rPr>
      <w:color w:val="808080"/>
    </w:rPr>
  </w:style>
  <w:style w:type="paragraph" w:styleId="ListParagraph">
    <w:name w:val="List Paragraph"/>
    <w:basedOn w:val="Normal"/>
    <w:uiPriority w:val="34"/>
    <w:qFormat/>
    <w:rsid w:val="00B9049E"/>
    <w:pPr>
      <w:ind w:left="720"/>
      <w:contextualSpacing/>
    </w:pPr>
  </w:style>
  <w:style w:type="character" w:styleId="Hyperlink">
    <w:name w:val="Hyperlink"/>
    <w:basedOn w:val="DefaultParagraphFont"/>
    <w:uiPriority w:val="99"/>
    <w:unhideWhenUsed/>
    <w:rsid w:val="003C74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8B7"/>
  </w:style>
  <w:style w:type="paragraph" w:styleId="Footer">
    <w:name w:val="footer"/>
    <w:basedOn w:val="Normal"/>
    <w:link w:val="FooterChar"/>
    <w:uiPriority w:val="99"/>
    <w:unhideWhenUsed/>
    <w:rsid w:val="009A7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8B7"/>
  </w:style>
  <w:style w:type="paragraph" w:styleId="BalloonText">
    <w:name w:val="Balloon Text"/>
    <w:basedOn w:val="Normal"/>
    <w:link w:val="BalloonTextChar"/>
    <w:uiPriority w:val="99"/>
    <w:semiHidden/>
    <w:unhideWhenUsed/>
    <w:rsid w:val="009A7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B7"/>
    <w:rPr>
      <w:rFonts w:ascii="Tahoma" w:hAnsi="Tahoma" w:cs="Tahoma"/>
      <w:sz w:val="16"/>
      <w:szCs w:val="16"/>
    </w:rPr>
  </w:style>
  <w:style w:type="table" w:styleId="TableGrid">
    <w:name w:val="Table Grid"/>
    <w:basedOn w:val="TableNormal"/>
    <w:uiPriority w:val="59"/>
    <w:rsid w:val="00EC6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D7D13"/>
    <w:rPr>
      <w:color w:val="808080"/>
    </w:rPr>
  </w:style>
  <w:style w:type="paragraph" w:styleId="ListParagraph">
    <w:name w:val="List Paragraph"/>
    <w:basedOn w:val="Normal"/>
    <w:uiPriority w:val="34"/>
    <w:qFormat/>
    <w:rsid w:val="00B9049E"/>
    <w:pPr>
      <w:ind w:left="720"/>
      <w:contextualSpacing/>
    </w:pPr>
  </w:style>
  <w:style w:type="character" w:styleId="Hyperlink">
    <w:name w:val="Hyperlink"/>
    <w:basedOn w:val="DefaultParagraphFont"/>
    <w:uiPriority w:val="99"/>
    <w:unhideWhenUsed/>
    <w:rsid w:val="003C74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074705">
      <w:bodyDiv w:val="1"/>
      <w:marLeft w:val="0"/>
      <w:marRight w:val="0"/>
      <w:marTop w:val="0"/>
      <w:marBottom w:val="0"/>
      <w:divBdr>
        <w:top w:val="none" w:sz="0" w:space="0" w:color="auto"/>
        <w:left w:val="none" w:sz="0" w:space="0" w:color="auto"/>
        <w:bottom w:val="none" w:sz="0" w:space="0" w:color="auto"/>
        <w:right w:val="none" w:sz="0" w:space="0" w:color="auto"/>
      </w:divBdr>
    </w:div>
    <w:div w:id="21333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yessl\Desktop\In%20Progress\SAF_Template_0321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43DB1CA64840E4BD5BB7C094998335"/>
        <w:category>
          <w:name w:val="General"/>
          <w:gallery w:val="placeholder"/>
        </w:category>
        <w:types>
          <w:type w:val="bbPlcHdr"/>
        </w:types>
        <w:behaviors>
          <w:behavior w:val="content"/>
        </w:behaviors>
        <w:guid w:val="{E0BCB24B-A22D-4846-8BFE-5E86807CCC82}"/>
      </w:docPartPr>
      <w:docPartBody>
        <w:p w:rsidR="00A9522A" w:rsidRDefault="009F47B3" w:rsidP="009F47B3">
          <w:pPr>
            <w:pStyle w:val="A743DB1CA64840E4BD5BB7C094998335"/>
          </w:pPr>
          <w:r w:rsidRPr="001E1E39">
            <w:rPr>
              <w:rStyle w:val="PlaceholderText"/>
              <w:sz w:val="18"/>
              <w:szCs w:val="18"/>
            </w:rPr>
            <w:t>Enter company name</w:t>
          </w:r>
        </w:p>
      </w:docPartBody>
    </w:docPart>
    <w:docPart>
      <w:docPartPr>
        <w:name w:val="7FB4D61663304DBD9EA41C405499C857"/>
        <w:category>
          <w:name w:val="General"/>
          <w:gallery w:val="placeholder"/>
        </w:category>
        <w:types>
          <w:type w:val="bbPlcHdr"/>
        </w:types>
        <w:behaviors>
          <w:behavior w:val="content"/>
        </w:behaviors>
        <w:guid w:val="{DDA905EC-EC6C-46A1-9572-C69D948696AA}"/>
      </w:docPartPr>
      <w:docPartBody>
        <w:p w:rsidR="00A9522A" w:rsidRDefault="009F47B3" w:rsidP="009F47B3">
          <w:pPr>
            <w:pStyle w:val="7FB4D61663304DBD9EA41C405499C857"/>
          </w:pPr>
          <w:r w:rsidRPr="001E1E39">
            <w:rPr>
              <w:rStyle w:val="PlaceholderText"/>
              <w:sz w:val="18"/>
              <w:szCs w:val="18"/>
            </w:rPr>
            <w:t>Enter contact name</w:t>
          </w:r>
        </w:p>
      </w:docPartBody>
    </w:docPart>
    <w:docPart>
      <w:docPartPr>
        <w:name w:val="AA5066D4EAA34FAA856FF875577BCD08"/>
        <w:category>
          <w:name w:val="General"/>
          <w:gallery w:val="placeholder"/>
        </w:category>
        <w:types>
          <w:type w:val="bbPlcHdr"/>
        </w:types>
        <w:behaviors>
          <w:behavior w:val="content"/>
        </w:behaviors>
        <w:guid w:val="{CEB0513A-767F-4332-8E6B-4F3E062F1D1D}"/>
      </w:docPartPr>
      <w:docPartBody>
        <w:p w:rsidR="00A9522A" w:rsidRDefault="009F47B3" w:rsidP="009F47B3">
          <w:pPr>
            <w:pStyle w:val="AA5066D4EAA34FAA856FF875577BCD08"/>
          </w:pPr>
          <w:r w:rsidRPr="001E1E39">
            <w:rPr>
              <w:rStyle w:val="PlaceholderText"/>
              <w:sz w:val="18"/>
              <w:szCs w:val="18"/>
            </w:rPr>
            <w:t>Enter remit to address</w:t>
          </w:r>
        </w:p>
      </w:docPartBody>
    </w:docPart>
    <w:docPart>
      <w:docPartPr>
        <w:name w:val="BA177A60C409433BA0D822976CDD65B1"/>
        <w:category>
          <w:name w:val="General"/>
          <w:gallery w:val="placeholder"/>
        </w:category>
        <w:types>
          <w:type w:val="bbPlcHdr"/>
        </w:types>
        <w:behaviors>
          <w:behavior w:val="content"/>
        </w:behaviors>
        <w:guid w:val="{C577FEB4-D0A0-417C-AC0D-7B7DFCCD1B50}"/>
      </w:docPartPr>
      <w:docPartBody>
        <w:p w:rsidR="00A9522A" w:rsidRDefault="009F47B3" w:rsidP="009F47B3">
          <w:pPr>
            <w:pStyle w:val="BA177A60C409433BA0D822976CDD65B1"/>
          </w:pPr>
          <w:r w:rsidRPr="001E1E39">
            <w:rPr>
              <w:rStyle w:val="PlaceholderText"/>
              <w:sz w:val="18"/>
              <w:szCs w:val="18"/>
            </w:rPr>
            <w:t>Enter phone 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489"/>
    <w:rsid w:val="00244862"/>
    <w:rsid w:val="00365F3B"/>
    <w:rsid w:val="004D6236"/>
    <w:rsid w:val="00512E23"/>
    <w:rsid w:val="00887666"/>
    <w:rsid w:val="009F47B3"/>
    <w:rsid w:val="00A9522A"/>
    <w:rsid w:val="00B81DF6"/>
    <w:rsid w:val="00B906F3"/>
    <w:rsid w:val="00C1666A"/>
    <w:rsid w:val="00C54EE4"/>
    <w:rsid w:val="00CA3013"/>
    <w:rsid w:val="00D92BC7"/>
    <w:rsid w:val="00F06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47B3"/>
    <w:rPr>
      <w:color w:val="808080"/>
    </w:rPr>
  </w:style>
  <w:style w:type="paragraph" w:customStyle="1" w:styleId="5FFF5ADDF57E4F71BF75300767471ECD">
    <w:name w:val="5FFF5ADDF57E4F71BF75300767471ECD"/>
  </w:style>
  <w:style w:type="paragraph" w:customStyle="1" w:styleId="47E11AF3669E4F83800D49A160D046FE">
    <w:name w:val="47E11AF3669E4F83800D49A160D046FE"/>
  </w:style>
  <w:style w:type="paragraph" w:customStyle="1" w:styleId="B2C332CBF31D442DB20D5EE8913A250F">
    <w:name w:val="B2C332CBF31D442DB20D5EE8913A250F"/>
  </w:style>
  <w:style w:type="paragraph" w:customStyle="1" w:styleId="5AFB1C8CDD1141D3A8203E6735862FFB">
    <w:name w:val="5AFB1C8CDD1141D3A8203E6735862FFB"/>
  </w:style>
  <w:style w:type="paragraph" w:customStyle="1" w:styleId="6C3B014DCEAD4DE9BA083F2F4A6D9143">
    <w:name w:val="6C3B014DCEAD4DE9BA083F2F4A6D9143"/>
  </w:style>
  <w:style w:type="paragraph" w:customStyle="1" w:styleId="FB0461DF9C4F43B6AB355B9144D3BDFB">
    <w:name w:val="FB0461DF9C4F43B6AB355B9144D3BDFB"/>
  </w:style>
  <w:style w:type="paragraph" w:customStyle="1" w:styleId="BF0107C952E04341BD5A92785864A548">
    <w:name w:val="BF0107C952E04341BD5A92785864A548"/>
  </w:style>
  <w:style w:type="paragraph" w:customStyle="1" w:styleId="5B0783A64A984D91B1AB61BAFD6D5488">
    <w:name w:val="5B0783A64A984D91B1AB61BAFD6D5488"/>
  </w:style>
  <w:style w:type="paragraph" w:customStyle="1" w:styleId="D0FE09B0B2C3440DB2B2B51D5371D473">
    <w:name w:val="D0FE09B0B2C3440DB2B2B51D5371D473"/>
  </w:style>
  <w:style w:type="paragraph" w:customStyle="1" w:styleId="8541D3F331E94ECF8C73DA945834581F">
    <w:name w:val="8541D3F331E94ECF8C73DA945834581F"/>
  </w:style>
  <w:style w:type="paragraph" w:customStyle="1" w:styleId="7940BFB041F4439AA42C35DB38251E18">
    <w:name w:val="7940BFB041F4439AA42C35DB38251E18"/>
  </w:style>
  <w:style w:type="paragraph" w:customStyle="1" w:styleId="3648D1BD3F6B46489B99198808CCA41D">
    <w:name w:val="3648D1BD3F6B46489B99198808CCA41D"/>
  </w:style>
  <w:style w:type="paragraph" w:customStyle="1" w:styleId="8692FC65D2D84BC4A6BAE7A9B74E4375">
    <w:name w:val="8692FC65D2D84BC4A6BAE7A9B74E4375"/>
  </w:style>
  <w:style w:type="paragraph" w:customStyle="1" w:styleId="4341061D832840A19E8F0F571CBFFF70">
    <w:name w:val="4341061D832840A19E8F0F571CBFFF70"/>
  </w:style>
  <w:style w:type="paragraph" w:customStyle="1" w:styleId="4FD5C71E811B4410B0878322387F7A24">
    <w:name w:val="4FD5C71E811B4410B0878322387F7A24"/>
  </w:style>
  <w:style w:type="paragraph" w:customStyle="1" w:styleId="957146F680564058AED0BF002A1B120D">
    <w:name w:val="957146F680564058AED0BF002A1B120D"/>
  </w:style>
  <w:style w:type="paragraph" w:customStyle="1" w:styleId="A56BD1CBB3BC49BFBF335FA7564CE891">
    <w:name w:val="A56BD1CBB3BC49BFBF335FA7564CE891"/>
  </w:style>
  <w:style w:type="paragraph" w:customStyle="1" w:styleId="B077CC17110E4F19B83A95075EDC1222">
    <w:name w:val="B077CC17110E4F19B83A95075EDC1222"/>
  </w:style>
  <w:style w:type="paragraph" w:customStyle="1" w:styleId="84016A08DF0A43F1ADCCF914FFD8058D">
    <w:name w:val="84016A08DF0A43F1ADCCF914FFD8058D"/>
  </w:style>
  <w:style w:type="paragraph" w:customStyle="1" w:styleId="BF6E2221296042E0BC69D8F901D7CCC0">
    <w:name w:val="BF6E2221296042E0BC69D8F901D7CCC0"/>
  </w:style>
  <w:style w:type="paragraph" w:customStyle="1" w:styleId="12553B4453B94BB581A5694021A25E94">
    <w:name w:val="12553B4453B94BB581A5694021A25E94"/>
  </w:style>
  <w:style w:type="paragraph" w:customStyle="1" w:styleId="42D42008329141FC893F1B0460F3D56E">
    <w:name w:val="42D42008329141FC893F1B0460F3D56E"/>
  </w:style>
  <w:style w:type="paragraph" w:customStyle="1" w:styleId="0426C5FD66524B7D8512651C8402B5B7">
    <w:name w:val="0426C5FD66524B7D8512651C8402B5B7"/>
  </w:style>
  <w:style w:type="paragraph" w:customStyle="1" w:styleId="2B3E7444FC144D8FA9F255CB231E47C0">
    <w:name w:val="2B3E7444FC144D8FA9F255CB231E47C0"/>
  </w:style>
  <w:style w:type="paragraph" w:customStyle="1" w:styleId="A81922825B25467E881665AD254DD7E7">
    <w:name w:val="A81922825B25467E881665AD254DD7E7"/>
  </w:style>
  <w:style w:type="paragraph" w:customStyle="1" w:styleId="8742E138E9FE400BB4C071474FFAF769">
    <w:name w:val="8742E138E9FE400BB4C071474FFAF769"/>
  </w:style>
  <w:style w:type="paragraph" w:customStyle="1" w:styleId="24BB7E1F6AF743B38BB4B34872E24A93">
    <w:name w:val="24BB7E1F6AF743B38BB4B34872E24A93"/>
  </w:style>
  <w:style w:type="paragraph" w:customStyle="1" w:styleId="865E6832B4D648F5BB9CE76FC22F9C95">
    <w:name w:val="865E6832B4D648F5BB9CE76FC22F9C95"/>
  </w:style>
  <w:style w:type="paragraph" w:customStyle="1" w:styleId="7C45C6847B1541948EBEB6B9BF1E52B1">
    <w:name w:val="7C45C6847B1541948EBEB6B9BF1E52B1"/>
  </w:style>
  <w:style w:type="paragraph" w:customStyle="1" w:styleId="ACB6E1D65A48436EAEEBF683A5F86358">
    <w:name w:val="ACB6E1D65A48436EAEEBF683A5F86358"/>
  </w:style>
  <w:style w:type="paragraph" w:customStyle="1" w:styleId="51210E9AEF6948EC9A876D8639A8BE6A">
    <w:name w:val="51210E9AEF6948EC9A876D8639A8BE6A"/>
  </w:style>
  <w:style w:type="paragraph" w:customStyle="1" w:styleId="04E101FB7B524992B73004267AF98277">
    <w:name w:val="04E101FB7B524992B73004267AF98277"/>
  </w:style>
  <w:style w:type="paragraph" w:customStyle="1" w:styleId="766D10EFA1D048379AC8F6EE50A14A3A">
    <w:name w:val="766D10EFA1D048379AC8F6EE50A14A3A"/>
  </w:style>
  <w:style w:type="paragraph" w:customStyle="1" w:styleId="F44113AC2C264DC88BE291FF59C4961B">
    <w:name w:val="F44113AC2C264DC88BE291FF59C4961B"/>
  </w:style>
  <w:style w:type="paragraph" w:customStyle="1" w:styleId="7B234F0B4EEB469496C380F57DC3F464">
    <w:name w:val="7B234F0B4EEB469496C380F57DC3F464"/>
  </w:style>
  <w:style w:type="paragraph" w:customStyle="1" w:styleId="6709F22DC8E24A3D96049BF8A1FA4A8C">
    <w:name w:val="6709F22DC8E24A3D96049BF8A1FA4A8C"/>
  </w:style>
  <w:style w:type="paragraph" w:customStyle="1" w:styleId="5225ADD590AA46E5AD561CF1954A4783">
    <w:name w:val="5225ADD590AA46E5AD561CF1954A4783"/>
  </w:style>
  <w:style w:type="paragraph" w:customStyle="1" w:styleId="DA6FDBDBA247474CAAA072B3CD123DFA">
    <w:name w:val="DA6FDBDBA247474CAAA072B3CD123DFA"/>
  </w:style>
  <w:style w:type="paragraph" w:customStyle="1" w:styleId="92F5DCDC90A2469882E426B63728678F">
    <w:name w:val="92F5DCDC90A2469882E426B63728678F"/>
  </w:style>
  <w:style w:type="paragraph" w:customStyle="1" w:styleId="0D466FC62A7C45AF9DF1C5C942FE6F15">
    <w:name w:val="0D466FC62A7C45AF9DF1C5C942FE6F15"/>
  </w:style>
  <w:style w:type="paragraph" w:customStyle="1" w:styleId="0B1E6137E6CD461FA6FC53982F777880">
    <w:name w:val="0B1E6137E6CD461FA6FC53982F777880"/>
  </w:style>
  <w:style w:type="paragraph" w:customStyle="1" w:styleId="54A9FD5C659345828894A8D013FFEA41">
    <w:name w:val="54A9FD5C659345828894A8D013FFEA41"/>
  </w:style>
  <w:style w:type="paragraph" w:customStyle="1" w:styleId="78E8BD2BA6A1425D8D7760D5C55FD8FA">
    <w:name w:val="78E8BD2BA6A1425D8D7760D5C55FD8FA"/>
  </w:style>
  <w:style w:type="paragraph" w:customStyle="1" w:styleId="0F27661A31E544978F21F897AFDE731E">
    <w:name w:val="0F27661A31E544978F21F897AFDE731E"/>
  </w:style>
  <w:style w:type="paragraph" w:customStyle="1" w:styleId="AB1D540674644237A79A51DA92FCD3C7">
    <w:name w:val="AB1D540674644237A79A51DA92FCD3C7"/>
  </w:style>
  <w:style w:type="paragraph" w:customStyle="1" w:styleId="1C01BBAEFB2143F6B6462B7429497D14">
    <w:name w:val="1C01BBAEFB2143F6B6462B7429497D14"/>
  </w:style>
  <w:style w:type="paragraph" w:customStyle="1" w:styleId="E86D7ADF3B9F40DDB03E8C7D4625A01E">
    <w:name w:val="E86D7ADF3B9F40DDB03E8C7D4625A01E"/>
  </w:style>
  <w:style w:type="paragraph" w:customStyle="1" w:styleId="75FE2A4C28E7499DA2E0024308DC6A87">
    <w:name w:val="75FE2A4C28E7499DA2E0024308DC6A87"/>
  </w:style>
  <w:style w:type="paragraph" w:customStyle="1" w:styleId="64417F54FFC340BDA09B747F5C151BC8">
    <w:name w:val="64417F54FFC340BDA09B747F5C151BC8"/>
  </w:style>
  <w:style w:type="paragraph" w:customStyle="1" w:styleId="2436E9E9D5AC4DE49DE5895882961E8C">
    <w:name w:val="2436E9E9D5AC4DE49DE5895882961E8C"/>
  </w:style>
  <w:style w:type="paragraph" w:customStyle="1" w:styleId="DE8B77BE984B4C40879D6B1DE015FDA2">
    <w:name w:val="DE8B77BE984B4C40879D6B1DE015FDA2"/>
  </w:style>
  <w:style w:type="paragraph" w:customStyle="1" w:styleId="8266A28FCB2647AFAD0F2C39131821A8">
    <w:name w:val="8266A28FCB2647AFAD0F2C39131821A8"/>
  </w:style>
  <w:style w:type="paragraph" w:customStyle="1" w:styleId="DDB45BD3F4294B848EDBCF169C8AEFCE">
    <w:name w:val="DDB45BD3F4294B848EDBCF169C8AEFCE"/>
  </w:style>
  <w:style w:type="paragraph" w:customStyle="1" w:styleId="4A09BC8A9BF44F5CBF2F98111EC98E72">
    <w:name w:val="4A09BC8A9BF44F5CBF2F98111EC98E72"/>
  </w:style>
  <w:style w:type="paragraph" w:customStyle="1" w:styleId="63257CF9129241058D32FE76EA10A484">
    <w:name w:val="63257CF9129241058D32FE76EA10A484"/>
  </w:style>
  <w:style w:type="paragraph" w:customStyle="1" w:styleId="E78ED69FB01F4CA49E168BEB994ACBCB">
    <w:name w:val="E78ED69FB01F4CA49E168BEB994ACBCB"/>
  </w:style>
  <w:style w:type="paragraph" w:customStyle="1" w:styleId="1497754920144F649B5674753AA8CA62">
    <w:name w:val="1497754920144F649B5674753AA8CA62"/>
  </w:style>
  <w:style w:type="paragraph" w:customStyle="1" w:styleId="C9A079AE8236472D8C24D15855AB0E1F">
    <w:name w:val="C9A079AE8236472D8C24D15855AB0E1F"/>
  </w:style>
  <w:style w:type="paragraph" w:customStyle="1" w:styleId="153AD30752624699BBA6293DCF1A87D8">
    <w:name w:val="153AD30752624699BBA6293DCF1A87D8"/>
  </w:style>
  <w:style w:type="paragraph" w:customStyle="1" w:styleId="C6193593FDD9495D8F3C03FFB85C4471">
    <w:name w:val="C6193593FDD9495D8F3C03FFB85C4471"/>
  </w:style>
  <w:style w:type="paragraph" w:customStyle="1" w:styleId="021E2B7787784CCDA4CC44DA853ACB06">
    <w:name w:val="021E2B7787784CCDA4CC44DA853ACB06"/>
  </w:style>
  <w:style w:type="paragraph" w:customStyle="1" w:styleId="339AA474CAD248D29995A603181C1E1E">
    <w:name w:val="339AA474CAD248D29995A603181C1E1E"/>
  </w:style>
  <w:style w:type="paragraph" w:customStyle="1" w:styleId="853693C360AF4C4680FA7FE51F863D17">
    <w:name w:val="853693C360AF4C4680FA7FE51F863D17"/>
  </w:style>
  <w:style w:type="paragraph" w:customStyle="1" w:styleId="53F1DAB49E3D4CF0ADA226E5EC2CF0C5">
    <w:name w:val="53F1DAB49E3D4CF0ADA226E5EC2CF0C5"/>
  </w:style>
  <w:style w:type="paragraph" w:customStyle="1" w:styleId="A1F0ACEA8296428094B9FBBED17C1D79">
    <w:name w:val="A1F0ACEA8296428094B9FBBED17C1D79"/>
  </w:style>
  <w:style w:type="paragraph" w:customStyle="1" w:styleId="F68B42B636964DD0AF04C2656670DCED">
    <w:name w:val="F68B42B636964DD0AF04C2656670DCED"/>
  </w:style>
  <w:style w:type="paragraph" w:customStyle="1" w:styleId="35F3D0FBD8484F06A4B7C744C7ABE32A">
    <w:name w:val="35F3D0FBD8484F06A4B7C744C7ABE32A"/>
  </w:style>
  <w:style w:type="paragraph" w:customStyle="1" w:styleId="E46A9FA3BED645CCB311A94EEC19B0B1">
    <w:name w:val="E46A9FA3BED645CCB311A94EEC19B0B1"/>
  </w:style>
  <w:style w:type="paragraph" w:customStyle="1" w:styleId="4D59C82E8F104FB3B728F2389FBADA64">
    <w:name w:val="4D59C82E8F104FB3B728F2389FBADA64"/>
  </w:style>
  <w:style w:type="paragraph" w:customStyle="1" w:styleId="FB4F647D6DE7420A8C94471B05615287">
    <w:name w:val="FB4F647D6DE7420A8C94471B05615287"/>
  </w:style>
  <w:style w:type="paragraph" w:customStyle="1" w:styleId="9C61DC8A88CD491298D5F580AF905CEA">
    <w:name w:val="9C61DC8A88CD491298D5F580AF905CEA"/>
  </w:style>
  <w:style w:type="paragraph" w:customStyle="1" w:styleId="45D1419239584464BFAF7D841A54247B">
    <w:name w:val="45D1419239584464BFAF7D841A54247B"/>
  </w:style>
  <w:style w:type="paragraph" w:customStyle="1" w:styleId="19498E2A52994489A739ECBF42350A61">
    <w:name w:val="19498E2A52994489A739ECBF42350A61"/>
  </w:style>
  <w:style w:type="paragraph" w:customStyle="1" w:styleId="ED308B7AB4CF448C9B3905A7C1946523">
    <w:name w:val="ED308B7AB4CF448C9B3905A7C1946523"/>
  </w:style>
  <w:style w:type="paragraph" w:customStyle="1" w:styleId="B30875BB851944BBA9D0BAC5FFD8D187">
    <w:name w:val="B30875BB851944BBA9D0BAC5FFD8D187"/>
  </w:style>
  <w:style w:type="paragraph" w:customStyle="1" w:styleId="3FB32619CC45448C87FFF67B9CC9F9CD">
    <w:name w:val="3FB32619CC45448C87FFF67B9CC9F9CD"/>
  </w:style>
  <w:style w:type="paragraph" w:customStyle="1" w:styleId="A9B2B9EB3C8842F4A5BF813F8E0BCC3E">
    <w:name w:val="A9B2B9EB3C8842F4A5BF813F8E0BCC3E"/>
  </w:style>
  <w:style w:type="paragraph" w:customStyle="1" w:styleId="DC70F33F69DC483F9B764B7BAF978E42">
    <w:name w:val="DC70F33F69DC483F9B764B7BAF978E42"/>
  </w:style>
  <w:style w:type="paragraph" w:customStyle="1" w:styleId="91CCC6FF14324A00B4031F7DFB296EAD">
    <w:name w:val="91CCC6FF14324A00B4031F7DFB296EAD"/>
  </w:style>
  <w:style w:type="paragraph" w:customStyle="1" w:styleId="3983E91D42EC48AEBA5C31E80886F0DB">
    <w:name w:val="3983E91D42EC48AEBA5C31E80886F0DB"/>
  </w:style>
  <w:style w:type="paragraph" w:customStyle="1" w:styleId="77948F179C034E2D824DE2A180B5F7E0">
    <w:name w:val="77948F179C034E2D824DE2A180B5F7E0"/>
  </w:style>
  <w:style w:type="paragraph" w:customStyle="1" w:styleId="A2E5C989E55843C09D70D5550206332A">
    <w:name w:val="A2E5C989E55843C09D70D5550206332A"/>
  </w:style>
  <w:style w:type="paragraph" w:customStyle="1" w:styleId="5FFF5ADDF57E4F71BF75300767471ECD1">
    <w:name w:val="5FFF5ADDF57E4F71BF75300767471ECD1"/>
    <w:rsid w:val="00F06489"/>
  </w:style>
  <w:style w:type="paragraph" w:customStyle="1" w:styleId="47E11AF3669E4F83800D49A160D046FE1">
    <w:name w:val="47E11AF3669E4F83800D49A160D046FE1"/>
    <w:rsid w:val="00F06489"/>
  </w:style>
  <w:style w:type="paragraph" w:customStyle="1" w:styleId="5AFB1C8CDD1141D3A8203E6735862FFB1">
    <w:name w:val="5AFB1C8CDD1141D3A8203E6735862FFB1"/>
    <w:rsid w:val="00F06489"/>
  </w:style>
  <w:style w:type="paragraph" w:customStyle="1" w:styleId="6C3B014DCEAD4DE9BA083F2F4A6D91431">
    <w:name w:val="6C3B014DCEAD4DE9BA083F2F4A6D91431"/>
    <w:rsid w:val="00F06489"/>
  </w:style>
  <w:style w:type="paragraph" w:customStyle="1" w:styleId="FB0461DF9C4F43B6AB355B9144D3BDFB1">
    <w:name w:val="FB0461DF9C4F43B6AB355B9144D3BDFB1"/>
    <w:rsid w:val="00F06489"/>
  </w:style>
  <w:style w:type="paragraph" w:customStyle="1" w:styleId="BF0107C952E04341BD5A92785864A5481">
    <w:name w:val="BF0107C952E04341BD5A92785864A5481"/>
    <w:rsid w:val="00F06489"/>
  </w:style>
  <w:style w:type="paragraph" w:customStyle="1" w:styleId="5B0783A64A984D91B1AB61BAFD6D54881">
    <w:name w:val="5B0783A64A984D91B1AB61BAFD6D54881"/>
    <w:rsid w:val="00F06489"/>
  </w:style>
  <w:style w:type="paragraph" w:customStyle="1" w:styleId="D0FE09B0B2C3440DB2B2B51D5371D4731">
    <w:name w:val="D0FE09B0B2C3440DB2B2B51D5371D4731"/>
    <w:rsid w:val="00F06489"/>
  </w:style>
  <w:style w:type="paragraph" w:customStyle="1" w:styleId="8541D3F331E94ECF8C73DA945834581F1">
    <w:name w:val="8541D3F331E94ECF8C73DA945834581F1"/>
    <w:rsid w:val="00F06489"/>
  </w:style>
  <w:style w:type="paragraph" w:customStyle="1" w:styleId="7940BFB041F4439AA42C35DB38251E181">
    <w:name w:val="7940BFB041F4439AA42C35DB38251E181"/>
    <w:rsid w:val="00F06489"/>
  </w:style>
  <w:style w:type="paragraph" w:customStyle="1" w:styleId="3648D1BD3F6B46489B99198808CCA41D1">
    <w:name w:val="3648D1BD3F6B46489B99198808CCA41D1"/>
    <w:rsid w:val="00F06489"/>
  </w:style>
  <w:style w:type="paragraph" w:customStyle="1" w:styleId="8692FC65D2D84BC4A6BAE7A9B74E43751">
    <w:name w:val="8692FC65D2D84BC4A6BAE7A9B74E43751"/>
    <w:rsid w:val="00F06489"/>
  </w:style>
  <w:style w:type="paragraph" w:customStyle="1" w:styleId="4341061D832840A19E8F0F571CBFFF701">
    <w:name w:val="4341061D832840A19E8F0F571CBFFF701"/>
    <w:rsid w:val="00F06489"/>
  </w:style>
  <w:style w:type="paragraph" w:customStyle="1" w:styleId="4FD5C71E811B4410B0878322387F7A241">
    <w:name w:val="4FD5C71E811B4410B0878322387F7A241"/>
    <w:rsid w:val="00F06489"/>
  </w:style>
  <w:style w:type="paragraph" w:customStyle="1" w:styleId="957146F680564058AED0BF002A1B120D1">
    <w:name w:val="957146F680564058AED0BF002A1B120D1"/>
    <w:rsid w:val="00F06489"/>
  </w:style>
  <w:style w:type="paragraph" w:customStyle="1" w:styleId="A56BD1CBB3BC49BFBF335FA7564CE8911">
    <w:name w:val="A56BD1CBB3BC49BFBF335FA7564CE8911"/>
    <w:rsid w:val="00F06489"/>
  </w:style>
  <w:style w:type="paragraph" w:customStyle="1" w:styleId="B077CC17110E4F19B83A95075EDC12221">
    <w:name w:val="B077CC17110E4F19B83A95075EDC12221"/>
    <w:rsid w:val="00F06489"/>
  </w:style>
  <w:style w:type="paragraph" w:customStyle="1" w:styleId="84016A08DF0A43F1ADCCF914FFD8058D1">
    <w:name w:val="84016A08DF0A43F1ADCCF914FFD8058D1"/>
    <w:rsid w:val="00F06489"/>
  </w:style>
  <w:style w:type="paragraph" w:customStyle="1" w:styleId="BF6E2221296042E0BC69D8F901D7CCC01">
    <w:name w:val="BF6E2221296042E0BC69D8F901D7CCC01"/>
    <w:rsid w:val="00F06489"/>
  </w:style>
  <w:style w:type="paragraph" w:customStyle="1" w:styleId="12553B4453B94BB581A5694021A25E941">
    <w:name w:val="12553B4453B94BB581A5694021A25E941"/>
    <w:rsid w:val="00F06489"/>
  </w:style>
  <w:style w:type="paragraph" w:customStyle="1" w:styleId="42D42008329141FC893F1B0460F3D56E1">
    <w:name w:val="42D42008329141FC893F1B0460F3D56E1"/>
    <w:rsid w:val="00F06489"/>
  </w:style>
  <w:style w:type="paragraph" w:customStyle="1" w:styleId="0426C5FD66524B7D8512651C8402B5B71">
    <w:name w:val="0426C5FD66524B7D8512651C8402B5B71"/>
    <w:rsid w:val="00F06489"/>
  </w:style>
  <w:style w:type="paragraph" w:customStyle="1" w:styleId="2B3E7444FC144D8FA9F255CB231E47C01">
    <w:name w:val="2B3E7444FC144D8FA9F255CB231E47C01"/>
    <w:rsid w:val="00F06489"/>
  </w:style>
  <w:style w:type="paragraph" w:customStyle="1" w:styleId="A81922825B25467E881665AD254DD7E71">
    <w:name w:val="A81922825B25467E881665AD254DD7E71"/>
    <w:rsid w:val="00F06489"/>
  </w:style>
  <w:style w:type="paragraph" w:customStyle="1" w:styleId="8742E138E9FE400BB4C071474FFAF7691">
    <w:name w:val="8742E138E9FE400BB4C071474FFAF7691"/>
    <w:rsid w:val="00F06489"/>
  </w:style>
  <w:style w:type="paragraph" w:customStyle="1" w:styleId="24BB7E1F6AF743B38BB4B34872E24A931">
    <w:name w:val="24BB7E1F6AF743B38BB4B34872E24A931"/>
    <w:rsid w:val="00F06489"/>
  </w:style>
  <w:style w:type="paragraph" w:customStyle="1" w:styleId="865E6832B4D648F5BB9CE76FC22F9C951">
    <w:name w:val="865E6832B4D648F5BB9CE76FC22F9C951"/>
    <w:rsid w:val="00F06489"/>
  </w:style>
  <w:style w:type="paragraph" w:customStyle="1" w:styleId="7C45C6847B1541948EBEB6B9BF1E52B11">
    <w:name w:val="7C45C6847B1541948EBEB6B9BF1E52B11"/>
    <w:rsid w:val="00F06489"/>
  </w:style>
  <w:style w:type="paragraph" w:customStyle="1" w:styleId="ACB6E1D65A48436EAEEBF683A5F863581">
    <w:name w:val="ACB6E1D65A48436EAEEBF683A5F863581"/>
    <w:rsid w:val="00F06489"/>
  </w:style>
  <w:style w:type="paragraph" w:customStyle="1" w:styleId="51210E9AEF6948EC9A876D8639A8BE6A1">
    <w:name w:val="51210E9AEF6948EC9A876D8639A8BE6A1"/>
    <w:rsid w:val="00F06489"/>
  </w:style>
  <w:style w:type="paragraph" w:customStyle="1" w:styleId="04E101FB7B524992B73004267AF982771">
    <w:name w:val="04E101FB7B524992B73004267AF982771"/>
    <w:rsid w:val="00F06489"/>
  </w:style>
  <w:style w:type="paragraph" w:customStyle="1" w:styleId="766D10EFA1D048379AC8F6EE50A14A3A1">
    <w:name w:val="766D10EFA1D048379AC8F6EE50A14A3A1"/>
    <w:rsid w:val="00F06489"/>
  </w:style>
  <w:style w:type="paragraph" w:customStyle="1" w:styleId="F44113AC2C264DC88BE291FF59C4961B1">
    <w:name w:val="F44113AC2C264DC88BE291FF59C4961B1"/>
    <w:rsid w:val="00F06489"/>
  </w:style>
  <w:style w:type="paragraph" w:customStyle="1" w:styleId="7B234F0B4EEB469496C380F57DC3F4641">
    <w:name w:val="7B234F0B4EEB469496C380F57DC3F4641"/>
    <w:rsid w:val="00F06489"/>
  </w:style>
  <w:style w:type="paragraph" w:customStyle="1" w:styleId="6709F22DC8E24A3D96049BF8A1FA4A8C1">
    <w:name w:val="6709F22DC8E24A3D96049BF8A1FA4A8C1"/>
    <w:rsid w:val="00F06489"/>
  </w:style>
  <w:style w:type="paragraph" w:customStyle="1" w:styleId="5225ADD590AA46E5AD561CF1954A47831">
    <w:name w:val="5225ADD590AA46E5AD561CF1954A47831"/>
    <w:rsid w:val="00F06489"/>
  </w:style>
  <w:style w:type="paragraph" w:customStyle="1" w:styleId="DA6FDBDBA247474CAAA072B3CD123DFA1">
    <w:name w:val="DA6FDBDBA247474CAAA072B3CD123DFA1"/>
    <w:rsid w:val="00F06489"/>
  </w:style>
  <w:style w:type="paragraph" w:customStyle="1" w:styleId="92F5DCDC90A2469882E426B63728678F1">
    <w:name w:val="92F5DCDC90A2469882E426B63728678F1"/>
    <w:rsid w:val="00F06489"/>
  </w:style>
  <w:style w:type="paragraph" w:customStyle="1" w:styleId="0D466FC62A7C45AF9DF1C5C942FE6F151">
    <w:name w:val="0D466FC62A7C45AF9DF1C5C942FE6F151"/>
    <w:rsid w:val="00F06489"/>
  </w:style>
  <w:style w:type="paragraph" w:customStyle="1" w:styleId="0B1E6137E6CD461FA6FC53982F7778801">
    <w:name w:val="0B1E6137E6CD461FA6FC53982F7778801"/>
    <w:rsid w:val="00F06489"/>
  </w:style>
  <w:style w:type="paragraph" w:customStyle="1" w:styleId="54A9FD5C659345828894A8D013FFEA411">
    <w:name w:val="54A9FD5C659345828894A8D013FFEA411"/>
    <w:rsid w:val="00F06489"/>
  </w:style>
  <w:style w:type="paragraph" w:customStyle="1" w:styleId="78E8BD2BA6A1425D8D7760D5C55FD8FA1">
    <w:name w:val="78E8BD2BA6A1425D8D7760D5C55FD8FA1"/>
    <w:rsid w:val="00F06489"/>
  </w:style>
  <w:style w:type="paragraph" w:customStyle="1" w:styleId="0F27661A31E544978F21F897AFDE731E1">
    <w:name w:val="0F27661A31E544978F21F897AFDE731E1"/>
    <w:rsid w:val="00F06489"/>
  </w:style>
  <w:style w:type="paragraph" w:customStyle="1" w:styleId="AB1D540674644237A79A51DA92FCD3C71">
    <w:name w:val="AB1D540674644237A79A51DA92FCD3C71"/>
    <w:rsid w:val="00F06489"/>
  </w:style>
  <w:style w:type="paragraph" w:customStyle="1" w:styleId="1C01BBAEFB2143F6B6462B7429497D141">
    <w:name w:val="1C01BBAEFB2143F6B6462B7429497D141"/>
    <w:rsid w:val="00F06489"/>
  </w:style>
  <w:style w:type="paragraph" w:customStyle="1" w:styleId="E86D7ADF3B9F40DDB03E8C7D4625A01E1">
    <w:name w:val="E86D7ADF3B9F40DDB03E8C7D4625A01E1"/>
    <w:rsid w:val="00F06489"/>
  </w:style>
  <w:style w:type="paragraph" w:customStyle="1" w:styleId="75FE2A4C28E7499DA2E0024308DC6A871">
    <w:name w:val="75FE2A4C28E7499DA2E0024308DC6A871"/>
    <w:rsid w:val="00F06489"/>
  </w:style>
  <w:style w:type="paragraph" w:customStyle="1" w:styleId="64417F54FFC340BDA09B747F5C151BC81">
    <w:name w:val="64417F54FFC340BDA09B747F5C151BC81"/>
    <w:rsid w:val="00F06489"/>
  </w:style>
  <w:style w:type="paragraph" w:customStyle="1" w:styleId="2436E9E9D5AC4DE49DE5895882961E8C1">
    <w:name w:val="2436E9E9D5AC4DE49DE5895882961E8C1"/>
    <w:rsid w:val="00F06489"/>
  </w:style>
  <w:style w:type="paragraph" w:customStyle="1" w:styleId="DE8B77BE984B4C40879D6B1DE015FDA21">
    <w:name w:val="DE8B77BE984B4C40879D6B1DE015FDA21"/>
    <w:rsid w:val="00F06489"/>
  </w:style>
  <w:style w:type="paragraph" w:customStyle="1" w:styleId="8266A28FCB2647AFAD0F2C39131821A81">
    <w:name w:val="8266A28FCB2647AFAD0F2C39131821A81"/>
    <w:rsid w:val="00F06489"/>
  </w:style>
  <w:style w:type="paragraph" w:customStyle="1" w:styleId="DDB45BD3F4294B848EDBCF169C8AEFCE1">
    <w:name w:val="DDB45BD3F4294B848EDBCF169C8AEFCE1"/>
    <w:rsid w:val="00F06489"/>
  </w:style>
  <w:style w:type="paragraph" w:customStyle="1" w:styleId="4A09BC8A9BF44F5CBF2F98111EC98E721">
    <w:name w:val="4A09BC8A9BF44F5CBF2F98111EC98E721"/>
    <w:rsid w:val="00F06489"/>
  </w:style>
  <w:style w:type="paragraph" w:customStyle="1" w:styleId="63257CF9129241058D32FE76EA10A4841">
    <w:name w:val="63257CF9129241058D32FE76EA10A4841"/>
    <w:rsid w:val="00F06489"/>
  </w:style>
  <w:style w:type="paragraph" w:customStyle="1" w:styleId="E78ED69FB01F4CA49E168BEB994ACBCB1">
    <w:name w:val="E78ED69FB01F4CA49E168BEB994ACBCB1"/>
    <w:rsid w:val="00F06489"/>
  </w:style>
  <w:style w:type="paragraph" w:customStyle="1" w:styleId="1497754920144F649B5674753AA8CA621">
    <w:name w:val="1497754920144F649B5674753AA8CA621"/>
    <w:rsid w:val="00F06489"/>
  </w:style>
  <w:style w:type="paragraph" w:customStyle="1" w:styleId="C9A079AE8236472D8C24D15855AB0E1F1">
    <w:name w:val="C9A079AE8236472D8C24D15855AB0E1F1"/>
    <w:rsid w:val="00F06489"/>
  </w:style>
  <w:style w:type="paragraph" w:customStyle="1" w:styleId="153AD30752624699BBA6293DCF1A87D81">
    <w:name w:val="153AD30752624699BBA6293DCF1A87D81"/>
    <w:rsid w:val="00F06489"/>
  </w:style>
  <w:style w:type="paragraph" w:customStyle="1" w:styleId="C6193593FDD9495D8F3C03FFB85C44711">
    <w:name w:val="C6193593FDD9495D8F3C03FFB85C44711"/>
    <w:rsid w:val="00F06489"/>
  </w:style>
  <w:style w:type="paragraph" w:customStyle="1" w:styleId="021E2B7787784CCDA4CC44DA853ACB061">
    <w:name w:val="021E2B7787784CCDA4CC44DA853ACB061"/>
    <w:rsid w:val="00F06489"/>
  </w:style>
  <w:style w:type="paragraph" w:customStyle="1" w:styleId="339AA474CAD248D29995A603181C1E1E1">
    <w:name w:val="339AA474CAD248D29995A603181C1E1E1"/>
    <w:rsid w:val="00F06489"/>
  </w:style>
  <w:style w:type="paragraph" w:customStyle="1" w:styleId="853693C360AF4C4680FA7FE51F863D171">
    <w:name w:val="853693C360AF4C4680FA7FE51F863D171"/>
    <w:rsid w:val="00F06489"/>
  </w:style>
  <w:style w:type="paragraph" w:customStyle="1" w:styleId="53F1DAB49E3D4CF0ADA226E5EC2CF0C51">
    <w:name w:val="53F1DAB49E3D4CF0ADA226E5EC2CF0C51"/>
    <w:rsid w:val="00F06489"/>
  </w:style>
  <w:style w:type="paragraph" w:customStyle="1" w:styleId="A1F0ACEA8296428094B9FBBED17C1D791">
    <w:name w:val="A1F0ACEA8296428094B9FBBED17C1D791"/>
    <w:rsid w:val="00F06489"/>
  </w:style>
  <w:style w:type="paragraph" w:customStyle="1" w:styleId="F68B42B636964DD0AF04C2656670DCED1">
    <w:name w:val="F68B42B636964DD0AF04C2656670DCED1"/>
    <w:rsid w:val="00F06489"/>
  </w:style>
  <w:style w:type="paragraph" w:customStyle="1" w:styleId="35F3D0FBD8484F06A4B7C744C7ABE32A1">
    <w:name w:val="35F3D0FBD8484F06A4B7C744C7ABE32A1"/>
    <w:rsid w:val="00F06489"/>
  </w:style>
  <w:style w:type="paragraph" w:customStyle="1" w:styleId="E46A9FA3BED645CCB311A94EEC19B0B11">
    <w:name w:val="E46A9FA3BED645CCB311A94EEC19B0B11"/>
    <w:rsid w:val="00F06489"/>
  </w:style>
  <w:style w:type="paragraph" w:customStyle="1" w:styleId="4D59C82E8F104FB3B728F2389FBADA641">
    <w:name w:val="4D59C82E8F104FB3B728F2389FBADA641"/>
    <w:rsid w:val="00F06489"/>
  </w:style>
  <w:style w:type="paragraph" w:customStyle="1" w:styleId="FB4F647D6DE7420A8C94471B056152871">
    <w:name w:val="FB4F647D6DE7420A8C94471B056152871"/>
    <w:rsid w:val="00F06489"/>
  </w:style>
  <w:style w:type="paragraph" w:customStyle="1" w:styleId="9C61DC8A88CD491298D5F580AF905CEA1">
    <w:name w:val="9C61DC8A88CD491298D5F580AF905CEA1"/>
    <w:rsid w:val="00F06489"/>
  </w:style>
  <w:style w:type="paragraph" w:customStyle="1" w:styleId="45D1419239584464BFAF7D841A54247B1">
    <w:name w:val="45D1419239584464BFAF7D841A54247B1"/>
    <w:rsid w:val="00F06489"/>
  </w:style>
  <w:style w:type="paragraph" w:customStyle="1" w:styleId="19498E2A52994489A739ECBF42350A611">
    <w:name w:val="19498E2A52994489A739ECBF42350A611"/>
    <w:rsid w:val="00F06489"/>
  </w:style>
  <w:style w:type="paragraph" w:customStyle="1" w:styleId="ED308B7AB4CF448C9B3905A7C19465231">
    <w:name w:val="ED308B7AB4CF448C9B3905A7C19465231"/>
    <w:rsid w:val="00F06489"/>
  </w:style>
  <w:style w:type="paragraph" w:customStyle="1" w:styleId="B30875BB851944BBA9D0BAC5FFD8D1871">
    <w:name w:val="B30875BB851944BBA9D0BAC5FFD8D1871"/>
    <w:rsid w:val="00F06489"/>
  </w:style>
  <w:style w:type="paragraph" w:customStyle="1" w:styleId="3FB32619CC45448C87FFF67B9CC9F9CD1">
    <w:name w:val="3FB32619CC45448C87FFF67B9CC9F9CD1"/>
    <w:rsid w:val="00F06489"/>
  </w:style>
  <w:style w:type="paragraph" w:customStyle="1" w:styleId="A9B2B9EB3C8842F4A5BF813F8E0BCC3E1">
    <w:name w:val="A9B2B9EB3C8842F4A5BF813F8E0BCC3E1"/>
    <w:rsid w:val="00F06489"/>
  </w:style>
  <w:style w:type="paragraph" w:customStyle="1" w:styleId="DC70F33F69DC483F9B764B7BAF978E421">
    <w:name w:val="DC70F33F69DC483F9B764B7BAF978E421"/>
    <w:rsid w:val="00F06489"/>
  </w:style>
  <w:style w:type="paragraph" w:customStyle="1" w:styleId="91CCC6FF14324A00B4031F7DFB296EAD1">
    <w:name w:val="91CCC6FF14324A00B4031F7DFB296EAD1"/>
    <w:rsid w:val="00F06489"/>
  </w:style>
  <w:style w:type="paragraph" w:customStyle="1" w:styleId="3983E91D42EC48AEBA5C31E80886F0DB1">
    <w:name w:val="3983E91D42EC48AEBA5C31E80886F0DB1"/>
    <w:rsid w:val="00F06489"/>
  </w:style>
  <w:style w:type="paragraph" w:customStyle="1" w:styleId="77948F179C034E2D824DE2A180B5F7E01">
    <w:name w:val="77948F179C034E2D824DE2A180B5F7E01"/>
    <w:rsid w:val="00F06489"/>
  </w:style>
  <w:style w:type="paragraph" w:customStyle="1" w:styleId="A2E5C989E55843C09D70D5550206332A1">
    <w:name w:val="A2E5C989E55843C09D70D5550206332A1"/>
    <w:rsid w:val="00F06489"/>
  </w:style>
  <w:style w:type="paragraph" w:customStyle="1" w:styleId="691DB295161249FF95692264B82A8570">
    <w:name w:val="691DB295161249FF95692264B82A8570"/>
    <w:rsid w:val="00F06489"/>
  </w:style>
  <w:style w:type="paragraph" w:customStyle="1" w:styleId="5FFF5ADDF57E4F71BF75300767471ECD2">
    <w:name w:val="5FFF5ADDF57E4F71BF75300767471ECD2"/>
    <w:rsid w:val="00365F3B"/>
  </w:style>
  <w:style w:type="paragraph" w:customStyle="1" w:styleId="47E11AF3669E4F83800D49A160D046FE2">
    <w:name w:val="47E11AF3669E4F83800D49A160D046FE2"/>
    <w:rsid w:val="00365F3B"/>
  </w:style>
  <w:style w:type="paragraph" w:customStyle="1" w:styleId="8179ED2C576C4C0698005D580846583A">
    <w:name w:val="8179ED2C576C4C0698005D580846583A"/>
    <w:rsid w:val="00365F3B"/>
  </w:style>
  <w:style w:type="paragraph" w:customStyle="1" w:styleId="5AFB1C8CDD1141D3A8203E6735862FFB2">
    <w:name w:val="5AFB1C8CDD1141D3A8203E6735862FFB2"/>
    <w:rsid w:val="00365F3B"/>
  </w:style>
  <w:style w:type="paragraph" w:customStyle="1" w:styleId="6C3B014DCEAD4DE9BA083F2F4A6D91432">
    <w:name w:val="6C3B014DCEAD4DE9BA083F2F4A6D91432"/>
    <w:rsid w:val="00365F3B"/>
  </w:style>
  <w:style w:type="paragraph" w:customStyle="1" w:styleId="FB0461DF9C4F43B6AB355B9144D3BDFB2">
    <w:name w:val="FB0461DF9C4F43B6AB355B9144D3BDFB2"/>
    <w:rsid w:val="00365F3B"/>
  </w:style>
  <w:style w:type="paragraph" w:customStyle="1" w:styleId="BF0107C952E04341BD5A92785864A5482">
    <w:name w:val="BF0107C952E04341BD5A92785864A5482"/>
    <w:rsid w:val="00365F3B"/>
  </w:style>
  <w:style w:type="paragraph" w:customStyle="1" w:styleId="5B0783A64A984D91B1AB61BAFD6D54882">
    <w:name w:val="5B0783A64A984D91B1AB61BAFD6D54882"/>
    <w:rsid w:val="00365F3B"/>
  </w:style>
  <w:style w:type="paragraph" w:customStyle="1" w:styleId="D0FE09B0B2C3440DB2B2B51D5371D4732">
    <w:name w:val="D0FE09B0B2C3440DB2B2B51D5371D4732"/>
    <w:rsid w:val="00365F3B"/>
  </w:style>
  <w:style w:type="paragraph" w:customStyle="1" w:styleId="8541D3F331E94ECF8C73DA945834581F2">
    <w:name w:val="8541D3F331E94ECF8C73DA945834581F2"/>
    <w:rsid w:val="00365F3B"/>
  </w:style>
  <w:style w:type="paragraph" w:customStyle="1" w:styleId="7940BFB041F4439AA42C35DB38251E182">
    <w:name w:val="7940BFB041F4439AA42C35DB38251E182"/>
    <w:rsid w:val="00365F3B"/>
  </w:style>
  <w:style w:type="paragraph" w:customStyle="1" w:styleId="3648D1BD3F6B46489B99198808CCA41D2">
    <w:name w:val="3648D1BD3F6B46489B99198808CCA41D2"/>
    <w:rsid w:val="00365F3B"/>
  </w:style>
  <w:style w:type="paragraph" w:customStyle="1" w:styleId="8692FC65D2D84BC4A6BAE7A9B74E43752">
    <w:name w:val="8692FC65D2D84BC4A6BAE7A9B74E43752"/>
    <w:rsid w:val="00365F3B"/>
  </w:style>
  <w:style w:type="paragraph" w:customStyle="1" w:styleId="4341061D832840A19E8F0F571CBFFF702">
    <w:name w:val="4341061D832840A19E8F0F571CBFFF702"/>
    <w:rsid w:val="00365F3B"/>
  </w:style>
  <w:style w:type="paragraph" w:customStyle="1" w:styleId="4FD5C71E811B4410B0878322387F7A242">
    <w:name w:val="4FD5C71E811B4410B0878322387F7A242"/>
    <w:rsid w:val="00365F3B"/>
  </w:style>
  <w:style w:type="paragraph" w:customStyle="1" w:styleId="957146F680564058AED0BF002A1B120D2">
    <w:name w:val="957146F680564058AED0BF002A1B120D2"/>
    <w:rsid w:val="00365F3B"/>
  </w:style>
  <w:style w:type="paragraph" w:customStyle="1" w:styleId="A56BD1CBB3BC49BFBF335FA7564CE8912">
    <w:name w:val="A56BD1CBB3BC49BFBF335FA7564CE8912"/>
    <w:rsid w:val="00365F3B"/>
  </w:style>
  <w:style w:type="paragraph" w:customStyle="1" w:styleId="B077CC17110E4F19B83A95075EDC12222">
    <w:name w:val="B077CC17110E4F19B83A95075EDC12222"/>
    <w:rsid w:val="00365F3B"/>
  </w:style>
  <w:style w:type="paragraph" w:customStyle="1" w:styleId="84016A08DF0A43F1ADCCF914FFD8058D2">
    <w:name w:val="84016A08DF0A43F1ADCCF914FFD8058D2"/>
    <w:rsid w:val="00365F3B"/>
  </w:style>
  <w:style w:type="paragraph" w:customStyle="1" w:styleId="BF6E2221296042E0BC69D8F901D7CCC02">
    <w:name w:val="BF6E2221296042E0BC69D8F901D7CCC02"/>
    <w:rsid w:val="00365F3B"/>
  </w:style>
  <w:style w:type="paragraph" w:customStyle="1" w:styleId="12553B4453B94BB581A5694021A25E942">
    <w:name w:val="12553B4453B94BB581A5694021A25E942"/>
    <w:rsid w:val="00365F3B"/>
  </w:style>
  <w:style w:type="paragraph" w:customStyle="1" w:styleId="42D42008329141FC893F1B0460F3D56E2">
    <w:name w:val="42D42008329141FC893F1B0460F3D56E2"/>
    <w:rsid w:val="00365F3B"/>
  </w:style>
  <w:style w:type="paragraph" w:customStyle="1" w:styleId="0426C5FD66524B7D8512651C8402B5B72">
    <w:name w:val="0426C5FD66524B7D8512651C8402B5B72"/>
    <w:rsid w:val="00365F3B"/>
  </w:style>
  <w:style w:type="paragraph" w:customStyle="1" w:styleId="2B3E7444FC144D8FA9F255CB231E47C02">
    <w:name w:val="2B3E7444FC144D8FA9F255CB231E47C02"/>
    <w:rsid w:val="00365F3B"/>
  </w:style>
  <w:style w:type="paragraph" w:customStyle="1" w:styleId="A81922825B25467E881665AD254DD7E72">
    <w:name w:val="A81922825B25467E881665AD254DD7E72"/>
    <w:rsid w:val="00365F3B"/>
  </w:style>
  <w:style w:type="paragraph" w:customStyle="1" w:styleId="8742E138E9FE400BB4C071474FFAF7692">
    <w:name w:val="8742E138E9FE400BB4C071474FFAF7692"/>
    <w:rsid w:val="00365F3B"/>
  </w:style>
  <w:style w:type="paragraph" w:customStyle="1" w:styleId="24BB7E1F6AF743B38BB4B34872E24A932">
    <w:name w:val="24BB7E1F6AF743B38BB4B34872E24A932"/>
    <w:rsid w:val="00365F3B"/>
  </w:style>
  <w:style w:type="paragraph" w:customStyle="1" w:styleId="865E6832B4D648F5BB9CE76FC22F9C952">
    <w:name w:val="865E6832B4D648F5BB9CE76FC22F9C952"/>
    <w:rsid w:val="00365F3B"/>
  </w:style>
  <w:style w:type="paragraph" w:customStyle="1" w:styleId="7C45C6847B1541948EBEB6B9BF1E52B12">
    <w:name w:val="7C45C6847B1541948EBEB6B9BF1E52B12"/>
    <w:rsid w:val="00365F3B"/>
  </w:style>
  <w:style w:type="paragraph" w:customStyle="1" w:styleId="ACB6E1D65A48436EAEEBF683A5F863582">
    <w:name w:val="ACB6E1D65A48436EAEEBF683A5F863582"/>
    <w:rsid w:val="00365F3B"/>
  </w:style>
  <w:style w:type="paragraph" w:customStyle="1" w:styleId="51210E9AEF6948EC9A876D8639A8BE6A2">
    <w:name w:val="51210E9AEF6948EC9A876D8639A8BE6A2"/>
    <w:rsid w:val="00365F3B"/>
  </w:style>
  <w:style w:type="paragraph" w:customStyle="1" w:styleId="04E101FB7B524992B73004267AF982772">
    <w:name w:val="04E101FB7B524992B73004267AF982772"/>
    <w:rsid w:val="00365F3B"/>
  </w:style>
  <w:style w:type="paragraph" w:customStyle="1" w:styleId="766D10EFA1D048379AC8F6EE50A14A3A2">
    <w:name w:val="766D10EFA1D048379AC8F6EE50A14A3A2"/>
    <w:rsid w:val="00365F3B"/>
  </w:style>
  <w:style w:type="paragraph" w:customStyle="1" w:styleId="F44113AC2C264DC88BE291FF59C4961B2">
    <w:name w:val="F44113AC2C264DC88BE291FF59C4961B2"/>
    <w:rsid w:val="00365F3B"/>
  </w:style>
  <w:style w:type="paragraph" w:customStyle="1" w:styleId="7B234F0B4EEB469496C380F57DC3F4642">
    <w:name w:val="7B234F0B4EEB469496C380F57DC3F4642"/>
    <w:rsid w:val="00365F3B"/>
  </w:style>
  <w:style w:type="paragraph" w:customStyle="1" w:styleId="6709F22DC8E24A3D96049BF8A1FA4A8C2">
    <w:name w:val="6709F22DC8E24A3D96049BF8A1FA4A8C2"/>
    <w:rsid w:val="00365F3B"/>
  </w:style>
  <w:style w:type="paragraph" w:customStyle="1" w:styleId="5225ADD590AA46E5AD561CF1954A47832">
    <w:name w:val="5225ADD590AA46E5AD561CF1954A47832"/>
    <w:rsid w:val="00365F3B"/>
  </w:style>
  <w:style w:type="paragraph" w:customStyle="1" w:styleId="DA6FDBDBA247474CAAA072B3CD123DFA2">
    <w:name w:val="DA6FDBDBA247474CAAA072B3CD123DFA2"/>
    <w:rsid w:val="00365F3B"/>
  </w:style>
  <w:style w:type="paragraph" w:customStyle="1" w:styleId="92F5DCDC90A2469882E426B63728678F2">
    <w:name w:val="92F5DCDC90A2469882E426B63728678F2"/>
    <w:rsid w:val="00365F3B"/>
  </w:style>
  <w:style w:type="paragraph" w:customStyle="1" w:styleId="0D466FC62A7C45AF9DF1C5C942FE6F152">
    <w:name w:val="0D466FC62A7C45AF9DF1C5C942FE6F152"/>
    <w:rsid w:val="00365F3B"/>
  </w:style>
  <w:style w:type="paragraph" w:customStyle="1" w:styleId="0B1E6137E6CD461FA6FC53982F7778802">
    <w:name w:val="0B1E6137E6CD461FA6FC53982F7778802"/>
    <w:rsid w:val="00365F3B"/>
  </w:style>
  <w:style w:type="paragraph" w:customStyle="1" w:styleId="54A9FD5C659345828894A8D013FFEA412">
    <w:name w:val="54A9FD5C659345828894A8D013FFEA412"/>
    <w:rsid w:val="00365F3B"/>
  </w:style>
  <w:style w:type="paragraph" w:customStyle="1" w:styleId="78E8BD2BA6A1425D8D7760D5C55FD8FA2">
    <w:name w:val="78E8BD2BA6A1425D8D7760D5C55FD8FA2"/>
    <w:rsid w:val="00365F3B"/>
  </w:style>
  <w:style w:type="paragraph" w:customStyle="1" w:styleId="0F27661A31E544978F21F897AFDE731E2">
    <w:name w:val="0F27661A31E544978F21F897AFDE731E2"/>
    <w:rsid w:val="00365F3B"/>
  </w:style>
  <w:style w:type="paragraph" w:customStyle="1" w:styleId="AB1D540674644237A79A51DA92FCD3C72">
    <w:name w:val="AB1D540674644237A79A51DA92FCD3C72"/>
    <w:rsid w:val="00365F3B"/>
  </w:style>
  <w:style w:type="paragraph" w:customStyle="1" w:styleId="1C01BBAEFB2143F6B6462B7429497D142">
    <w:name w:val="1C01BBAEFB2143F6B6462B7429497D142"/>
    <w:rsid w:val="00365F3B"/>
  </w:style>
  <w:style w:type="paragraph" w:customStyle="1" w:styleId="E86D7ADF3B9F40DDB03E8C7D4625A01E2">
    <w:name w:val="E86D7ADF3B9F40DDB03E8C7D4625A01E2"/>
    <w:rsid w:val="00365F3B"/>
  </w:style>
  <w:style w:type="paragraph" w:customStyle="1" w:styleId="75FE2A4C28E7499DA2E0024308DC6A872">
    <w:name w:val="75FE2A4C28E7499DA2E0024308DC6A872"/>
    <w:rsid w:val="00365F3B"/>
  </w:style>
  <w:style w:type="paragraph" w:customStyle="1" w:styleId="64417F54FFC340BDA09B747F5C151BC82">
    <w:name w:val="64417F54FFC340BDA09B747F5C151BC82"/>
    <w:rsid w:val="00365F3B"/>
  </w:style>
  <w:style w:type="paragraph" w:customStyle="1" w:styleId="2436E9E9D5AC4DE49DE5895882961E8C2">
    <w:name w:val="2436E9E9D5AC4DE49DE5895882961E8C2"/>
    <w:rsid w:val="00365F3B"/>
  </w:style>
  <w:style w:type="paragraph" w:customStyle="1" w:styleId="DE8B77BE984B4C40879D6B1DE015FDA22">
    <w:name w:val="DE8B77BE984B4C40879D6B1DE015FDA22"/>
    <w:rsid w:val="00365F3B"/>
  </w:style>
  <w:style w:type="paragraph" w:customStyle="1" w:styleId="8266A28FCB2647AFAD0F2C39131821A82">
    <w:name w:val="8266A28FCB2647AFAD0F2C39131821A82"/>
    <w:rsid w:val="00365F3B"/>
  </w:style>
  <w:style w:type="paragraph" w:customStyle="1" w:styleId="DDB45BD3F4294B848EDBCF169C8AEFCE2">
    <w:name w:val="DDB45BD3F4294B848EDBCF169C8AEFCE2"/>
    <w:rsid w:val="00365F3B"/>
  </w:style>
  <w:style w:type="paragraph" w:customStyle="1" w:styleId="4A09BC8A9BF44F5CBF2F98111EC98E722">
    <w:name w:val="4A09BC8A9BF44F5CBF2F98111EC98E722"/>
    <w:rsid w:val="00365F3B"/>
  </w:style>
  <w:style w:type="paragraph" w:customStyle="1" w:styleId="63257CF9129241058D32FE76EA10A4842">
    <w:name w:val="63257CF9129241058D32FE76EA10A4842"/>
    <w:rsid w:val="00365F3B"/>
  </w:style>
  <w:style w:type="paragraph" w:customStyle="1" w:styleId="E78ED69FB01F4CA49E168BEB994ACBCB2">
    <w:name w:val="E78ED69FB01F4CA49E168BEB994ACBCB2"/>
    <w:rsid w:val="00365F3B"/>
  </w:style>
  <w:style w:type="paragraph" w:customStyle="1" w:styleId="1497754920144F649B5674753AA8CA622">
    <w:name w:val="1497754920144F649B5674753AA8CA622"/>
    <w:rsid w:val="00365F3B"/>
  </w:style>
  <w:style w:type="paragraph" w:customStyle="1" w:styleId="C9A079AE8236472D8C24D15855AB0E1F2">
    <w:name w:val="C9A079AE8236472D8C24D15855AB0E1F2"/>
    <w:rsid w:val="00365F3B"/>
  </w:style>
  <w:style w:type="paragraph" w:customStyle="1" w:styleId="153AD30752624699BBA6293DCF1A87D82">
    <w:name w:val="153AD30752624699BBA6293DCF1A87D82"/>
    <w:rsid w:val="00365F3B"/>
  </w:style>
  <w:style w:type="paragraph" w:customStyle="1" w:styleId="C6193593FDD9495D8F3C03FFB85C44712">
    <w:name w:val="C6193593FDD9495D8F3C03FFB85C44712"/>
    <w:rsid w:val="00365F3B"/>
  </w:style>
  <w:style w:type="paragraph" w:customStyle="1" w:styleId="021E2B7787784CCDA4CC44DA853ACB062">
    <w:name w:val="021E2B7787784CCDA4CC44DA853ACB062"/>
    <w:rsid w:val="00365F3B"/>
  </w:style>
  <w:style w:type="paragraph" w:customStyle="1" w:styleId="339AA474CAD248D29995A603181C1E1E2">
    <w:name w:val="339AA474CAD248D29995A603181C1E1E2"/>
    <w:rsid w:val="00365F3B"/>
  </w:style>
  <w:style w:type="paragraph" w:customStyle="1" w:styleId="853693C360AF4C4680FA7FE51F863D172">
    <w:name w:val="853693C360AF4C4680FA7FE51F863D172"/>
    <w:rsid w:val="00365F3B"/>
  </w:style>
  <w:style w:type="paragraph" w:customStyle="1" w:styleId="53F1DAB49E3D4CF0ADA226E5EC2CF0C52">
    <w:name w:val="53F1DAB49E3D4CF0ADA226E5EC2CF0C52"/>
    <w:rsid w:val="00365F3B"/>
  </w:style>
  <w:style w:type="paragraph" w:customStyle="1" w:styleId="A1F0ACEA8296428094B9FBBED17C1D792">
    <w:name w:val="A1F0ACEA8296428094B9FBBED17C1D792"/>
    <w:rsid w:val="00365F3B"/>
  </w:style>
  <w:style w:type="paragraph" w:customStyle="1" w:styleId="F68B42B636964DD0AF04C2656670DCED2">
    <w:name w:val="F68B42B636964DD0AF04C2656670DCED2"/>
    <w:rsid w:val="00365F3B"/>
  </w:style>
  <w:style w:type="paragraph" w:customStyle="1" w:styleId="35F3D0FBD8484F06A4B7C744C7ABE32A2">
    <w:name w:val="35F3D0FBD8484F06A4B7C744C7ABE32A2"/>
    <w:rsid w:val="00365F3B"/>
  </w:style>
  <w:style w:type="paragraph" w:customStyle="1" w:styleId="E46A9FA3BED645CCB311A94EEC19B0B12">
    <w:name w:val="E46A9FA3BED645CCB311A94EEC19B0B12"/>
    <w:rsid w:val="00365F3B"/>
  </w:style>
  <w:style w:type="paragraph" w:customStyle="1" w:styleId="4D59C82E8F104FB3B728F2389FBADA642">
    <w:name w:val="4D59C82E8F104FB3B728F2389FBADA642"/>
    <w:rsid w:val="00365F3B"/>
  </w:style>
  <w:style w:type="paragraph" w:customStyle="1" w:styleId="FB4F647D6DE7420A8C94471B056152872">
    <w:name w:val="FB4F647D6DE7420A8C94471B056152872"/>
    <w:rsid w:val="00365F3B"/>
  </w:style>
  <w:style w:type="paragraph" w:customStyle="1" w:styleId="9C61DC8A88CD491298D5F580AF905CEA2">
    <w:name w:val="9C61DC8A88CD491298D5F580AF905CEA2"/>
    <w:rsid w:val="00365F3B"/>
  </w:style>
  <w:style w:type="paragraph" w:customStyle="1" w:styleId="19447FDBF15C4FB79BC7BD0801A3D41E">
    <w:name w:val="19447FDBF15C4FB79BC7BD0801A3D41E"/>
    <w:rsid w:val="00365F3B"/>
  </w:style>
  <w:style w:type="paragraph" w:customStyle="1" w:styleId="8F15E235B1C5412C9F8FF1ABD5B5407A">
    <w:name w:val="8F15E235B1C5412C9F8FF1ABD5B5407A"/>
    <w:rsid w:val="00365F3B"/>
  </w:style>
  <w:style w:type="paragraph" w:customStyle="1" w:styleId="9C324D14F72047EB85E93768712DA341">
    <w:name w:val="9C324D14F72047EB85E93768712DA341"/>
    <w:rsid w:val="00365F3B"/>
  </w:style>
  <w:style w:type="paragraph" w:customStyle="1" w:styleId="B45AAEF0B42B42E5B417F262DB912C2A">
    <w:name w:val="B45AAEF0B42B42E5B417F262DB912C2A"/>
    <w:rsid w:val="00365F3B"/>
  </w:style>
  <w:style w:type="paragraph" w:customStyle="1" w:styleId="C99C0EC8220347859B4834782FEF1D17">
    <w:name w:val="C99C0EC8220347859B4834782FEF1D17"/>
    <w:rsid w:val="00365F3B"/>
  </w:style>
  <w:style w:type="paragraph" w:customStyle="1" w:styleId="2B14AEAE06744D45B24F4EFE882F2887">
    <w:name w:val="2B14AEAE06744D45B24F4EFE882F2887"/>
    <w:rsid w:val="00365F3B"/>
  </w:style>
  <w:style w:type="paragraph" w:customStyle="1" w:styleId="6258A141B6A2449892F72404E9ECE09B">
    <w:name w:val="6258A141B6A2449892F72404E9ECE09B"/>
    <w:rsid w:val="00365F3B"/>
  </w:style>
  <w:style w:type="paragraph" w:customStyle="1" w:styleId="45032310EFCA409D9EBFC68C170414DA">
    <w:name w:val="45032310EFCA409D9EBFC68C170414DA"/>
    <w:rsid w:val="00365F3B"/>
  </w:style>
  <w:style w:type="paragraph" w:customStyle="1" w:styleId="39D56E80CB2A4B7E8F3BA30E283E5CAC">
    <w:name w:val="39D56E80CB2A4B7E8F3BA30E283E5CAC"/>
    <w:rsid w:val="00365F3B"/>
  </w:style>
  <w:style w:type="paragraph" w:customStyle="1" w:styleId="CFB389EE6CFD46F49B9F62DF5267B71D">
    <w:name w:val="CFB389EE6CFD46F49B9F62DF5267B71D"/>
    <w:rsid w:val="00365F3B"/>
  </w:style>
  <w:style w:type="paragraph" w:customStyle="1" w:styleId="FD43249C0FA7455A85C5060457D0D55F">
    <w:name w:val="FD43249C0FA7455A85C5060457D0D55F"/>
    <w:rsid w:val="00365F3B"/>
  </w:style>
  <w:style w:type="paragraph" w:customStyle="1" w:styleId="F2DF41751778449EAB5089EDC79E4E34">
    <w:name w:val="F2DF41751778449EAB5089EDC79E4E34"/>
    <w:rsid w:val="00365F3B"/>
  </w:style>
  <w:style w:type="paragraph" w:customStyle="1" w:styleId="5FFF5ADDF57E4F71BF75300767471ECD3">
    <w:name w:val="5FFF5ADDF57E4F71BF75300767471ECD3"/>
    <w:rsid w:val="00365F3B"/>
  </w:style>
  <w:style w:type="paragraph" w:customStyle="1" w:styleId="47E11AF3669E4F83800D49A160D046FE3">
    <w:name w:val="47E11AF3669E4F83800D49A160D046FE3"/>
    <w:rsid w:val="00365F3B"/>
  </w:style>
  <w:style w:type="paragraph" w:customStyle="1" w:styleId="8179ED2C576C4C0698005D580846583A1">
    <w:name w:val="8179ED2C576C4C0698005D580846583A1"/>
    <w:rsid w:val="00365F3B"/>
  </w:style>
  <w:style w:type="paragraph" w:customStyle="1" w:styleId="5AFB1C8CDD1141D3A8203E6735862FFB3">
    <w:name w:val="5AFB1C8CDD1141D3A8203E6735862FFB3"/>
    <w:rsid w:val="00365F3B"/>
  </w:style>
  <w:style w:type="paragraph" w:customStyle="1" w:styleId="6C3B014DCEAD4DE9BA083F2F4A6D91433">
    <w:name w:val="6C3B014DCEAD4DE9BA083F2F4A6D91433"/>
    <w:rsid w:val="00365F3B"/>
  </w:style>
  <w:style w:type="paragraph" w:customStyle="1" w:styleId="FB0461DF9C4F43B6AB355B9144D3BDFB3">
    <w:name w:val="FB0461DF9C4F43B6AB355B9144D3BDFB3"/>
    <w:rsid w:val="00365F3B"/>
  </w:style>
  <w:style w:type="paragraph" w:customStyle="1" w:styleId="BF0107C952E04341BD5A92785864A5483">
    <w:name w:val="BF0107C952E04341BD5A92785864A5483"/>
    <w:rsid w:val="00365F3B"/>
  </w:style>
  <w:style w:type="paragraph" w:customStyle="1" w:styleId="5B0783A64A984D91B1AB61BAFD6D54883">
    <w:name w:val="5B0783A64A984D91B1AB61BAFD6D54883"/>
    <w:rsid w:val="00365F3B"/>
  </w:style>
  <w:style w:type="paragraph" w:customStyle="1" w:styleId="D0FE09B0B2C3440DB2B2B51D5371D4733">
    <w:name w:val="D0FE09B0B2C3440DB2B2B51D5371D4733"/>
    <w:rsid w:val="00365F3B"/>
  </w:style>
  <w:style w:type="paragraph" w:customStyle="1" w:styleId="8541D3F331E94ECF8C73DA945834581F3">
    <w:name w:val="8541D3F331E94ECF8C73DA945834581F3"/>
    <w:rsid w:val="00365F3B"/>
  </w:style>
  <w:style w:type="paragraph" w:customStyle="1" w:styleId="7940BFB041F4439AA42C35DB38251E183">
    <w:name w:val="7940BFB041F4439AA42C35DB38251E183"/>
    <w:rsid w:val="00365F3B"/>
  </w:style>
  <w:style w:type="paragraph" w:customStyle="1" w:styleId="3648D1BD3F6B46489B99198808CCA41D3">
    <w:name w:val="3648D1BD3F6B46489B99198808CCA41D3"/>
    <w:rsid w:val="00365F3B"/>
  </w:style>
  <w:style w:type="paragraph" w:customStyle="1" w:styleId="8692FC65D2D84BC4A6BAE7A9B74E43753">
    <w:name w:val="8692FC65D2D84BC4A6BAE7A9B74E43753"/>
    <w:rsid w:val="00365F3B"/>
  </w:style>
  <w:style w:type="paragraph" w:customStyle="1" w:styleId="4341061D832840A19E8F0F571CBFFF703">
    <w:name w:val="4341061D832840A19E8F0F571CBFFF703"/>
    <w:rsid w:val="00365F3B"/>
  </w:style>
  <w:style w:type="paragraph" w:customStyle="1" w:styleId="4FD5C71E811B4410B0878322387F7A243">
    <w:name w:val="4FD5C71E811B4410B0878322387F7A243"/>
    <w:rsid w:val="00365F3B"/>
  </w:style>
  <w:style w:type="paragraph" w:customStyle="1" w:styleId="957146F680564058AED0BF002A1B120D3">
    <w:name w:val="957146F680564058AED0BF002A1B120D3"/>
    <w:rsid w:val="00365F3B"/>
  </w:style>
  <w:style w:type="paragraph" w:customStyle="1" w:styleId="A56BD1CBB3BC49BFBF335FA7564CE8913">
    <w:name w:val="A56BD1CBB3BC49BFBF335FA7564CE8913"/>
    <w:rsid w:val="00365F3B"/>
  </w:style>
  <w:style w:type="paragraph" w:customStyle="1" w:styleId="B077CC17110E4F19B83A95075EDC12223">
    <w:name w:val="B077CC17110E4F19B83A95075EDC12223"/>
    <w:rsid w:val="00365F3B"/>
  </w:style>
  <w:style w:type="paragraph" w:customStyle="1" w:styleId="84016A08DF0A43F1ADCCF914FFD8058D3">
    <w:name w:val="84016A08DF0A43F1ADCCF914FFD8058D3"/>
    <w:rsid w:val="00365F3B"/>
  </w:style>
  <w:style w:type="paragraph" w:customStyle="1" w:styleId="BF6E2221296042E0BC69D8F901D7CCC03">
    <w:name w:val="BF6E2221296042E0BC69D8F901D7CCC03"/>
    <w:rsid w:val="00365F3B"/>
  </w:style>
  <w:style w:type="paragraph" w:customStyle="1" w:styleId="12553B4453B94BB581A5694021A25E943">
    <w:name w:val="12553B4453B94BB581A5694021A25E943"/>
    <w:rsid w:val="00365F3B"/>
  </w:style>
  <w:style w:type="paragraph" w:customStyle="1" w:styleId="42D42008329141FC893F1B0460F3D56E3">
    <w:name w:val="42D42008329141FC893F1B0460F3D56E3"/>
    <w:rsid w:val="00365F3B"/>
  </w:style>
  <w:style w:type="paragraph" w:customStyle="1" w:styleId="0426C5FD66524B7D8512651C8402B5B73">
    <w:name w:val="0426C5FD66524B7D8512651C8402B5B73"/>
    <w:rsid w:val="00365F3B"/>
  </w:style>
  <w:style w:type="paragraph" w:customStyle="1" w:styleId="2B3E7444FC144D8FA9F255CB231E47C03">
    <w:name w:val="2B3E7444FC144D8FA9F255CB231E47C03"/>
    <w:rsid w:val="00365F3B"/>
  </w:style>
  <w:style w:type="paragraph" w:customStyle="1" w:styleId="A81922825B25467E881665AD254DD7E73">
    <w:name w:val="A81922825B25467E881665AD254DD7E73"/>
    <w:rsid w:val="00365F3B"/>
  </w:style>
  <w:style w:type="paragraph" w:customStyle="1" w:styleId="8742E138E9FE400BB4C071474FFAF7693">
    <w:name w:val="8742E138E9FE400BB4C071474FFAF7693"/>
    <w:rsid w:val="00365F3B"/>
  </w:style>
  <w:style w:type="paragraph" w:customStyle="1" w:styleId="24BB7E1F6AF743B38BB4B34872E24A933">
    <w:name w:val="24BB7E1F6AF743B38BB4B34872E24A933"/>
    <w:rsid w:val="00365F3B"/>
  </w:style>
  <w:style w:type="paragraph" w:customStyle="1" w:styleId="865E6832B4D648F5BB9CE76FC22F9C953">
    <w:name w:val="865E6832B4D648F5BB9CE76FC22F9C953"/>
    <w:rsid w:val="00365F3B"/>
  </w:style>
  <w:style w:type="paragraph" w:customStyle="1" w:styleId="7C45C6847B1541948EBEB6B9BF1E52B13">
    <w:name w:val="7C45C6847B1541948EBEB6B9BF1E52B13"/>
    <w:rsid w:val="00365F3B"/>
  </w:style>
  <w:style w:type="paragraph" w:customStyle="1" w:styleId="ACB6E1D65A48436EAEEBF683A5F863583">
    <w:name w:val="ACB6E1D65A48436EAEEBF683A5F863583"/>
    <w:rsid w:val="00365F3B"/>
  </w:style>
  <w:style w:type="paragraph" w:customStyle="1" w:styleId="51210E9AEF6948EC9A876D8639A8BE6A3">
    <w:name w:val="51210E9AEF6948EC9A876D8639A8BE6A3"/>
    <w:rsid w:val="00365F3B"/>
  </w:style>
  <w:style w:type="paragraph" w:customStyle="1" w:styleId="04E101FB7B524992B73004267AF982773">
    <w:name w:val="04E101FB7B524992B73004267AF982773"/>
    <w:rsid w:val="00365F3B"/>
  </w:style>
  <w:style w:type="paragraph" w:customStyle="1" w:styleId="766D10EFA1D048379AC8F6EE50A14A3A3">
    <w:name w:val="766D10EFA1D048379AC8F6EE50A14A3A3"/>
    <w:rsid w:val="00365F3B"/>
  </w:style>
  <w:style w:type="paragraph" w:customStyle="1" w:styleId="F44113AC2C264DC88BE291FF59C4961B3">
    <w:name w:val="F44113AC2C264DC88BE291FF59C4961B3"/>
    <w:rsid w:val="00365F3B"/>
  </w:style>
  <w:style w:type="paragraph" w:customStyle="1" w:styleId="7B234F0B4EEB469496C380F57DC3F4643">
    <w:name w:val="7B234F0B4EEB469496C380F57DC3F4643"/>
    <w:rsid w:val="00365F3B"/>
  </w:style>
  <w:style w:type="paragraph" w:customStyle="1" w:styleId="6709F22DC8E24A3D96049BF8A1FA4A8C3">
    <w:name w:val="6709F22DC8E24A3D96049BF8A1FA4A8C3"/>
    <w:rsid w:val="00365F3B"/>
  </w:style>
  <w:style w:type="paragraph" w:customStyle="1" w:styleId="5225ADD590AA46E5AD561CF1954A47833">
    <w:name w:val="5225ADD590AA46E5AD561CF1954A47833"/>
    <w:rsid w:val="00365F3B"/>
  </w:style>
  <w:style w:type="paragraph" w:customStyle="1" w:styleId="DA6FDBDBA247474CAAA072B3CD123DFA3">
    <w:name w:val="DA6FDBDBA247474CAAA072B3CD123DFA3"/>
    <w:rsid w:val="00365F3B"/>
  </w:style>
  <w:style w:type="paragraph" w:customStyle="1" w:styleId="92F5DCDC90A2469882E426B63728678F3">
    <w:name w:val="92F5DCDC90A2469882E426B63728678F3"/>
    <w:rsid w:val="00365F3B"/>
  </w:style>
  <w:style w:type="paragraph" w:customStyle="1" w:styleId="0D466FC62A7C45AF9DF1C5C942FE6F153">
    <w:name w:val="0D466FC62A7C45AF9DF1C5C942FE6F153"/>
    <w:rsid w:val="00365F3B"/>
  </w:style>
  <w:style w:type="paragraph" w:customStyle="1" w:styleId="78E8BD2BA6A1425D8D7760D5C55FD8FA3">
    <w:name w:val="78E8BD2BA6A1425D8D7760D5C55FD8FA3"/>
    <w:rsid w:val="00365F3B"/>
  </w:style>
  <w:style w:type="paragraph" w:customStyle="1" w:styleId="0F27661A31E544978F21F897AFDE731E3">
    <w:name w:val="0F27661A31E544978F21F897AFDE731E3"/>
    <w:rsid w:val="00365F3B"/>
  </w:style>
  <w:style w:type="paragraph" w:customStyle="1" w:styleId="AB1D540674644237A79A51DA92FCD3C73">
    <w:name w:val="AB1D540674644237A79A51DA92FCD3C73"/>
    <w:rsid w:val="00365F3B"/>
  </w:style>
  <w:style w:type="paragraph" w:customStyle="1" w:styleId="1C01BBAEFB2143F6B6462B7429497D143">
    <w:name w:val="1C01BBAEFB2143F6B6462B7429497D143"/>
    <w:rsid w:val="00365F3B"/>
  </w:style>
  <w:style w:type="paragraph" w:customStyle="1" w:styleId="E86D7ADF3B9F40DDB03E8C7D4625A01E3">
    <w:name w:val="E86D7ADF3B9F40DDB03E8C7D4625A01E3"/>
    <w:rsid w:val="00365F3B"/>
  </w:style>
  <w:style w:type="paragraph" w:customStyle="1" w:styleId="75FE2A4C28E7499DA2E0024308DC6A873">
    <w:name w:val="75FE2A4C28E7499DA2E0024308DC6A873"/>
    <w:rsid w:val="00365F3B"/>
  </w:style>
  <w:style w:type="paragraph" w:customStyle="1" w:styleId="64417F54FFC340BDA09B747F5C151BC83">
    <w:name w:val="64417F54FFC340BDA09B747F5C151BC83"/>
    <w:rsid w:val="00365F3B"/>
  </w:style>
  <w:style w:type="paragraph" w:customStyle="1" w:styleId="2436E9E9D5AC4DE49DE5895882961E8C3">
    <w:name w:val="2436E9E9D5AC4DE49DE5895882961E8C3"/>
    <w:rsid w:val="00365F3B"/>
  </w:style>
  <w:style w:type="paragraph" w:customStyle="1" w:styleId="DE8B77BE984B4C40879D6B1DE015FDA23">
    <w:name w:val="DE8B77BE984B4C40879D6B1DE015FDA23"/>
    <w:rsid w:val="00365F3B"/>
  </w:style>
  <w:style w:type="paragraph" w:customStyle="1" w:styleId="8266A28FCB2647AFAD0F2C39131821A83">
    <w:name w:val="8266A28FCB2647AFAD0F2C39131821A83"/>
    <w:rsid w:val="00365F3B"/>
  </w:style>
  <w:style w:type="paragraph" w:customStyle="1" w:styleId="DDB45BD3F4294B848EDBCF169C8AEFCE3">
    <w:name w:val="DDB45BD3F4294B848EDBCF169C8AEFCE3"/>
    <w:rsid w:val="00365F3B"/>
  </w:style>
  <w:style w:type="paragraph" w:customStyle="1" w:styleId="4A09BC8A9BF44F5CBF2F98111EC98E723">
    <w:name w:val="4A09BC8A9BF44F5CBF2F98111EC98E723"/>
    <w:rsid w:val="00365F3B"/>
  </w:style>
  <w:style w:type="paragraph" w:customStyle="1" w:styleId="63257CF9129241058D32FE76EA10A4843">
    <w:name w:val="63257CF9129241058D32FE76EA10A4843"/>
    <w:rsid w:val="00365F3B"/>
  </w:style>
  <w:style w:type="paragraph" w:customStyle="1" w:styleId="E78ED69FB01F4CA49E168BEB994ACBCB3">
    <w:name w:val="E78ED69FB01F4CA49E168BEB994ACBCB3"/>
    <w:rsid w:val="00365F3B"/>
  </w:style>
  <w:style w:type="paragraph" w:customStyle="1" w:styleId="1497754920144F649B5674753AA8CA623">
    <w:name w:val="1497754920144F649B5674753AA8CA623"/>
    <w:rsid w:val="00365F3B"/>
  </w:style>
  <w:style w:type="paragraph" w:customStyle="1" w:styleId="C9A079AE8236472D8C24D15855AB0E1F3">
    <w:name w:val="C9A079AE8236472D8C24D15855AB0E1F3"/>
    <w:rsid w:val="00365F3B"/>
  </w:style>
  <w:style w:type="paragraph" w:customStyle="1" w:styleId="153AD30752624699BBA6293DCF1A87D83">
    <w:name w:val="153AD30752624699BBA6293DCF1A87D83"/>
    <w:rsid w:val="00365F3B"/>
  </w:style>
  <w:style w:type="paragraph" w:customStyle="1" w:styleId="C6193593FDD9495D8F3C03FFB85C44713">
    <w:name w:val="C6193593FDD9495D8F3C03FFB85C44713"/>
    <w:rsid w:val="00365F3B"/>
  </w:style>
  <w:style w:type="paragraph" w:customStyle="1" w:styleId="021E2B7787784CCDA4CC44DA853ACB063">
    <w:name w:val="021E2B7787784CCDA4CC44DA853ACB063"/>
    <w:rsid w:val="00365F3B"/>
  </w:style>
  <w:style w:type="paragraph" w:customStyle="1" w:styleId="339AA474CAD248D29995A603181C1E1E3">
    <w:name w:val="339AA474CAD248D29995A603181C1E1E3"/>
    <w:rsid w:val="00365F3B"/>
  </w:style>
  <w:style w:type="paragraph" w:customStyle="1" w:styleId="853693C360AF4C4680FA7FE51F863D173">
    <w:name w:val="853693C360AF4C4680FA7FE51F863D173"/>
    <w:rsid w:val="00365F3B"/>
  </w:style>
  <w:style w:type="paragraph" w:customStyle="1" w:styleId="53F1DAB49E3D4CF0ADA226E5EC2CF0C53">
    <w:name w:val="53F1DAB49E3D4CF0ADA226E5EC2CF0C53"/>
    <w:rsid w:val="00365F3B"/>
  </w:style>
  <w:style w:type="paragraph" w:customStyle="1" w:styleId="A1F0ACEA8296428094B9FBBED17C1D793">
    <w:name w:val="A1F0ACEA8296428094B9FBBED17C1D793"/>
    <w:rsid w:val="00365F3B"/>
  </w:style>
  <w:style w:type="paragraph" w:customStyle="1" w:styleId="F68B42B636964DD0AF04C2656670DCED3">
    <w:name w:val="F68B42B636964DD0AF04C2656670DCED3"/>
    <w:rsid w:val="00365F3B"/>
  </w:style>
  <w:style w:type="paragraph" w:customStyle="1" w:styleId="35F3D0FBD8484F06A4B7C744C7ABE32A3">
    <w:name w:val="35F3D0FBD8484F06A4B7C744C7ABE32A3"/>
    <w:rsid w:val="00365F3B"/>
  </w:style>
  <w:style w:type="paragraph" w:customStyle="1" w:styleId="E46A9FA3BED645CCB311A94EEC19B0B13">
    <w:name w:val="E46A9FA3BED645CCB311A94EEC19B0B13"/>
    <w:rsid w:val="00365F3B"/>
  </w:style>
  <w:style w:type="paragraph" w:customStyle="1" w:styleId="4D59C82E8F104FB3B728F2389FBADA643">
    <w:name w:val="4D59C82E8F104FB3B728F2389FBADA643"/>
    <w:rsid w:val="00365F3B"/>
  </w:style>
  <w:style w:type="paragraph" w:customStyle="1" w:styleId="FB4F647D6DE7420A8C94471B056152873">
    <w:name w:val="FB4F647D6DE7420A8C94471B056152873"/>
    <w:rsid w:val="00365F3B"/>
  </w:style>
  <w:style w:type="paragraph" w:customStyle="1" w:styleId="9C61DC8A88CD491298D5F580AF905CEA3">
    <w:name w:val="9C61DC8A88CD491298D5F580AF905CEA3"/>
    <w:rsid w:val="00365F3B"/>
  </w:style>
  <w:style w:type="paragraph" w:customStyle="1" w:styleId="19447FDBF15C4FB79BC7BD0801A3D41E1">
    <w:name w:val="19447FDBF15C4FB79BC7BD0801A3D41E1"/>
    <w:rsid w:val="00365F3B"/>
  </w:style>
  <w:style w:type="paragraph" w:customStyle="1" w:styleId="8F15E235B1C5412C9F8FF1ABD5B5407A1">
    <w:name w:val="8F15E235B1C5412C9F8FF1ABD5B5407A1"/>
    <w:rsid w:val="00365F3B"/>
  </w:style>
  <w:style w:type="paragraph" w:customStyle="1" w:styleId="9C324D14F72047EB85E93768712DA3411">
    <w:name w:val="9C324D14F72047EB85E93768712DA3411"/>
    <w:rsid w:val="00365F3B"/>
  </w:style>
  <w:style w:type="paragraph" w:customStyle="1" w:styleId="B45AAEF0B42B42E5B417F262DB912C2A1">
    <w:name w:val="B45AAEF0B42B42E5B417F262DB912C2A1"/>
    <w:rsid w:val="00365F3B"/>
  </w:style>
  <w:style w:type="paragraph" w:customStyle="1" w:styleId="C99C0EC8220347859B4834782FEF1D171">
    <w:name w:val="C99C0EC8220347859B4834782FEF1D171"/>
    <w:rsid w:val="00365F3B"/>
  </w:style>
  <w:style w:type="paragraph" w:customStyle="1" w:styleId="2B14AEAE06744D45B24F4EFE882F28871">
    <w:name w:val="2B14AEAE06744D45B24F4EFE882F28871"/>
    <w:rsid w:val="00365F3B"/>
  </w:style>
  <w:style w:type="paragraph" w:customStyle="1" w:styleId="6258A141B6A2449892F72404E9ECE09B1">
    <w:name w:val="6258A141B6A2449892F72404E9ECE09B1"/>
    <w:rsid w:val="00365F3B"/>
  </w:style>
  <w:style w:type="paragraph" w:customStyle="1" w:styleId="45032310EFCA409D9EBFC68C170414DA1">
    <w:name w:val="45032310EFCA409D9EBFC68C170414DA1"/>
    <w:rsid w:val="00365F3B"/>
  </w:style>
  <w:style w:type="paragraph" w:customStyle="1" w:styleId="39D56E80CB2A4B7E8F3BA30E283E5CAC1">
    <w:name w:val="39D56E80CB2A4B7E8F3BA30E283E5CAC1"/>
    <w:rsid w:val="00365F3B"/>
  </w:style>
  <w:style w:type="paragraph" w:customStyle="1" w:styleId="CFB389EE6CFD46F49B9F62DF5267B71D1">
    <w:name w:val="CFB389EE6CFD46F49B9F62DF5267B71D1"/>
    <w:rsid w:val="00365F3B"/>
  </w:style>
  <w:style w:type="paragraph" w:customStyle="1" w:styleId="FD43249C0FA7455A85C5060457D0D55F1">
    <w:name w:val="FD43249C0FA7455A85C5060457D0D55F1"/>
    <w:rsid w:val="00365F3B"/>
  </w:style>
  <w:style w:type="paragraph" w:customStyle="1" w:styleId="F2DF41751778449EAB5089EDC79E4E341">
    <w:name w:val="F2DF41751778449EAB5089EDC79E4E341"/>
    <w:rsid w:val="00365F3B"/>
  </w:style>
  <w:style w:type="paragraph" w:customStyle="1" w:styleId="2B097D51F60B494B97106F7A0E9E1DA8">
    <w:name w:val="2B097D51F60B494B97106F7A0E9E1DA8"/>
    <w:rsid w:val="00CA3013"/>
  </w:style>
  <w:style w:type="paragraph" w:customStyle="1" w:styleId="5FFF5ADDF57E4F71BF75300767471ECD4">
    <w:name w:val="5FFF5ADDF57E4F71BF75300767471ECD4"/>
    <w:rsid w:val="00CA3013"/>
  </w:style>
  <w:style w:type="paragraph" w:customStyle="1" w:styleId="47E11AF3669E4F83800D49A160D046FE4">
    <w:name w:val="47E11AF3669E4F83800D49A160D046FE4"/>
    <w:rsid w:val="00CA3013"/>
  </w:style>
  <w:style w:type="paragraph" w:customStyle="1" w:styleId="8179ED2C576C4C0698005D580846583A2">
    <w:name w:val="8179ED2C576C4C0698005D580846583A2"/>
    <w:rsid w:val="00CA3013"/>
  </w:style>
  <w:style w:type="paragraph" w:customStyle="1" w:styleId="5AFB1C8CDD1141D3A8203E6735862FFB4">
    <w:name w:val="5AFB1C8CDD1141D3A8203E6735862FFB4"/>
    <w:rsid w:val="00CA3013"/>
  </w:style>
  <w:style w:type="paragraph" w:customStyle="1" w:styleId="6C3B014DCEAD4DE9BA083F2F4A6D91434">
    <w:name w:val="6C3B014DCEAD4DE9BA083F2F4A6D91434"/>
    <w:rsid w:val="00CA3013"/>
  </w:style>
  <w:style w:type="paragraph" w:customStyle="1" w:styleId="FB0461DF9C4F43B6AB355B9144D3BDFB4">
    <w:name w:val="FB0461DF9C4F43B6AB355B9144D3BDFB4"/>
    <w:rsid w:val="00CA3013"/>
  </w:style>
  <w:style w:type="paragraph" w:customStyle="1" w:styleId="BF0107C952E04341BD5A92785864A5484">
    <w:name w:val="BF0107C952E04341BD5A92785864A5484"/>
    <w:rsid w:val="00CA3013"/>
  </w:style>
  <w:style w:type="paragraph" w:customStyle="1" w:styleId="5B0783A64A984D91B1AB61BAFD6D54884">
    <w:name w:val="5B0783A64A984D91B1AB61BAFD6D54884"/>
    <w:rsid w:val="00CA3013"/>
  </w:style>
  <w:style w:type="paragraph" w:customStyle="1" w:styleId="D0FE09B0B2C3440DB2B2B51D5371D4734">
    <w:name w:val="D0FE09B0B2C3440DB2B2B51D5371D4734"/>
    <w:rsid w:val="00CA3013"/>
  </w:style>
  <w:style w:type="paragraph" w:customStyle="1" w:styleId="8541D3F331E94ECF8C73DA945834581F4">
    <w:name w:val="8541D3F331E94ECF8C73DA945834581F4"/>
    <w:rsid w:val="00CA3013"/>
  </w:style>
  <w:style w:type="paragraph" w:customStyle="1" w:styleId="7940BFB041F4439AA42C35DB38251E184">
    <w:name w:val="7940BFB041F4439AA42C35DB38251E184"/>
    <w:rsid w:val="00CA3013"/>
  </w:style>
  <w:style w:type="paragraph" w:customStyle="1" w:styleId="3648D1BD3F6B46489B99198808CCA41D4">
    <w:name w:val="3648D1BD3F6B46489B99198808CCA41D4"/>
    <w:rsid w:val="00CA3013"/>
  </w:style>
  <w:style w:type="paragraph" w:customStyle="1" w:styleId="8692FC65D2D84BC4A6BAE7A9B74E43754">
    <w:name w:val="8692FC65D2D84BC4A6BAE7A9B74E43754"/>
    <w:rsid w:val="00CA3013"/>
  </w:style>
  <w:style w:type="paragraph" w:customStyle="1" w:styleId="4341061D832840A19E8F0F571CBFFF704">
    <w:name w:val="4341061D832840A19E8F0F571CBFFF704"/>
    <w:rsid w:val="00CA3013"/>
  </w:style>
  <w:style w:type="paragraph" w:customStyle="1" w:styleId="4FD5C71E811B4410B0878322387F7A244">
    <w:name w:val="4FD5C71E811B4410B0878322387F7A244"/>
    <w:rsid w:val="00CA3013"/>
  </w:style>
  <w:style w:type="paragraph" w:customStyle="1" w:styleId="957146F680564058AED0BF002A1B120D4">
    <w:name w:val="957146F680564058AED0BF002A1B120D4"/>
    <w:rsid w:val="00CA3013"/>
  </w:style>
  <w:style w:type="paragraph" w:customStyle="1" w:styleId="A56BD1CBB3BC49BFBF335FA7564CE8914">
    <w:name w:val="A56BD1CBB3BC49BFBF335FA7564CE8914"/>
    <w:rsid w:val="00CA3013"/>
  </w:style>
  <w:style w:type="paragraph" w:customStyle="1" w:styleId="B077CC17110E4F19B83A95075EDC12224">
    <w:name w:val="B077CC17110E4F19B83A95075EDC12224"/>
    <w:rsid w:val="00CA3013"/>
  </w:style>
  <w:style w:type="paragraph" w:customStyle="1" w:styleId="84016A08DF0A43F1ADCCF914FFD8058D4">
    <w:name w:val="84016A08DF0A43F1ADCCF914FFD8058D4"/>
    <w:rsid w:val="00CA3013"/>
  </w:style>
  <w:style w:type="paragraph" w:customStyle="1" w:styleId="BF6E2221296042E0BC69D8F901D7CCC04">
    <w:name w:val="BF6E2221296042E0BC69D8F901D7CCC04"/>
    <w:rsid w:val="00CA3013"/>
  </w:style>
  <w:style w:type="paragraph" w:customStyle="1" w:styleId="12553B4453B94BB581A5694021A25E944">
    <w:name w:val="12553B4453B94BB581A5694021A25E944"/>
    <w:rsid w:val="00CA3013"/>
  </w:style>
  <w:style w:type="paragraph" w:customStyle="1" w:styleId="42D42008329141FC893F1B0460F3D56E4">
    <w:name w:val="42D42008329141FC893F1B0460F3D56E4"/>
    <w:rsid w:val="00CA3013"/>
  </w:style>
  <w:style w:type="paragraph" w:customStyle="1" w:styleId="0426C5FD66524B7D8512651C8402B5B74">
    <w:name w:val="0426C5FD66524B7D8512651C8402B5B74"/>
    <w:rsid w:val="00CA3013"/>
  </w:style>
  <w:style w:type="paragraph" w:customStyle="1" w:styleId="2B3E7444FC144D8FA9F255CB231E47C04">
    <w:name w:val="2B3E7444FC144D8FA9F255CB231E47C04"/>
    <w:rsid w:val="00CA3013"/>
  </w:style>
  <w:style w:type="paragraph" w:customStyle="1" w:styleId="A81922825B25467E881665AD254DD7E74">
    <w:name w:val="A81922825B25467E881665AD254DD7E74"/>
    <w:rsid w:val="00CA3013"/>
  </w:style>
  <w:style w:type="paragraph" w:customStyle="1" w:styleId="8742E138E9FE400BB4C071474FFAF7694">
    <w:name w:val="8742E138E9FE400BB4C071474FFAF7694"/>
    <w:rsid w:val="00CA3013"/>
  </w:style>
  <w:style w:type="paragraph" w:customStyle="1" w:styleId="24BB7E1F6AF743B38BB4B34872E24A934">
    <w:name w:val="24BB7E1F6AF743B38BB4B34872E24A934"/>
    <w:rsid w:val="00CA3013"/>
  </w:style>
  <w:style w:type="paragraph" w:customStyle="1" w:styleId="865E6832B4D648F5BB9CE76FC22F9C954">
    <w:name w:val="865E6832B4D648F5BB9CE76FC22F9C954"/>
    <w:rsid w:val="00CA3013"/>
  </w:style>
  <w:style w:type="paragraph" w:customStyle="1" w:styleId="7C45C6847B1541948EBEB6B9BF1E52B14">
    <w:name w:val="7C45C6847B1541948EBEB6B9BF1E52B14"/>
    <w:rsid w:val="00CA3013"/>
  </w:style>
  <w:style w:type="paragraph" w:customStyle="1" w:styleId="ACB6E1D65A48436EAEEBF683A5F863584">
    <w:name w:val="ACB6E1D65A48436EAEEBF683A5F863584"/>
    <w:rsid w:val="00CA3013"/>
  </w:style>
  <w:style w:type="paragraph" w:customStyle="1" w:styleId="51210E9AEF6948EC9A876D8639A8BE6A4">
    <w:name w:val="51210E9AEF6948EC9A876D8639A8BE6A4"/>
    <w:rsid w:val="00CA3013"/>
  </w:style>
  <w:style w:type="paragraph" w:customStyle="1" w:styleId="04E101FB7B524992B73004267AF982774">
    <w:name w:val="04E101FB7B524992B73004267AF982774"/>
    <w:rsid w:val="00CA3013"/>
  </w:style>
  <w:style w:type="paragraph" w:customStyle="1" w:styleId="766D10EFA1D048379AC8F6EE50A14A3A4">
    <w:name w:val="766D10EFA1D048379AC8F6EE50A14A3A4"/>
    <w:rsid w:val="00CA3013"/>
  </w:style>
  <w:style w:type="paragraph" w:customStyle="1" w:styleId="F44113AC2C264DC88BE291FF59C4961B4">
    <w:name w:val="F44113AC2C264DC88BE291FF59C4961B4"/>
    <w:rsid w:val="00CA3013"/>
  </w:style>
  <w:style w:type="paragraph" w:customStyle="1" w:styleId="7B234F0B4EEB469496C380F57DC3F4644">
    <w:name w:val="7B234F0B4EEB469496C380F57DC3F4644"/>
    <w:rsid w:val="00CA3013"/>
  </w:style>
  <w:style w:type="paragraph" w:customStyle="1" w:styleId="6709F22DC8E24A3D96049BF8A1FA4A8C4">
    <w:name w:val="6709F22DC8E24A3D96049BF8A1FA4A8C4"/>
    <w:rsid w:val="00CA3013"/>
  </w:style>
  <w:style w:type="paragraph" w:customStyle="1" w:styleId="5225ADD590AA46E5AD561CF1954A47834">
    <w:name w:val="5225ADD590AA46E5AD561CF1954A47834"/>
    <w:rsid w:val="00CA3013"/>
  </w:style>
  <w:style w:type="paragraph" w:customStyle="1" w:styleId="DA6FDBDBA247474CAAA072B3CD123DFA4">
    <w:name w:val="DA6FDBDBA247474CAAA072B3CD123DFA4"/>
    <w:rsid w:val="00CA3013"/>
  </w:style>
  <w:style w:type="paragraph" w:customStyle="1" w:styleId="92F5DCDC90A2469882E426B63728678F4">
    <w:name w:val="92F5DCDC90A2469882E426B63728678F4"/>
    <w:rsid w:val="00CA3013"/>
  </w:style>
  <w:style w:type="paragraph" w:customStyle="1" w:styleId="0D466FC62A7C45AF9DF1C5C942FE6F154">
    <w:name w:val="0D466FC62A7C45AF9DF1C5C942FE6F154"/>
    <w:rsid w:val="00CA3013"/>
  </w:style>
  <w:style w:type="paragraph" w:customStyle="1" w:styleId="5D57B2F0B99B4313A07BE42F9756A16F">
    <w:name w:val="5D57B2F0B99B4313A07BE42F9756A16F"/>
    <w:rsid w:val="00CA3013"/>
  </w:style>
  <w:style w:type="paragraph" w:customStyle="1" w:styleId="78E8BD2BA6A1425D8D7760D5C55FD8FA4">
    <w:name w:val="78E8BD2BA6A1425D8D7760D5C55FD8FA4"/>
    <w:rsid w:val="00CA3013"/>
  </w:style>
  <w:style w:type="paragraph" w:customStyle="1" w:styleId="0F27661A31E544978F21F897AFDE731E4">
    <w:name w:val="0F27661A31E544978F21F897AFDE731E4"/>
    <w:rsid w:val="00CA3013"/>
  </w:style>
  <w:style w:type="paragraph" w:customStyle="1" w:styleId="AB1D540674644237A79A51DA92FCD3C74">
    <w:name w:val="AB1D540674644237A79A51DA92FCD3C74"/>
    <w:rsid w:val="00CA3013"/>
  </w:style>
  <w:style w:type="paragraph" w:customStyle="1" w:styleId="1C01BBAEFB2143F6B6462B7429497D144">
    <w:name w:val="1C01BBAEFB2143F6B6462B7429497D144"/>
    <w:rsid w:val="00CA3013"/>
  </w:style>
  <w:style w:type="paragraph" w:customStyle="1" w:styleId="E86D7ADF3B9F40DDB03E8C7D4625A01E4">
    <w:name w:val="E86D7ADF3B9F40DDB03E8C7D4625A01E4"/>
    <w:rsid w:val="00CA3013"/>
  </w:style>
  <w:style w:type="paragraph" w:customStyle="1" w:styleId="75FE2A4C28E7499DA2E0024308DC6A874">
    <w:name w:val="75FE2A4C28E7499DA2E0024308DC6A874"/>
    <w:rsid w:val="00CA3013"/>
  </w:style>
  <w:style w:type="paragraph" w:customStyle="1" w:styleId="64417F54FFC340BDA09B747F5C151BC84">
    <w:name w:val="64417F54FFC340BDA09B747F5C151BC84"/>
    <w:rsid w:val="00CA3013"/>
  </w:style>
  <w:style w:type="paragraph" w:customStyle="1" w:styleId="2436E9E9D5AC4DE49DE5895882961E8C4">
    <w:name w:val="2436E9E9D5AC4DE49DE5895882961E8C4"/>
    <w:rsid w:val="00CA3013"/>
  </w:style>
  <w:style w:type="paragraph" w:customStyle="1" w:styleId="DE8B77BE984B4C40879D6B1DE015FDA24">
    <w:name w:val="DE8B77BE984B4C40879D6B1DE015FDA24"/>
    <w:rsid w:val="00CA3013"/>
  </w:style>
  <w:style w:type="paragraph" w:customStyle="1" w:styleId="8266A28FCB2647AFAD0F2C39131821A84">
    <w:name w:val="8266A28FCB2647AFAD0F2C39131821A84"/>
    <w:rsid w:val="00CA3013"/>
  </w:style>
  <w:style w:type="paragraph" w:customStyle="1" w:styleId="DDB45BD3F4294B848EDBCF169C8AEFCE4">
    <w:name w:val="DDB45BD3F4294B848EDBCF169C8AEFCE4"/>
    <w:rsid w:val="00CA3013"/>
  </w:style>
  <w:style w:type="paragraph" w:customStyle="1" w:styleId="4A09BC8A9BF44F5CBF2F98111EC98E724">
    <w:name w:val="4A09BC8A9BF44F5CBF2F98111EC98E724"/>
    <w:rsid w:val="00CA3013"/>
  </w:style>
  <w:style w:type="paragraph" w:customStyle="1" w:styleId="63257CF9129241058D32FE76EA10A4844">
    <w:name w:val="63257CF9129241058D32FE76EA10A4844"/>
    <w:rsid w:val="00CA3013"/>
  </w:style>
  <w:style w:type="paragraph" w:customStyle="1" w:styleId="E78ED69FB01F4CA49E168BEB994ACBCB4">
    <w:name w:val="E78ED69FB01F4CA49E168BEB994ACBCB4"/>
    <w:rsid w:val="00CA3013"/>
  </w:style>
  <w:style w:type="paragraph" w:customStyle="1" w:styleId="1497754920144F649B5674753AA8CA624">
    <w:name w:val="1497754920144F649B5674753AA8CA624"/>
    <w:rsid w:val="00CA3013"/>
  </w:style>
  <w:style w:type="paragraph" w:customStyle="1" w:styleId="C9A079AE8236472D8C24D15855AB0E1F4">
    <w:name w:val="C9A079AE8236472D8C24D15855AB0E1F4"/>
    <w:rsid w:val="00CA3013"/>
  </w:style>
  <w:style w:type="paragraph" w:customStyle="1" w:styleId="153AD30752624699BBA6293DCF1A87D84">
    <w:name w:val="153AD30752624699BBA6293DCF1A87D84"/>
    <w:rsid w:val="00CA3013"/>
  </w:style>
  <w:style w:type="paragraph" w:customStyle="1" w:styleId="C6193593FDD9495D8F3C03FFB85C44714">
    <w:name w:val="C6193593FDD9495D8F3C03FFB85C44714"/>
    <w:rsid w:val="00CA3013"/>
  </w:style>
  <w:style w:type="paragraph" w:customStyle="1" w:styleId="021E2B7787784CCDA4CC44DA853ACB064">
    <w:name w:val="021E2B7787784CCDA4CC44DA853ACB064"/>
    <w:rsid w:val="00CA3013"/>
  </w:style>
  <w:style w:type="paragraph" w:customStyle="1" w:styleId="339AA474CAD248D29995A603181C1E1E4">
    <w:name w:val="339AA474CAD248D29995A603181C1E1E4"/>
    <w:rsid w:val="00CA3013"/>
  </w:style>
  <w:style w:type="paragraph" w:customStyle="1" w:styleId="853693C360AF4C4680FA7FE51F863D174">
    <w:name w:val="853693C360AF4C4680FA7FE51F863D174"/>
    <w:rsid w:val="00CA3013"/>
  </w:style>
  <w:style w:type="paragraph" w:customStyle="1" w:styleId="53F1DAB49E3D4CF0ADA226E5EC2CF0C54">
    <w:name w:val="53F1DAB49E3D4CF0ADA226E5EC2CF0C54"/>
    <w:rsid w:val="00CA3013"/>
  </w:style>
  <w:style w:type="paragraph" w:customStyle="1" w:styleId="A1F0ACEA8296428094B9FBBED17C1D794">
    <w:name w:val="A1F0ACEA8296428094B9FBBED17C1D794"/>
    <w:rsid w:val="00CA3013"/>
  </w:style>
  <w:style w:type="paragraph" w:customStyle="1" w:styleId="F68B42B636964DD0AF04C2656670DCED4">
    <w:name w:val="F68B42B636964DD0AF04C2656670DCED4"/>
    <w:rsid w:val="00CA3013"/>
  </w:style>
  <w:style w:type="paragraph" w:customStyle="1" w:styleId="35F3D0FBD8484F06A4B7C744C7ABE32A4">
    <w:name w:val="35F3D0FBD8484F06A4B7C744C7ABE32A4"/>
    <w:rsid w:val="00CA3013"/>
  </w:style>
  <w:style w:type="paragraph" w:customStyle="1" w:styleId="E46A9FA3BED645CCB311A94EEC19B0B14">
    <w:name w:val="E46A9FA3BED645CCB311A94EEC19B0B14"/>
    <w:rsid w:val="00CA3013"/>
  </w:style>
  <w:style w:type="paragraph" w:customStyle="1" w:styleId="4D59C82E8F104FB3B728F2389FBADA644">
    <w:name w:val="4D59C82E8F104FB3B728F2389FBADA644"/>
    <w:rsid w:val="00CA3013"/>
  </w:style>
  <w:style w:type="paragraph" w:customStyle="1" w:styleId="FB4F647D6DE7420A8C94471B056152874">
    <w:name w:val="FB4F647D6DE7420A8C94471B056152874"/>
    <w:rsid w:val="00CA3013"/>
  </w:style>
  <w:style w:type="paragraph" w:customStyle="1" w:styleId="3EF0822ECD4A49729337FA2641948780">
    <w:name w:val="3EF0822ECD4A49729337FA2641948780"/>
    <w:rsid w:val="00CA3013"/>
  </w:style>
  <w:style w:type="paragraph" w:customStyle="1" w:styleId="9CA614740A85451A8BB623F1D507C5EF">
    <w:name w:val="9CA614740A85451A8BB623F1D507C5EF"/>
    <w:rsid w:val="00CA3013"/>
  </w:style>
  <w:style w:type="paragraph" w:customStyle="1" w:styleId="9FE644AA27C84DD79F7AC2D848E6CB10">
    <w:name w:val="9FE644AA27C84DD79F7AC2D848E6CB10"/>
    <w:rsid w:val="00CA3013"/>
  </w:style>
  <w:style w:type="paragraph" w:customStyle="1" w:styleId="0A92168FBED34D38B476F89598E2FB63">
    <w:name w:val="0A92168FBED34D38B476F89598E2FB63"/>
    <w:rsid w:val="00CA3013"/>
  </w:style>
  <w:style w:type="paragraph" w:customStyle="1" w:styleId="DAA8A84EA59C4934BD2CDB9432A38490">
    <w:name w:val="DAA8A84EA59C4934BD2CDB9432A38490"/>
    <w:rsid w:val="00CA3013"/>
  </w:style>
  <w:style w:type="paragraph" w:customStyle="1" w:styleId="5206C6A726074F1B82568AB31E1B1E1B">
    <w:name w:val="5206C6A726074F1B82568AB31E1B1E1B"/>
    <w:rsid w:val="00CA3013"/>
  </w:style>
  <w:style w:type="paragraph" w:customStyle="1" w:styleId="2818F015F7714D55AF2D0F964F865EDE">
    <w:name w:val="2818F015F7714D55AF2D0F964F865EDE"/>
    <w:rsid w:val="00CA3013"/>
  </w:style>
  <w:style w:type="paragraph" w:customStyle="1" w:styleId="FC0C7F23614B4BC088446D0DACFE43D8">
    <w:name w:val="FC0C7F23614B4BC088446D0DACFE43D8"/>
    <w:rsid w:val="00CA3013"/>
  </w:style>
  <w:style w:type="paragraph" w:customStyle="1" w:styleId="B8FAAA0803E648EE901A605F36B0C593">
    <w:name w:val="B8FAAA0803E648EE901A605F36B0C593"/>
    <w:rsid w:val="00CA3013"/>
  </w:style>
  <w:style w:type="paragraph" w:customStyle="1" w:styleId="1B26479421BE46C6B4668EFB456795F9">
    <w:name w:val="1B26479421BE46C6B4668EFB456795F9"/>
    <w:rsid w:val="00CA3013"/>
  </w:style>
  <w:style w:type="paragraph" w:customStyle="1" w:styleId="700456B065E2437A875E23DECF08BB27">
    <w:name w:val="700456B065E2437A875E23DECF08BB27"/>
    <w:rsid w:val="00CA3013"/>
  </w:style>
  <w:style w:type="paragraph" w:customStyle="1" w:styleId="9E16B4C81A3E4B8999994E294B7359F5">
    <w:name w:val="9E16B4C81A3E4B8999994E294B7359F5"/>
    <w:rsid w:val="00CA3013"/>
  </w:style>
  <w:style w:type="paragraph" w:customStyle="1" w:styleId="0B0218071DE44159872A7EFBF4D70777">
    <w:name w:val="0B0218071DE44159872A7EFBF4D70777"/>
    <w:rsid w:val="00CA3013"/>
  </w:style>
  <w:style w:type="paragraph" w:customStyle="1" w:styleId="5FFF5ADDF57E4F71BF75300767471ECD5">
    <w:name w:val="5FFF5ADDF57E4F71BF75300767471ECD5"/>
    <w:rsid w:val="00CA3013"/>
  </w:style>
  <w:style w:type="paragraph" w:customStyle="1" w:styleId="47E11AF3669E4F83800D49A160D046FE5">
    <w:name w:val="47E11AF3669E4F83800D49A160D046FE5"/>
    <w:rsid w:val="00CA3013"/>
  </w:style>
  <w:style w:type="paragraph" w:customStyle="1" w:styleId="8179ED2C576C4C0698005D580846583A3">
    <w:name w:val="8179ED2C576C4C0698005D580846583A3"/>
    <w:rsid w:val="00CA3013"/>
  </w:style>
  <w:style w:type="paragraph" w:customStyle="1" w:styleId="5AFB1C8CDD1141D3A8203E6735862FFB5">
    <w:name w:val="5AFB1C8CDD1141D3A8203E6735862FFB5"/>
    <w:rsid w:val="00CA3013"/>
  </w:style>
  <w:style w:type="paragraph" w:customStyle="1" w:styleId="6C3B014DCEAD4DE9BA083F2F4A6D91435">
    <w:name w:val="6C3B014DCEAD4DE9BA083F2F4A6D91435"/>
    <w:rsid w:val="00CA3013"/>
  </w:style>
  <w:style w:type="paragraph" w:customStyle="1" w:styleId="FB0461DF9C4F43B6AB355B9144D3BDFB5">
    <w:name w:val="FB0461DF9C4F43B6AB355B9144D3BDFB5"/>
    <w:rsid w:val="00CA3013"/>
  </w:style>
  <w:style w:type="paragraph" w:customStyle="1" w:styleId="BF0107C952E04341BD5A92785864A5485">
    <w:name w:val="BF0107C952E04341BD5A92785864A5485"/>
    <w:rsid w:val="00CA3013"/>
  </w:style>
  <w:style w:type="paragraph" w:customStyle="1" w:styleId="5B0783A64A984D91B1AB61BAFD6D54885">
    <w:name w:val="5B0783A64A984D91B1AB61BAFD6D54885"/>
    <w:rsid w:val="00CA3013"/>
  </w:style>
  <w:style w:type="paragraph" w:customStyle="1" w:styleId="D0FE09B0B2C3440DB2B2B51D5371D4735">
    <w:name w:val="D0FE09B0B2C3440DB2B2B51D5371D4735"/>
    <w:rsid w:val="00CA3013"/>
  </w:style>
  <w:style w:type="paragraph" w:customStyle="1" w:styleId="8541D3F331E94ECF8C73DA945834581F5">
    <w:name w:val="8541D3F331E94ECF8C73DA945834581F5"/>
    <w:rsid w:val="00CA3013"/>
  </w:style>
  <w:style w:type="paragraph" w:customStyle="1" w:styleId="7940BFB041F4439AA42C35DB38251E185">
    <w:name w:val="7940BFB041F4439AA42C35DB38251E185"/>
    <w:rsid w:val="00CA3013"/>
  </w:style>
  <w:style w:type="paragraph" w:customStyle="1" w:styleId="3648D1BD3F6B46489B99198808CCA41D5">
    <w:name w:val="3648D1BD3F6B46489B99198808CCA41D5"/>
    <w:rsid w:val="00CA3013"/>
  </w:style>
  <w:style w:type="paragraph" w:customStyle="1" w:styleId="8692FC65D2D84BC4A6BAE7A9B74E43755">
    <w:name w:val="8692FC65D2D84BC4A6BAE7A9B74E43755"/>
    <w:rsid w:val="00CA3013"/>
  </w:style>
  <w:style w:type="paragraph" w:customStyle="1" w:styleId="4341061D832840A19E8F0F571CBFFF705">
    <w:name w:val="4341061D832840A19E8F0F571CBFFF705"/>
    <w:rsid w:val="00CA3013"/>
  </w:style>
  <w:style w:type="paragraph" w:customStyle="1" w:styleId="4FD5C71E811B4410B0878322387F7A245">
    <w:name w:val="4FD5C71E811B4410B0878322387F7A245"/>
    <w:rsid w:val="00CA3013"/>
  </w:style>
  <w:style w:type="paragraph" w:customStyle="1" w:styleId="957146F680564058AED0BF002A1B120D5">
    <w:name w:val="957146F680564058AED0BF002A1B120D5"/>
    <w:rsid w:val="00CA3013"/>
  </w:style>
  <w:style w:type="paragraph" w:customStyle="1" w:styleId="A56BD1CBB3BC49BFBF335FA7564CE8915">
    <w:name w:val="A56BD1CBB3BC49BFBF335FA7564CE8915"/>
    <w:rsid w:val="00CA3013"/>
  </w:style>
  <w:style w:type="paragraph" w:customStyle="1" w:styleId="B077CC17110E4F19B83A95075EDC12225">
    <w:name w:val="B077CC17110E4F19B83A95075EDC12225"/>
    <w:rsid w:val="00CA3013"/>
  </w:style>
  <w:style w:type="paragraph" w:customStyle="1" w:styleId="84016A08DF0A43F1ADCCF914FFD8058D5">
    <w:name w:val="84016A08DF0A43F1ADCCF914FFD8058D5"/>
    <w:rsid w:val="00CA3013"/>
  </w:style>
  <w:style w:type="paragraph" w:customStyle="1" w:styleId="BF6E2221296042E0BC69D8F901D7CCC05">
    <w:name w:val="BF6E2221296042E0BC69D8F901D7CCC05"/>
    <w:rsid w:val="00CA3013"/>
  </w:style>
  <w:style w:type="paragraph" w:customStyle="1" w:styleId="12553B4453B94BB581A5694021A25E945">
    <w:name w:val="12553B4453B94BB581A5694021A25E945"/>
    <w:rsid w:val="00CA3013"/>
  </w:style>
  <w:style w:type="paragraph" w:customStyle="1" w:styleId="42D42008329141FC893F1B0460F3D56E5">
    <w:name w:val="42D42008329141FC893F1B0460F3D56E5"/>
    <w:rsid w:val="00CA3013"/>
  </w:style>
  <w:style w:type="paragraph" w:customStyle="1" w:styleId="0426C5FD66524B7D8512651C8402B5B75">
    <w:name w:val="0426C5FD66524B7D8512651C8402B5B75"/>
    <w:rsid w:val="00CA3013"/>
  </w:style>
  <w:style w:type="paragraph" w:customStyle="1" w:styleId="2B3E7444FC144D8FA9F255CB231E47C05">
    <w:name w:val="2B3E7444FC144D8FA9F255CB231E47C05"/>
    <w:rsid w:val="00CA3013"/>
  </w:style>
  <w:style w:type="paragraph" w:customStyle="1" w:styleId="A81922825B25467E881665AD254DD7E75">
    <w:name w:val="A81922825B25467E881665AD254DD7E75"/>
    <w:rsid w:val="00CA3013"/>
  </w:style>
  <w:style w:type="paragraph" w:customStyle="1" w:styleId="8742E138E9FE400BB4C071474FFAF7695">
    <w:name w:val="8742E138E9FE400BB4C071474FFAF7695"/>
    <w:rsid w:val="00CA3013"/>
  </w:style>
  <w:style w:type="paragraph" w:customStyle="1" w:styleId="24BB7E1F6AF743B38BB4B34872E24A935">
    <w:name w:val="24BB7E1F6AF743B38BB4B34872E24A935"/>
    <w:rsid w:val="00CA3013"/>
  </w:style>
  <w:style w:type="paragraph" w:customStyle="1" w:styleId="865E6832B4D648F5BB9CE76FC22F9C955">
    <w:name w:val="865E6832B4D648F5BB9CE76FC22F9C955"/>
    <w:rsid w:val="00CA3013"/>
  </w:style>
  <w:style w:type="paragraph" w:customStyle="1" w:styleId="7C45C6847B1541948EBEB6B9BF1E52B15">
    <w:name w:val="7C45C6847B1541948EBEB6B9BF1E52B15"/>
    <w:rsid w:val="00CA3013"/>
  </w:style>
  <w:style w:type="paragraph" w:customStyle="1" w:styleId="ACB6E1D65A48436EAEEBF683A5F863585">
    <w:name w:val="ACB6E1D65A48436EAEEBF683A5F863585"/>
    <w:rsid w:val="00CA3013"/>
  </w:style>
  <w:style w:type="paragraph" w:customStyle="1" w:styleId="51210E9AEF6948EC9A876D8639A8BE6A5">
    <w:name w:val="51210E9AEF6948EC9A876D8639A8BE6A5"/>
    <w:rsid w:val="00CA3013"/>
  </w:style>
  <w:style w:type="paragraph" w:customStyle="1" w:styleId="04E101FB7B524992B73004267AF982775">
    <w:name w:val="04E101FB7B524992B73004267AF982775"/>
    <w:rsid w:val="00CA3013"/>
  </w:style>
  <w:style w:type="paragraph" w:customStyle="1" w:styleId="766D10EFA1D048379AC8F6EE50A14A3A5">
    <w:name w:val="766D10EFA1D048379AC8F6EE50A14A3A5"/>
    <w:rsid w:val="00CA3013"/>
  </w:style>
  <w:style w:type="paragraph" w:customStyle="1" w:styleId="F44113AC2C264DC88BE291FF59C4961B5">
    <w:name w:val="F44113AC2C264DC88BE291FF59C4961B5"/>
    <w:rsid w:val="00CA3013"/>
  </w:style>
  <w:style w:type="paragraph" w:customStyle="1" w:styleId="7B234F0B4EEB469496C380F57DC3F4645">
    <w:name w:val="7B234F0B4EEB469496C380F57DC3F4645"/>
    <w:rsid w:val="00CA3013"/>
  </w:style>
  <w:style w:type="paragraph" w:customStyle="1" w:styleId="6709F22DC8E24A3D96049BF8A1FA4A8C5">
    <w:name w:val="6709F22DC8E24A3D96049BF8A1FA4A8C5"/>
    <w:rsid w:val="00CA3013"/>
  </w:style>
  <w:style w:type="paragraph" w:customStyle="1" w:styleId="5225ADD590AA46E5AD561CF1954A47835">
    <w:name w:val="5225ADD590AA46E5AD561CF1954A47835"/>
    <w:rsid w:val="00CA3013"/>
  </w:style>
  <w:style w:type="paragraph" w:customStyle="1" w:styleId="DA6FDBDBA247474CAAA072B3CD123DFA5">
    <w:name w:val="DA6FDBDBA247474CAAA072B3CD123DFA5"/>
    <w:rsid w:val="00CA3013"/>
  </w:style>
  <w:style w:type="paragraph" w:customStyle="1" w:styleId="92F5DCDC90A2469882E426B63728678F5">
    <w:name w:val="92F5DCDC90A2469882E426B63728678F5"/>
    <w:rsid w:val="00CA3013"/>
  </w:style>
  <w:style w:type="paragraph" w:customStyle="1" w:styleId="0D466FC62A7C45AF9DF1C5C942FE6F155">
    <w:name w:val="0D466FC62A7C45AF9DF1C5C942FE6F155"/>
    <w:rsid w:val="00CA3013"/>
  </w:style>
  <w:style w:type="paragraph" w:customStyle="1" w:styleId="78E8BD2BA6A1425D8D7760D5C55FD8FA5">
    <w:name w:val="78E8BD2BA6A1425D8D7760D5C55FD8FA5"/>
    <w:rsid w:val="00CA3013"/>
  </w:style>
  <w:style w:type="paragraph" w:customStyle="1" w:styleId="0F27661A31E544978F21F897AFDE731E5">
    <w:name w:val="0F27661A31E544978F21F897AFDE731E5"/>
    <w:rsid w:val="00CA3013"/>
  </w:style>
  <w:style w:type="paragraph" w:customStyle="1" w:styleId="AB1D540674644237A79A51DA92FCD3C75">
    <w:name w:val="AB1D540674644237A79A51DA92FCD3C75"/>
    <w:rsid w:val="00CA3013"/>
  </w:style>
  <w:style w:type="paragraph" w:customStyle="1" w:styleId="1C01BBAEFB2143F6B6462B7429497D145">
    <w:name w:val="1C01BBAEFB2143F6B6462B7429497D145"/>
    <w:rsid w:val="00CA3013"/>
  </w:style>
  <w:style w:type="paragraph" w:customStyle="1" w:styleId="E86D7ADF3B9F40DDB03E8C7D4625A01E5">
    <w:name w:val="E86D7ADF3B9F40DDB03E8C7D4625A01E5"/>
    <w:rsid w:val="00CA3013"/>
  </w:style>
  <w:style w:type="paragraph" w:customStyle="1" w:styleId="75FE2A4C28E7499DA2E0024308DC6A875">
    <w:name w:val="75FE2A4C28E7499DA2E0024308DC6A875"/>
    <w:rsid w:val="00CA3013"/>
  </w:style>
  <w:style w:type="paragraph" w:customStyle="1" w:styleId="64417F54FFC340BDA09B747F5C151BC85">
    <w:name w:val="64417F54FFC340BDA09B747F5C151BC85"/>
    <w:rsid w:val="00CA3013"/>
  </w:style>
  <w:style w:type="paragraph" w:customStyle="1" w:styleId="2436E9E9D5AC4DE49DE5895882961E8C5">
    <w:name w:val="2436E9E9D5AC4DE49DE5895882961E8C5"/>
    <w:rsid w:val="00CA3013"/>
  </w:style>
  <w:style w:type="paragraph" w:customStyle="1" w:styleId="DE8B77BE984B4C40879D6B1DE015FDA25">
    <w:name w:val="DE8B77BE984B4C40879D6B1DE015FDA25"/>
    <w:rsid w:val="00CA3013"/>
  </w:style>
  <w:style w:type="paragraph" w:customStyle="1" w:styleId="8266A28FCB2647AFAD0F2C39131821A85">
    <w:name w:val="8266A28FCB2647AFAD0F2C39131821A85"/>
    <w:rsid w:val="00CA3013"/>
  </w:style>
  <w:style w:type="paragraph" w:customStyle="1" w:styleId="DDB45BD3F4294B848EDBCF169C8AEFCE5">
    <w:name w:val="DDB45BD3F4294B848EDBCF169C8AEFCE5"/>
    <w:rsid w:val="00CA3013"/>
  </w:style>
  <w:style w:type="paragraph" w:customStyle="1" w:styleId="4A09BC8A9BF44F5CBF2F98111EC98E725">
    <w:name w:val="4A09BC8A9BF44F5CBF2F98111EC98E725"/>
    <w:rsid w:val="00CA3013"/>
  </w:style>
  <w:style w:type="paragraph" w:customStyle="1" w:styleId="63257CF9129241058D32FE76EA10A4845">
    <w:name w:val="63257CF9129241058D32FE76EA10A4845"/>
    <w:rsid w:val="00CA3013"/>
  </w:style>
  <w:style w:type="paragraph" w:customStyle="1" w:styleId="E78ED69FB01F4CA49E168BEB994ACBCB5">
    <w:name w:val="E78ED69FB01F4CA49E168BEB994ACBCB5"/>
    <w:rsid w:val="00CA3013"/>
  </w:style>
  <w:style w:type="paragraph" w:customStyle="1" w:styleId="1497754920144F649B5674753AA8CA625">
    <w:name w:val="1497754920144F649B5674753AA8CA625"/>
    <w:rsid w:val="00CA3013"/>
  </w:style>
  <w:style w:type="paragraph" w:customStyle="1" w:styleId="C9A079AE8236472D8C24D15855AB0E1F5">
    <w:name w:val="C9A079AE8236472D8C24D15855AB0E1F5"/>
    <w:rsid w:val="00CA3013"/>
  </w:style>
  <w:style w:type="paragraph" w:customStyle="1" w:styleId="153AD30752624699BBA6293DCF1A87D85">
    <w:name w:val="153AD30752624699BBA6293DCF1A87D85"/>
    <w:rsid w:val="00CA3013"/>
  </w:style>
  <w:style w:type="paragraph" w:customStyle="1" w:styleId="C6193593FDD9495D8F3C03FFB85C44715">
    <w:name w:val="C6193593FDD9495D8F3C03FFB85C44715"/>
    <w:rsid w:val="00CA3013"/>
  </w:style>
  <w:style w:type="paragraph" w:customStyle="1" w:styleId="021E2B7787784CCDA4CC44DA853ACB065">
    <w:name w:val="021E2B7787784CCDA4CC44DA853ACB065"/>
    <w:rsid w:val="00CA3013"/>
  </w:style>
  <w:style w:type="paragraph" w:customStyle="1" w:styleId="339AA474CAD248D29995A603181C1E1E5">
    <w:name w:val="339AA474CAD248D29995A603181C1E1E5"/>
    <w:rsid w:val="00CA3013"/>
  </w:style>
  <w:style w:type="paragraph" w:customStyle="1" w:styleId="853693C360AF4C4680FA7FE51F863D175">
    <w:name w:val="853693C360AF4C4680FA7FE51F863D175"/>
    <w:rsid w:val="00CA3013"/>
  </w:style>
  <w:style w:type="paragraph" w:customStyle="1" w:styleId="53F1DAB49E3D4CF0ADA226E5EC2CF0C55">
    <w:name w:val="53F1DAB49E3D4CF0ADA226E5EC2CF0C55"/>
    <w:rsid w:val="00CA3013"/>
  </w:style>
  <w:style w:type="paragraph" w:customStyle="1" w:styleId="A1F0ACEA8296428094B9FBBED17C1D795">
    <w:name w:val="A1F0ACEA8296428094B9FBBED17C1D795"/>
    <w:rsid w:val="00CA3013"/>
  </w:style>
  <w:style w:type="paragraph" w:customStyle="1" w:styleId="F68B42B636964DD0AF04C2656670DCED5">
    <w:name w:val="F68B42B636964DD0AF04C2656670DCED5"/>
    <w:rsid w:val="00CA3013"/>
  </w:style>
  <w:style w:type="paragraph" w:customStyle="1" w:styleId="35F3D0FBD8484F06A4B7C744C7ABE32A5">
    <w:name w:val="35F3D0FBD8484F06A4B7C744C7ABE32A5"/>
    <w:rsid w:val="00CA3013"/>
  </w:style>
  <w:style w:type="paragraph" w:customStyle="1" w:styleId="E46A9FA3BED645CCB311A94EEC19B0B15">
    <w:name w:val="E46A9FA3BED645CCB311A94EEC19B0B15"/>
    <w:rsid w:val="00CA3013"/>
  </w:style>
  <w:style w:type="paragraph" w:customStyle="1" w:styleId="4D59C82E8F104FB3B728F2389FBADA645">
    <w:name w:val="4D59C82E8F104FB3B728F2389FBADA645"/>
    <w:rsid w:val="00CA3013"/>
  </w:style>
  <w:style w:type="paragraph" w:customStyle="1" w:styleId="FB4F647D6DE7420A8C94471B056152875">
    <w:name w:val="FB4F647D6DE7420A8C94471B056152875"/>
    <w:rsid w:val="00CA3013"/>
  </w:style>
  <w:style w:type="paragraph" w:customStyle="1" w:styleId="3EF0822ECD4A49729337FA26419487801">
    <w:name w:val="3EF0822ECD4A49729337FA26419487801"/>
    <w:rsid w:val="00CA3013"/>
  </w:style>
  <w:style w:type="paragraph" w:customStyle="1" w:styleId="9CA614740A85451A8BB623F1D507C5EF1">
    <w:name w:val="9CA614740A85451A8BB623F1D507C5EF1"/>
    <w:rsid w:val="00CA3013"/>
  </w:style>
  <w:style w:type="paragraph" w:customStyle="1" w:styleId="9FE644AA27C84DD79F7AC2D848E6CB101">
    <w:name w:val="9FE644AA27C84DD79F7AC2D848E6CB101"/>
    <w:rsid w:val="00CA3013"/>
  </w:style>
  <w:style w:type="paragraph" w:customStyle="1" w:styleId="0A92168FBED34D38B476F89598E2FB631">
    <w:name w:val="0A92168FBED34D38B476F89598E2FB631"/>
    <w:rsid w:val="00CA3013"/>
  </w:style>
  <w:style w:type="paragraph" w:customStyle="1" w:styleId="DAA8A84EA59C4934BD2CDB9432A384901">
    <w:name w:val="DAA8A84EA59C4934BD2CDB9432A384901"/>
    <w:rsid w:val="00CA3013"/>
  </w:style>
  <w:style w:type="paragraph" w:customStyle="1" w:styleId="5206C6A726074F1B82568AB31E1B1E1B1">
    <w:name w:val="5206C6A726074F1B82568AB31E1B1E1B1"/>
    <w:rsid w:val="00CA3013"/>
  </w:style>
  <w:style w:type="paragraph" w:customStyle="1" w:styleId="2818F015F7714D55AF2D0F964F865EDE1">
    <w:name w:val="2818F015F7714D55AF2D0F964F865EDE1"/>
    <w:rsid w:val="00CA3013"/>
  </w:style>
  <w:style w:type="paragraph" w:customStyle="1" w:styleId="FC0C7F23614B4BC088446D0DACFE43D81">
    <w:name w:val="FC0C7F23614B4BC088446D0DACFE43D81"/>
    <w:rsid w:val="00CA3013"/>
  </w:style>
  <w:style w:type="paragraph" w:customStyle="1" w:styleId="B8FAAA0803E648EE901A605F36B0C5931">
    <w:name w:val="B8FAAA0803E648EE901A605F36B0C5931"/>
    <w:rsid w:val="00CA3013"/>
  </w:style>
  <w:style w:type="paragraph" w:customStyle="1" w:styleId="1B26479421BE46C6B4668EFB456795F91">
    <w:name w:val="1B26479421BE46C6B4668EFB456795F91"/>
    <w:rsid w:val="00CA3013"/>
  </w:style>
  <w:style w:type="paragraph" w:customStyle="1" w:styleId="700456B065E2437A875E23DECF08BB271">
    <w:name w:val="700456B065E2437A875E23DECF08BB271"/>
    <w:rsid w:val="00CA3013"/>
  </w:style>
  <w:style w:type="paragraph" w:customStyle="1" w:styleId="9E16B4C81A3E4B8999994E294B7359F51">
    <w:name w:val="9E16B4C81A3E4B8999994E294B7359F51"/>
    <w:rsid w:val="00CA3013"/>
  </w:style>
  <w:style w:type="paragraph" w:customStyle="1" w:styleId="0B0218071DE44159872A7EFBF4D707771">
    <w:name w:val="0B0218071DE44159872A7EFBF4D707771"/>
    <w:rsid w:val="00CA3013"/>
  </w:style>
  <w:style w:type="paragraph" w:customStyle="1" w:styleId="5FFF5ADDF57E4F71BF75300767471ECD6">
    <w:name w:val="5FFF5ADDF57E4F71BF75300767471ECD6"/>
    <w:rsid w:val="00CA3013"/>
  </w:style>
  <w:style w:type="paragraph" w:customStyle="1" w:styleId="47E11AF3669E4F83800D49A160D046FE6">
    <w:name w:val="47E11AF3669E4F83800D49A160D046FE6"/>
    <w:rsid w:val="00CA3013"/>
  </w:style>
  <w:style w:type="paragraph" w:customStyle="1" w:styleId="8179ED2C576C4C0698005D580846583A4">
    <w:name w:val="8179ED2C576C4C0698005D580846583A4"/>
    <w:rsid w:val="00CA3013"/>
  </w:style>
  <w:style w:type="paragraph" w:customStyle="1" w:styleId="5AFB1C8CDD1141D3A8203E6735862FFB6">
    <w:name w:val="5AFB1C8CDD1141D3A8203E6735862FFB6"/>
    <w:rsid w:val="00CA3013"/>
  </w:style>
  <w:style w:type="paragraph" w:customStyle="1" w:styleId="6C3B014DCEAD4DE9BA083F2F4A6D91436">
    <w:name w:val="6C3B014DCEAD4DE9BA083F2F4A6D91436"/>
    <w:rsid w:val="00CA3013"/>
  </w:style>
  <w:style w:type="paragraph" w:customStyle="1" w:styleId="FB0461DF9C4F43B6AB355B9144D3BDFB6">
    <w:name w:val="FB0461DF9C4F43B6AB355B9144D3BDFB6"/>
    <w:rsid w:val="00CA3013"/>
  </w:style>
  <w:style w:type="paragraph" w:customStyle="1" w:styleId="BF0107C952E04341BD5A92785864A5486">
    <w:name w:val="BF0107C952E04341BD5A92785864A5486"/>
    <w:rsid w:val="00CA3013"/>
  </w:style>
  <w:style w:type="paragraph" w:customStyle="1" w:styleId="5B0783A64A984D91B1AB61BAFD6D54886">
    <w:name w:val="5B0783A64A984D91B1AB61BAFD6D54886"/>
    <w:rsid w:val="00CA3013"/>
  </w:style>
  <w:style w:type="paragraph" w:customStyle="1" w:styleId="D0FE09B0B2C3440DB2B2B51D5371D4736">
    <w:name w:val="D0FE09B0B2C3440DB2B2B51D5371D4736"/>
    <w:rsid w:val="00CA3013"/>
  </w:style>
  <w:style w:type="paragraph" w:customStyle="1" w:styleId="8541D3F331E94ECF8C73DA945834581F6">
    <w:name w:val="8541D3F331E94ECF8C73DA945834581F6"/>
    <w:rsid w:val="00CA3013"/>
  </w:style>
  <w:style w:type="paragraph" w:customStyle="1" w:styleId="7940BFB041F4439AA42C35DB38251E186">
    <w:name w:val="7940BFB041F4439AA42C35DB38251E186"/>
    <w:rsid w:val="00CA3013"/>
  </w:style>
  <w:style w:type="paragraph" w:customStyle="1" w:styleId="3648D1BD3F6B46489B99198808CCA41D6">
    <w:name w:val="3648D1BD3F6B46489B99198808CCA41D6"/>
    <w:rsid w:val="00CA3013"/>
  </w:style>
  <w:style w:type="paragraph" w:customStyle="1" w:styleId="8692FC65D2D84BC4A6BAE7A9B74E43756">
    <w:name w:val="8692FC65D2D84BC4A6BAE7A9B74E43756"/>
    <w:rsid w:val="00CA3013"/>
  </w:style>
  <w:style w:type="paragraph" w:customStyle="1" w:styleId="4341061D832840A19E8F0F571CBFFF706">
    <w:name w:val="4341061D832840A19E8F0F571CBFFF706"/>
    <w:rsid w:val="00CA3013"/>
  </w:style>
  <w:style w:type="paragraph" w:customStyle="1" w:styleId="4FD5C71E811B4410B0878322387F7A246">
    <w:name w:val="4FD5C71E811B4410B0878322387F7A246"/>
    <w:rsid w:val="00CA3013"/>
  </w:style>
  <w:style w:type="paragraph" w:customStyle="1" w:styleId="957146F680564058AED0BF002A1B120D6">
    <w:name w:val="957146F680564058AED0BF002A1B120D6"/>
    <w:rsid w:val="00CA3013"/>
  </w:style>
  <w:style w:type="paragraph" w:customStyle="1" w:styleId="A56BD1CBB3BC49BFBF335FA7564CE8916">
    <w:name w:val="A56BD1CBB3BC49BFBF335FA7564CE8916"/>
    <w:rsid w:val="00CA3013"/>
  </w:style>
  <w:style w:type="paragraph" w:customStyle="1" w:styleId="B077CC17110E4F19B83A95075EDC12226">
    <w:name w:val="B077CC17110E4F19B83A95075EDC12226"/>
    <w:rsid w:val="00CA3013"/>
  </w:style>
  <w:style w:type="paragraph" w:customStyle="1" w:styleId="84016A08DF0A43F1ADCCF914FFD8058D6">
    <w:name w:val="84016A08DF0A43F1ADCCF914FFD8058D6"/>
    <w:rsid w:val="00CA3013"/>
  </w:style>
  <w:style w:type="paragraph" w:customStyle="1" w:styleId="BF6E2221296042E0BC69D8F901D7CCC06">
    <w:name w:val="BF6E2221296042E0BC69D8F901D7CCC06"/>
    <w:rsid w:val="00CA3013"/>
  </w:style>
  <w:style w:type="paragraph" w:customStyle="1" w:styleId="12553B4453B94BB581A5694021A25E946">
    <w:name w:val="12553B4453B94BB581A5694021A25E946"/>
    <w:rsid w:val="00CA3013"/>
  </w:style>
  <w:style w:type="paragraph" w:customStyle="1" w:styleId="42D42008329141FC893F1B0460F3D56E6">
    <w:name w:val="42D42008329141FC893F1B0460F3D56E6"/>
    <w:rsid w:val="00CA3013"/>
  </w:style>
  <w:style w:type="paragraph" w:customStyle="1" w:styleId="0426C5FD66524B7D8512651C8402B5B76">
    <w:name w:val="0426C5FD66524B7D8512651C8402B5B76"/>
    <w:rsid w:val="00CA3013"/>
  </w:style>
  <w:style w:type="paragraph" w:customStyle="1" w:styleId="2B3E7444FC144D8FA9F255CB231E47C06">
    <w:name w:val="2B3E7444FC144D8FA9F255CB231E47C06"/>
    <w:rsid w:val="00CA3013"/>
  </w:style>
  <w:style w:type="paragraph" w:customStyle="1" w:styleId="A81922825B25467E881665AD254DD7E76">
    <w:name w:val="A81922825B25467E881665AD254DD7E76"/>
    <w:rsid w:val="00CA3013"/>
  </w:style>
  <w:style w:type="paragraph" w:customStyle="1" w:styleId="8742E138E9FE400BB4C071474FFAF7696">
    <w:name w:val="8742E138E9FE400BB4C071474FFAF7696"/>
    <w:rsid w:val="00CA3013"/>
  </w:style>
  <w:style w:type="paragraph" w:customStyle="1" w:styleId="24BB7E1F6AF743B38BB4B34872E24A936">
    <w:name w:val="24BB7E1F6AF743B38BB4B34872E24A936"/>
    <w:rsid w:val="00CA3013"/>
  </w:style>
  <w:style w:type="paragraph" w:customStyle="1" w:styleId="865E6832B4D648F5BB9CE76FC22F9C956">
    <w:name w:val="865E6832B4D648F5BB9CE76FC22F9C956"/>
    <w:rsid w:val="00CA3013"/>
  </w:style>
  <w:style w:type="paragraph" w:customStyle="1" w:styleId="7C45C6847B1541948EBEB6B9BF1E52B16">
    <w:name w:val="7C45C6847B1541948EBEB6B9BF1E52B16"/>
    <w:rsid w:val="00CA3013"/>
  </w:style>
  <w:style w:type="paragraph" w:customStyle="1" w:styleId="ACB6E1D65A48436EAEEBF683A5F863586">
    <w:name w:val="ACB6E1D65A48436EAEEBF683A5F863586"/>
    <w:rsid w:val="00CA3013"/>
  </w:style>
  <w:style w:type="paragraph" w:customStyle="1" w:styleId="51210E9AEF6948EC9A876D8639A8BE6A6">
    <w:name w:val="51210E9AEF6948EC9A876D8639A8BE6A6"/>
    <w:rsid w:val="00CA3013"/>
  </w:style>
  <w:style w:type="paragraph" w:customStyle="1" w:styleId="04E101FB7B524992B73004267AF982776">
    <w:name w:val="04E101FB7B524992B73004267AF982776"/>
    <w:rsid w:val="00CA3013"/>
  </w:style>
  <w:style w:type="paragraph" w:customStyle="1" w:styleId="766D10EFA1D048379AC8F6EE50A14A3A6">
    <w:name w:val="766D10EFA1D048379AC8F6EE50A14A3A6"/>
    <w:rsid w:val="00CA3013"/>
  </w:style>
  <w:style w:type="paragraph" w:customStyle="1" w:styleId="F44113AC2C264DC88BE291FF59C4961B6">
    <w:name w:val="F44113AC2C264DC88BE291FF59C4961B6"/>
    <w:rsid w:val="00CA3013"/>
  </w:style>
  <w:style w:type="paragraph" w:customStyle="1" w:styleId="7B234F0B4EEB469496C380F57DC3F4646">
    <w:name w:val="7B234F0B4EEB469496C380F57DC3F4646"/>
    <w:rsid w:val="00CA3013"/>
  </w:style>
  <w:style w:type="paragraph" w:customStyle="1" w:styleId="6709F22DC8E24A3D96049BF8A1FA4A8C6">
    <w:name w:val="6709F22DC8E24A3D96049BF8A1FA4A8C6"/>
    <w:rsid w:val="00CA3013"/>
  </w:style>
  <w:style w:type="paragraph" w:customStyle="1" w:styleId="5225ADD590AA46E5AD561CF1954A47836">
    <w:name w:val="5225ADD590AA46E5AD561CF1954A47836"/>
    <w:rsid w:val="00CA3013"/>
  </w:style>
  <w:style w:type="paragraph" w:customStyle="1" w:styleId="DA6FDBDBA247474CAAA072B3CD123DFA6">
    <w:name w:val="DA6FDBDBA247474CAAA072B3CD123DFA6"/>
    <w:rsid w:val="00CA3013"/>
  </w:style>
  <w:style w:type="paragraph" w:customStyle="1" w:styleId="92F5DCDC90A2469882E426B63728678F6">
    <w:name w:val="92F5DCDC90A2469882E426B63728678F6"/>
    <w:rsid w:val="00CA3013"/>
  </w:style>
  <w:style w:type="paragraph" w:customStyle="1" w:styleId="0D466FC62A7C45AF9DF1C5C942FE6F156">
    <w:name w:val="0D466FC62A7C45AF9DF1C5C942FE6F156"/>
    <w:rsid w:val="00CA3013"/>
  </w:style>
  <w:style w:type="paragraph" w:customStyle="1" w:styleId="78E8BD2BA6A1425D8D7760D5C55FD8FA6">
    <w:name w:val="78E8BD2BA6A1425D8D7760D5C55FD8FA6"/>
    <w:rsid w:val="00CA3013"/>
  </w:style>
  <w:style w:type="paragraph" w:customStyle="1" w:styleId="0F27661A31E544978F21F897AFDE731E6">
    <w:name w:val="0F27661A31E544978F21F897AFDE731E6"/>
    <w:rsid w:val="00CA3013"/>
  </w:style>
  <w:style w:type="paragraph" w:customStyle="1" w:styleId="AB1D540674644237A79A51DA92FCD3C76">
    <w:name w:val="AB1D540674644237A79A51DA92FCD3C76"/>
    <w:rsid w:val="00CA3013"/>
  </w:style>
  <w:style w:type="paragraph" w:customStyle="1" w:styleId="1C01BBAEFB2143F6B6462B7429497D146">
    <w:name w:val="1C01BBAEFB2143F6B6462B7429497D146"/>
    <w:rsid w:val="00CA3013"/>
  </w:style>
  <w:style w:type="paragraph" w:customStyle="1" w:styleId="E86D7ADF3B9F40DDB03E8C7D4625A01E6">
    <w:name w:val="E86D7ADF3B9F40DDB03E8C7D4625A01E6"/>
    <w:rsid w:val="00CA3013"/>
  </w:style>
  <w:style w:type="paragraph" w:customStyle="1" w:styleId="75FE2A4C28E7499DA2E0024308DC6A876">
    <w:name w:val="75FE2A4C28E7499DA2E0024308DC6A876"/>
    <w:rsid w:val="00CA3013"/>
  </w:style>
  <w:style w:type="paragraph" w:customStyle="1" w:styleId="64417F54FFC340BDA09B747F5C151BC86">
    <w:name w:val="64417F54FFC340BDA09B747F5C151BC86"/>
    <w:rsid w:val="00CA3013"/>
  </w:style>
  <w:style w:type="paragraph" w:customStyle="1" w:styleId="2436E9E9D5AC4DE49DE5895882961E8C6">
    <w:name w:val="2436E9E9D5AC4DE49DE5895882961E8C6"/>
    <w:rsid w:val="00CA3013"/>
  </w:style>
  <w:style w:type="paragraph" w:customStyle="1" w:styleId="DE8B77BE984B4C40879D6B1DE015FDA26">
    <w:name w:val="DE8B77BE984B4C40879D6B1DE015FDA26"/>
    <w:rsid w:val="00CA3013"/>
  </w:style>
  <w:style w:type="paragraph" w:customStyle="1" w:styleId="8266A28FCB2647AFAD0F2C39131821A86">
    <w:name w:val="8266A28FCB2647AFAD0F2C39131821A86"/>
    <w:rsid w:val="00CA3013"/>
  </w:style>
  <w:style w:type="paragraph" w:customStyle="1" w:styleId="DDB45BD3F4294B848EDBCF169C8AEFCE6">
    <w:name w:val="DDB45BD3F4294B848EDBCF169C8AEFCE6"/>
    <w:rsid w:val="00CA3013"/>
  </w:style>
  <w:style w:type="paragraph" w:customStyle="1" w:styleId="4A09BC8A9BF44F5CBF2F98111EC98E726">
    <w:name w:val="4A09BC8A9BF44F5CBF2F98111EC98E726"/>
    <w:rsid w:val="00CA3013"/>
  </w:style>
  <w:style w:type="paragraph" w:customStyle="1" w:styleId="63257CF9129241058D32FE76EA10A4846">
    <w:name w:val="63257CF9129241058D32FE76EA10A4846"/>
    <w:rsid w:val="00CA3013"/>
  </w:style>
  <w:style w:type="paragraph" w:customStyle="1" w:styleId="E78ED69FB01F4CA49E168BEB994ACBCB6">
    <w:name w:val="E78ED69FB01F4CA49E168BEB994ACBCB6"/>
    <w:rsid w:val="00CA3013"/>
  </w:style>
  <w:style w:type="paragraph" w:customStyle="1" w:styleId="1497754920144F649B5674753AA8CA626">
    <w:name w:val="1497754920144F649B5674753AA8CA626"/>
    <w:rsid w:val="00CA3013"/>
  </w:style>
  <w:style w:type="paragraph" w:customStyle="1" w:styleId="C9A079AE8236472D8C24D15855AB0E1F6">
    <w:name w:val="C9A079AE8236472D8C24D15855AB0E1F6"/>
    <w:rsid w:val="00CA3013"/>
  </w:style>
  <w:style w:type="paragraph" w:customStyle="1" w:styleId="153AD30752624699BBA6293DCF1A87D86">
    <w:name w:val="153AD30752624699BBA6293DCF1A87D86"/>
    <w:rsid w:val="00CA3013"/>
  </w:style>
  <w:style w:type="paragraph" w:customStyle="1" w:styleId="C6193593FDD9495D8F3C03FFB85C44716">
    <w:name w:val="C6193593FDD9495D8F3C03FFB85C44716"/>
    <w:rsid w:val="00CA3013"/>
  </w:style>
  <w:style w:type="paragraph" w:customStyle="1" w:styleId="021E2B7787784CCDA4CC44DA853ACB066">
    <w:name w:val="021E2B7787784CCDA4CC44DA853ACB066"/>
    <w:rsid w:val="00CA3013"/>
  </w:style>
  <w:style w:type="paragraph" w:customStyle="1" w:styleId="339AA474CAD248D29995A603181C1E1E6">
    <w:name w:val="339AA474CAD248D29995A603181C1E1E6"/>
    <w:rsid w:val="00CA3013"/>
  </w:style>
  <w:style w:type="paragraph" w:customStyle="1" w:styleId="853693C360AF4C4680FA7FE51F863D176">
    <w:name w:val="853693C360AF4C4680FA7FE51F863D176"/>
    <w:rsid w:val="00CA3013"/>
  </w:style>
  <w:style w:type="paragraph" w:customStyle="1" w:styleId="53F1DAB49E3D4CF0ADA226E5EC2CF0C56">
    <w:name w:val="53F1DAB49E3D4CF0ADA226E5EC2CF0C56"/>
    <w:rsid w:val="00CA3013"/>
  </w:style>
  <w:style w:type="paragraph" w:customStyle="1" w:styleId="A1F0ACEA8296428094B9FBBED17C1D796">
    <w:name w:val="A1F0ACEA8296428094B9FBBED17C1D796"/>
    <w:rsid w:val="00CA3013"/>
  </w:style>
  <w:style w:type="paragraph" w:customStyle="1" w:styleId="F68B42B636964DD0AF04C2656670DCED6">
    <w:name w:val="F68B42B636964DD0AF04C2656670DCED6"/>
    <w:rsid w:val="00CA3013"/>
  </w:style>
  <w:style w:type="paragraph" w:customStyle="1" w:styleId="35F3D0FBD8484F06A4B7C744C7ABE32A6">
    <w:name w:val="35F3D0FBD8484F06A4B7C744C7ABE32A6"/>
    <w:rsid w:val="00CA3013"/>
  </w:style>
  <w:style w:type="paragraph" w:customStyle="1" w:styleId="E46A9FA3BED645CCB311A94EEC19B0B16">
    <w:name w:val="E46A9FA3BED645CCB311A94EEC19B0B16"/>
    <w:rsid w:val="00CA3013"/>
  </w:style>
  <w:style w:type="paragraph" w:customStyle="1" w:styleId="4D59C82E8F104FB3B728F2389FBADA646">
    <w:name w:val="4D59C82E8F104FB3B728F2389FBADA646"/>
    <w:rsid w:val="00CA3013"/>
  </w:style>
  <w:style w:type="paragraph" w:customStyle="1" w:styleId="FB4F647D6DE7420A8C94471B056152876">
    <w:name w:val="FB4F647D6DE7420A8C94471B056152876"/>
    <w:rsid w:val="00CA3013"/>
  </w:style>
  <w:style w:type="paragraph" w:customStyle="1" w:styleId="3EF0822ECD4A49729337FA26419487802">
    <w:name w:val="3EF0822ECD4A49729337FA26419487802"/>
    <w:rsid w:val="00CA3013"/>
  </w:style>
  <w:style w:type="paragraph" w:customStyle="1" w:styleId="9CA614740A85451A8BB623F1D507C5EF2">
    <w:name w:val="9CA614740A85451A8BB623F1D507C5EF2"/>
    <w:rsid w:val="00CA3013"/>
  </w:style>
  <w:style w:type="paragraph" w:customStyle="1" w:styleId="9FE644AA27C84DD79F7AC2D848E6CB102">
    <w:name w:val="9FE644AA27C84DD79F7AC2D848E6CB102"/>
    <w:rsid w:val="00CA3013"/>
  </w:style>
  <w:style w:type="paragraph" w:customStyle="1" w:styleId="0A92168FBED34D38B476F89598E2FB632">
    <w:name w:val="0A92168FBED34D38B476F89598E2FB632"/>
    <w:rsid w:val="00CA3013"/>
  </w:style>
  <w:style w:type="paragraph" w:customStyle="1" w:styleId="DAA8A84EA59C4934BD2CDB9432A384902">
    <w:name w:val="DAA8A84EA59C4934BD2CDB9432A384902"/>
    <w:rsid w:val="00CA3013"/>
  </w:style>
  <w:style w:type="paragraph" w:customStyle="1" w:styleId="5206C6A726074F1B82568AB31E1B1E1B2">
    <w:name w:val="5206C6A726074F1B82568AB31E1B1E1B2"/>
    <w:rsid w:val="00CA3013"/>
  </w:style>
  <w:style w:type="paragraph" w:customStyle="1" w:styleId="2818F015F7714D55AF2D0F964F865EDE2">
    <w:name w:val="2818F015F7714D55AF2D0F964F865EDE2"/>
    <w:rsid w:val="00CA3013"/>
  </w:style>
  <w:style w:type="paragraph" w:customStyle="1" w:styleId="FC0C7F23614B4BC088446D0DACFE43D82">
    <w:name w:val="FC0C7F23614B4BC088446D0DACFE43D82"/>
    <w:rsid w:val="00CA3013"/>
  </w:style>
  <w:style w:type="paragraph" w:customStyle="1" w:styleId="B8FAAA0803E648EE901A605F36B0C5932">
    <w:name w:val="B8FAAA0803E648EE901A605F36B0C5932"/>
    <w:rsid w:val="00CA3013"/>
  </w:style>
  <w:style w:type="paragraph" w:customStyle="1" w:styleId="1B26479421BE46C6B4668EFB456795F92">
    <w:name w:val="1B26479421BE46C6B4668EFB456795F92"/>
    <w:rsid w:val="00CA3013"/>
  </w:style>
  <w:style w:type="paragraph" w:customStyle="1" w:styleId="700456B065E2437A875E23DECF08BB272">
    <w:name w:val="700456B065E2437A875E23DECF08BB272"/>
    <w:rsid w:val="00CA3013"/>
  </w:style>
  <w:style w:type="paragraph" w:customStyle="1" w:styleId="9E16B4C81A3E4B8999994E294B7359F52">
    <w:name w:val="9E16B4C81A3E4B8999994E294B7359F52"/>
    <w:rsid w:val="00CA3013"/>
  </w:style>
  <w:style w:type="paragraph" w:customStyle="1" w:styleId="0B0218071DE44159872A7EFBF4D707772">
    <w:name w:val="0B0218071DE44159872A7EFBF4D707772"/>
    <w:rsid w:val="00CA3013"/>
  </w:style>
  <w:style w:type="paragraph" w:customStyle="1" w:styleId="5FFF5ADDF57E4F71BF75300767471ECD7">
    <w:name w:val="5FFF5ADDF57E4F71BF75300767471ECD7"/>
    <w:rsid w:val="00CA3013"/>
  </w:style>
  <w:style w:type="paragraph" w:customStyle="1" w:styleId="47E11AF3669E4F83800D49A160D046FE7">
    <w:name w:val="47E11AF3669E4F83800D49A160D046FE7"/>
    <w:rsid w:val="00CA3013"/>
  </w:style>
  <w:style w:type="paragraph" w:customStyle="1" w:styleId="8179ED2C576C4C0698005D580846583A5">
    <w:name w:val="8179ED2C576C4C0698005D580846583A5"/>
    <w:rsid w:val="00CA3013"/>
  </w:style>
  <w:style w:type="paragraph" w:customStyle="1" w:styleId="5AFB1C8CDD1141D3A8203E6735862FFB7">
    <w:name w:val="5AFB1C8CDD1141D3A8203E6735862FFB7"/>
    <w:rsid w:val="00CA3013"/>
  </w:style>
  <w:style w:type="paragraph" w:customStyle="1" w:styleId="6C3B014DCEAD4DE9BA083F2F4A6D91437">
    <w:name w:val="6C3B014DCEAD4DE9BA083F2F4A6D91437"/>
    <w:rsid w:val="00CA3013"/>
  </w:style>
  <w:style w:type="paragraph" w:customStyle="1" w:styleId="FB0461DF9C4F43B6AB355B9144D3BDFB7">
    <w:name w:val="FB0461DF9C4F43B6AB355B9144D3BDFB7"/>
    <w:rsid w:val="00CA3013"/>
  </w:style>
  <w:style w:type="paragraph" w:customStyle="1" w:styleId="BF0107C952E04341BD5A92785864A5487">
    <w:name w:val="BF0107C952E04341BD5A92785864A5487"/>
    <w:rsid w:val="00CA3013"/>
  </w:style>
  <w:style w:type="paragraph" w:customStyle="1" w:styleId="5B0783A64A984D91B1AB61BAFD6D54887">
    <w:name w:val="5B0783A64A984D91B1AB61BAFD6D54887"/>
    <w:rsid w:val="00CA3013"/>
  </w:style>
  <w:style w:type="paragraph" w:customStyle="1" w:styleId="D0FE09B0B2C3440DB2B2B51D5371D4737">
    <w:name w:val="D0FE09B0B2C3440DB2B2B51D5371D4737"/>
    <w:rsid w:val="00CA3013"/>
  </w:style>
  <w:style w:type="paragraph" w:customStyle="1" w:styleId="8541D3F331E94ECF8C73DA945834581F7">
    <w:name w:val="8541D3F331E94ECF8C73DA945834581F7"/>
    <w:rsid w:val="00CA3013"/>
  </w:style>
  <w:style w:type="paragraph" w:customStyle="1" w:styleId="7940BFB041F4439AA42C35DB38251E187">
    <w:name w:val="7940BFB041F4439AA42C35DB38251E187"/>
    <w:rsid w:val="00CA3013"/>
  </w:style>
  <w:style w:type="paragraph" w:customStyle="1" w:styleId="3648D1BD3F6B46489B99198808CCA41D7">
    <w:name w:val="3648D1BD3F6B46489B99198808CCA41D7"/>
    <w:rsid w:val="00CA3013"/>
  </w:style>
  <w:style w:type="paragraph" w:customStyle="1" w:styleId="8692FC65D2D84BC4A6BAE7A9B74E43757">
    <w:name w:val="8692FC65D2D84BC4A6BAE7A9B74E43757"/>
    <w:rsid w:val="00CA3013"/>
  </w:style>
  <w:style w:type="paragraph" w:customStyle="1" w:styleId="4341061D832840A19E8F0F571CBFFF707">
    <w:name w:val="4341061D832840A19E8F0F571CBFFF707"/>
    <w:rsid w:val="00CA3013"/>
  </w:style>
  <w:style w:type="paragraph" w:customStyle="1" w:styleId="4FD5C71E811B4410B0878322387F7A247">
    <w:name w:val="4FD5C71E811B4410B0878322387F7A247"/>
    <w:rsid w:val="00CA3013"/>
  </w:style>
  <w:style w:type="paragraph" w:customStyle="1" w:styleId="957146F680564058AED0BF002A1B120D7">
    <w:name w:val="957146F680564058AED0BF002A1B120D7"/>
    <w:rsid w:val="00CA3013"/>
  </w:style>
  <w:style w:type="paragraph" w:customStyle="1" w:styleId="A56BD1CBB3BC49BFBF335FA7564CE8917">
    <w:name w:val="A56BD1CBB3BC49BFBF335FA7564CE8917"/>
    <w:rsid w:val="00CA3013"/>
  </w:style>
  <w:style w:type="paragraph" w:customStyle="1" w:styleId="B077CC17110E4F19B83A95075EDC12227">
    <w:name w:val="B077CC17110E4F19B83A95075EDC12227"/>
    <w:rsid w:val="00CA3013"/>
  </w:style>
  <w:style w:type="paragraph" w:customStyle="1" w:styleId="84016A08DF0A43F1ADCCF914FFD8058D7">
    <w:name w:val="84016A08DF0A43F1ADCCF914FFD8058D7"/>
    <w:rsid w:val="00CA3013"/>
  </w:style>
  <w:style w:type="paragraph" w:customStyle="1" w:styleId="BF6E2221296042E0BC69D8F901D7CCC07">
    <w:name w:val="BF6E2221296042E0BC69D8F901D7CCC07"/>
    <w:rsid w:val="00CA3013"/>
  </w:style>
  <w:style w:type="paragraph" w:customStyle="1" w:styleId="12553B4453B94BB581A5694021A25E947">
    <w:name w:val="12553B4453B94BB581A5694021A25E947"/>
    <w:rsid w:val="00CA3013"/>
  </w:style>
  <w:style w:type="paragraph" w:customStyle="1" w:styleId="42D42008329141FC893F1B0460F3D56E7">
    <w:name w:val="42D42008329141FC893F1B0460F3D56E7"/>
    <w:rsid w:val="00CA3013"/>
  </w:style>
  <w:style w:type="paragraph" w:customStyle="1" w:styleId="0426C5FD66524B7D8512651C8402B5B77">
    <w:name w:val="0426C5FD66524B7D8512651C8402B5B77"/>
    <w:rsid w:val="00CA3013"/>
  </w:style>
  <w:style w:type="paragraph" w:customStyle="1" w:styleId="2B3E7444FC144D8FA9F255CB231E47C07">
    <w:name w:val="2B3E7444FC144D8FA9F255CB231E47C07"/>
    <w:rsid w:val="00CA3013"/>
  </w:style>
  <w:style w:type="paragraph" w:customStyle="1" w:styleId="A81922825B25467E881665AD254DD7E77">
    <w:name w:val="A81922825B25467E881665AD254DD7E77"/>
    <w:rsid w:val="00CA3013"/>
  </w:style>
  <w:style w:type="paragraph" w:customStyle="1" w:styleId="8742E138E9FE400BB4C071474FFAF7697">
    <w:name w:val="8742E138E9FE400BB4C071474FFAF7697"/>
    <w:rsid w:val="00CA3013"/>
  </w:style>
  <w:style w:type="paragraph" w:customStyle="1" w:styleId="24BB7E1F6AF743B38BB4B34872E24A937">
    <w:name w:val="24BB7E1F6AF743B38BB4B34872E24A937"/>
    <w:rsid w:val="00CA3013"/>
  </w:style>
  <w:style w:type="paragraph" w:customStyle="1" w:styleId="865E6832B4D648F5BB9CE76FC22F9C957">
    <w:name w:val="865E6832B4D648F5BB9CE76FC22F9C957"/>
    <w:rsid w:val="00CA3013"/>
  </w:style>
  <w:style w:type="paragraph" w:customStyle="1" w:styleId="7C45C6847B1541948EBEB6B9BF1E52B17">
    <w:name w:val="7C45C6847B1541948EBEB6B9BF1E52B17"/>
    <w:rsid w:val="00CA3013"/>
  </w:style>
  <w:style w:type="paragraph" w:customStyle="1" w:styleId="ACB6E1D65A48436EAEEBF683A5F863587">
    <w:name w:val="ACB6E1D65A48436EAEEBF683A5F863587"/>
    <w:rsid w:val="00CA3013"/>
  </w:style>
  <w:style w:type="paragraph" w:customStyle="1" w:styleId="51210E9AEF6948EC9A876D8639A8BE6A7">
    <w:name w:val="51210E9AEF6948EC9A876D8639A8BE6A7"/>
    <w:rsid w:val="00CA3013"/>
  </w:style>
  <w:style w:type="paragraph" w:customStyle="1" w:styleId="04E101FB7B524992B73004267AF982777">
    <w:name w:val="04E101FB7B524992B73004267AF982777"/>
    <w:rsid w:val="00CA3013"/>
  </w:style>
  <w:style w:type="paragraph" w:customStyle="1" w:styleId="766D10EFA1D048379AC8F6EE50A14A3A7">
    <w:name w:val="766D10EFA1D048379AC8F6EE50A14A3A7"/>
    <w:rsid w:val="00CA3013"/>
  </w:style>
  <w:style w:type="paragraph" w:customStyle="1" w:styleId="F44113AC2C264DC88BE291FF59C4961B7">
    <w:name w:val="F44113AC2C264DC88BE291FF59C4961B7"/>
    <w:rsid w:val="00CA3013"/>
  </w:style>
  <w:style w:type="paragraph" w:customStyle="1" w:styleId="7B234F0B4EEB469496C380F57DC3F4647">
    <w:name w:val="7B234F0B4EEB469496C380F57DC3F4647"/>
    <w:rsid w:val="00CA3013"/>
  </w:style>
  <w:style w:type="paragraph" w:customStyle="1" w:styleId="6709F22DC8E24A3D96049BF8A1FA4A8C7">
    <w:name w:val="6709F22DC8E24A3D96049BF8A1FA4A8C7"/>
    <w:rsid w:val="00CA3013"/>
  </w:style>
  <w:style w:type="paragraph" w:customStyle="1" w:styleId="5225ADD590AA46E5AD561CF1954A47837">
    <w:name w:val="5225ADD590AA46E5AD561CF1954A47837"/>
    <w:rsid w:val="00CA3013"/>
  </w:style>
  <w:style w:type="paragraph" w:customStyle="1" w:styleId="DA6FDBDBA247474CAAA072B3CD123DFA7">
    <w:name w:val="DA6FDBDBA247474CAAA072B3CD123DFA7"/>
    <w:rsid w:val="00CA3013"/>
  </w:style>
  <w:style w:type="paragraph" w:customStyle="1" w:styleId="92F5DCDC90A2469882E426B63728678F7">
    <w:name w:val="92F5DCDC90A2469882E426B63728678F7"/>
    <w:rsid w:val="00CA3013"/>
  </w:style>
  <w:style w:type="paragraph" w:customStyle="1" w:styleId="0D466FC62A7C45AF9DF1C5C942FE6F157">
    <w:name w:val="0D466FC62A7C45AF9DF1C5C942FE6F157"/>
    <w:rsid w:val="00CA3013"/>
  </w:style>
  <w:style w:type="paragraph" w:customStyle="1" w:styleId="78E8BD2BA6A1425D8D7760D5C55FD8FA7">
    <w:name w:val="78E8BD2BA6A1425D8D7760D5C55FD8FA7"/>
    <w:rsid w:val="00CA3013"/>
  </w:style>
  <w:style w:type="paragraph" w:customStyle="1" w:styleId="0F27661A31E544978F21F897AFDE731E7">
    <w:name w:val="0F27661A31E544978F21F897AFDE731E7"/>
    <w:rsid w:val="00CA3013"/>
  </w:style>
  <w:style w:type="paragraph" w:customStyle="1" w:styleId="AB1D540674644237A79A51DA92FCD3C77">
    <w:name w:val="AB1D540674644237A79A51DA92FCD3C77"/>
    <w:rsid w:val="00CA3013"/>
  </w:style>
  <w:style w:type="paragraph" w:customStyle="1" w:styleId="1C01BBAEFB2143F6B6462B7429497D147">
    <w:name w:val="1C01BBAEFB2143F6B6462B7429497D147"/>
    <w:rsid w:val="00CA3013"/>
  </w:style>
  <w:style w:type="paragraph" w:customStyle="1" w:styleId="E86D7ADF3B9F40DDB03E8C7D4625A01E7">
    <w:name w:val="E86D7ADF3B9F40DDB03E8C7D4625A01E7"/>
    <w:rsid w:val="00CA3013"/>
  </w:style>
  <w:style w:type="paragraph" w:customStyle="1" w:styleId="75FE2A4C28E7499DA2E0024308DC6A877">
    <w:name w:val="75FE2A4C28E7499DA2E0024308DC6A877"/>
    <w:rsid w:val="00CA3013"/>
  </w:style>
  <w:style w:type="paragraph" w:customStyle="1" w:styleId="64417F54FFC340BDA09B747F5C151BC87">
    <w:name w:val="64417F54FFC340BDA09B747F5C151BC87"/>
    <w:rsid w:val="00CA3013"/>
  </w:style>
  <w:style w:type="paragraph" w:customStyle="1" w:styleId="2436E9E9D5AC4DE49DE5895882961E8C7">
    <w:name w:val="2436E9E9D5AC4DE49DE5895882961E8C7"/>
    <w:rsid w:val="00CA3013"/>
  </w:style>
  <w:style w:type="paragraph" w:customStyle="1" w:styleId="DE8B77BE984B4C40879D6B1DE015FDA27">
    <w:name w:val="DE8B77BE984B4C40879D6B1DE015FDA27"/>
    <w:rsid w:val="00CA3013"/>
  </w:style>
  <w:style w:type="paragraph" w:customStyle="1" w:styleId="8266A28FCB2647AFAD0F2C39131821A87">
    <w:name w:val="8266A28FCB2647AFAD0F2C39131821A87"/>
    <w:rsid w:val="00CA3013"/>
  </w:style>
  <w:style w:type="paragraph" w:customStyle="1" w:styleId="DDB45BD3F4294B848EDBCF169C8AEFCE7">
    <w:name w:val="DDB45BD3F4294B848EDBCF169C8AEFCE7"/>
    <w:rsid w:val="00CA3013"/>
  </w:style>
  <w:style w:type="paragraph" w:customStyle="1" w:styleId="4A09BC8A9BF44F5CBF2F98111EC98E727">
    <w:name w:val="4A09BC8A9BF44F5CBF2F98111EC98E727"/>
    <w:rsid w:val="00CA3013"/>
  </w:style>
  <w:style w:type="paragraph" w:customStyle="1" w:styleId="63257CF9129241058D32FE76EA10A4847">
    <w:name w:val="63257CF9129241058D32FE76EA10A4847"/>
    <w:rsid w:val="00CA3013"/>
  </w:style>
  <w:style w:type="paragraph" w:customStyle="1" w:styleId="E78ED69FB01F4CA49E168BEB994ACBCB7">
    <w:name w:val="E78ED69FB01F4CA49E168BEB994ACBCB7"/>
    <w:rsid w:val="00CA3013"/>
  </w:style>
  <w:style w:type="paragraph" w:customStyle="1" w:styleId="1497754920144F649B5674753AA8CA627">
    <w:name w:val="1497754920144F649B5674753AA8CA627"/>
    <w:rsid w:val="00CA3013"/>
  </w:style>
  <w:style w:type="paragraph" w:customStyle="1" w:styleId="C9A079AE8236472D8C24D15855AB0E1F7">
    <w:name w:val="C9A079AE8236472D8C24D15855AB0E1F7"/>
    <w:rsid w:val="00CA3013"/>
  </w:style>
  <w:style w:type="paragraph" w:customStyle="1" w:styleId="153AD30752624699BBA6293DCF1A87D87">
    <w:name w:val="153AD30752624699BBA6293DCF1A87D87"/>
    <w:rsid w:val="00CA3013"/>
  </w:style>
  <w:style w:type="paragraph" w:customStyle="1" w:styleId="C6193593FDD9495D8F3C03FFB85C44717">
    <w:name w:val="C6193593FDD9495D8F3C03FFB85C44717"/>
    <w:rsid w:val="00CA3013"/>
  </w:style>
  <w:style w:type="paragraph" w:customStyle="1" w:styleId="021E2B7787784CCDA4CC44DA853ACB067">
    <w:name w:val="021E2B7787784CCDA4CC44DA853ACB067"/>
    <w:rsid w:val="00CA3013"/>
  </w:style>
  <w:style w:type="paragraph" w:customStyle="1" w:styleId="339AA474CAD248D29995A603181C1E1E7">
    <w:name w:val="339AA474CAD248D29995A603181C1E1E7"/>
    <w:rsid w:val="00CA3013"/>
  </w:style>
  <w:style w:type="paragraph" w:customStyle="1" w:styleId="853693C360AF4C4680FA7FE51F863D177">
    <w:name w:val="853693C360AF4C4680FA7FE51F863D177"/>
    <w:rsid w:val="00CA3013"/>
  </w:style>
  <w:style w:type="paragraph" w:customStyle="1" w:styleId="53F1DAB49E3D4CF0ADA226E5EC2CF0C57">
    <w:name w:val="53F1DAB49E3D4CF0ADA226E5EC2CF0C57"/>
    <w:rsid w:val="00CA3013"/>
  </w:style>
  <w:style w:type="paragraph" w:customStyle="1" w:styleId="A1F0ACEA8296428094B9FBBED17C1D797">
    <w:name w:val="A1F0ACEA8296428094B9FBBED17C1D797"/>
    <w:rsid w:val="00CA3013"/>
  </w:style>
  <w:style w:type="paragraph" w:customStyle="1" w:styleId="F68B42B636964DD0AF04C2656670DCED7">
    <w:name w:val="F68B42B636964DD0AF04C2656670DCED7"/>
    <w:rsid w:val="00CA3013"/>
  </w:style>
  <w:style w:type="paragraph" w:customStyle="1" w:styleId="35F3D0FBD8484F06A4B7C744C7ABE32A7">
    <w:name w:val="35F3D0FBD8484F06A4B7C744C7ABE32A7"/>
    <w:rsid w:val="00CA3013"/>
  </w:style>
  <w:style w:type="paragraph" w:customStyle="1" w:styleId="E46A9FA3BED645CCB311A94EEC19B0B17">
    <w:name w:val="E46A9FA3BED645CCB311A94EEC19B0B17"/>
    <w:rsid w:val="00CA3013"/>
  </w:style>
  <w:style w:type="paragraph" w:customStyle="1" w:styleId="4D59C82E8F104FB3B728F2389FBADA647">
    <w:name w:val="4D59C82E8F104FB3B728F2389FBADA647"/>
    <w:rsid w:val="00CA3013"/>
  </w:style>
  <w:style w:type="paragraph" w:customStyle="1" w:styleId="FB4F647D6DE7420A8C94471B056152877">
    <w:name w:val="FB4F647D6DE7420A8C94471B056152877"/>
    <w:rsid w:val="00CA3013"/>
  </w:style>
  <w:style w:type="paragraph" w:customStyle="1" w:styleId="3EF0822ECD4A49729337FA26419487803">
    <w:name w:val="3EF0822ECD4A49729337FA26419487803"/>
    <w:rsid w:val="00CA3013"/>
  </w:style>
  <w:style w:type="paragraph" w:customStyle="1" w:styleId="9CA614740A85451A8BB623F1D507C5EF3">
    <w:name w:val="9CA614740A85451A8BB623F1D507C5EF3"/>
    <w:rsid w:val="00CA3013"/>
  </w:style>
  <w:style w:type="paragraph" w:customStyle="1" w:styleId="9FE644AA27C84DD79F7AC2D848E6CB103">
    <w:name w:val="9FE644AA27C84DD79F7AC2D848E6CB103"/>
    <w:rsid w:val="00CA3013"/>
  </w:style>
  <w:style w:type="paragraph" w:customStyle="1" w:styleId="0A92168FBED34D38B476F89598E2FB633">
    <w:name w:val="0A92168FBED34D38B476F89598E2FB633"/>
    <w:rsid w:val="00CA3013"/>
  </w:style>
  <w:style w:type="paragraph" w:customStyle="1" w:styleId="DAA8A84EA59C4934BD2CDB9432A384903">
    <w:name w:val="DAA8A84EA59C4934BD2CDB9432A384903"/>
    <w:rsid w:val="00CA3013"/>
  </w:style>
  <w:style w:type="paragraph" w:customStyle="1" w:styleId="5206C6A726074F1B82568AB31E1B1E1B3">
    <w:name w:val="5206C6A726074F1B82568AB31E1B1E1B3"/>
    <w:rsid w:val="00CA3013"/>
  </w:style>
  <w:style w:type="paragraph" w:customStyle="1" w:styleId="2818F015F7714D55AF2D0F964F865EDE3">
    <w:name w:val="2818F015F7714D55AF2D0F964F865EDE3"/>
    <w:rsid w:val="00CA3013"/>
  </w:style>
  <w:style w:type="paragraph" w:customStyle="1" w:styleId="FC0C7F23614B4BC088446D0DACFE43D83">
    <w:name w:val="FC0C7F23614B4BC088446D0DACFE43D83"/>
    <w:rsid w:val="00CA3013"/>
  </w:style>
  <w:style w:type="paragraph" w:customStyle="1" w:styleId="B8FAAA0803E648EE901A605F36B0C5933">
    <w:name w:val="B8FAAA0803E648EE901A605F36B0C5933"/>
    <w:rsid w:val="00CA3013"/>
  </w:style>
  <w:style w:type="paragraph" w:customStyle="1" w:styleId="1B26479421BE46C6B4668EFB456795F93">
    <w:name w:val="1B26479421BE46C6B4668EFB456795F93"/>
    <w:rsid w:val="00CA3013"/>
  </w:style>
  <w:style w:type="paragraph" w:customStyle="1" w:styleId="700456B065E2437A875E23DECF08BB273">
    <w:name w:val="700456B065E2437A875E23DECF08BB273"/>
    <w:rsid w:val="00CA3013"/>
  </w:style>
  <w:style w:type="paragraph" w:customStyle="1" w:styleId="9E16B4C81A3E4B8999994E294B7359F53">
    <w:name w:val="9E16B4C81A3E4B8999994E294B7359F53"/>
    <w:rsid w:val="00CA3013"/>
  </w:style>
  <w:style w:type="paragraph" w:customStyle="1" w:styleId="0B0218071DE44159872A7EFBF4D707773">
    <w:name w:val="0B0218071DE44159872A7EFBF4D707773"/>
    <w:rsid w:val="00CA3013"/>
  </w:style>
  <w:style w:type="paragraph" w:customStyle="1" w:styleId="5FFF5ADDF57E4F71BF75300767471ECD8">
    <w:name w:val="5FFF5ADDF57E4F71BF75300767471ECD8"/>
    <w:rsid w:val="009F47B3"/>
  </w:style>
  <w:style w:type="paragraph" w:customStyle="1" w:styleId="47E11AF3669E4F83800D49A160D046FE8">
    <w:name w:val="47E11AF3669E4F83800D49A160D046FE8"/>
    <w:rsid w:val="009F47B3"/>
  </w:style>
  <w:style w:type="paragraph" w:customStyle="1" w:styleId="8179ED2C576C4C0698005D580846583A6">
    <w:name w:val="8179ED2C576C4C0698005D580846583A6"/>
    <w:rsid w:val="009F47B3"/>
  </w:style>
  <w:style w:type="paragraph" w:customStyle="1" w:styleId="5AFB1C8CDD1141D3A8203E6735862FFB8">
    <w:name w:val="5AFB1C8CDD1141D3A8203E6735862FFB8"/>
    <w:rsid w:val="009F47B3"/>
  </w:style>
  <w:style w:type="paragraph" w:customStyle="1" w:styleId="6C3B014DCEAD4DE9BA083F2F4A6D91438">
    <w:name w:val="6C3B014DCEAD4DE9BA083F2F4A6D91438"/>
    <w:rsid w:val="009F47B3"/>
  </w:style>
  <w:style w:type="paragraph" w:customStyle="1" w:styleId="FB0461DF9C4F43B6AB355B9144D3BDFB8">
    <w:name w:val="FB0461DF9C4F43B6AB355B9144D3BDFB8"/>
    <w:rsid w:val="009F47B3"/>
  </w:style>
  <w:style w:type="paragraph" w:customStyle="1" w:styleId="BF0107C952E04341BD5A92785864A5488">
    <w:name w:val="BF0107C952E04341BD5A92785864A5488"/>
    <w:rsid w:val="009F47B3"/>
  </w:style>
  <w:style w:type="paragraph" w:customStyle="1" w:styleId="5B0783A64A984D91B1AB61BAFD6D54888">
    <w:name w:val="5B0783A64A984D91B1AB61BAFD6D54888"/>
    <w:rsid w:val="009F47B3"/>
  </w:style>
  <w:style w:type="paragraph" w:customStyle="1" w:styleId="D0FE09B0B2C3440DB2B2B51D5371D4738">
    <w:name w:val="D0FE09B0B2C3440DB2B2B51D5371D4738"/>
    <w:rsid w:val="009F47B3"/>
  </w:style>
  <w:style w:type="paragraph" w:customStyle="1" w:styleId="8541D3F331E94ECF8C73DA945834581F8">
    <w:name w:val="8541D3F331E94ECF8C73DA945834581F8"/>
    <w:rsid w:val="009F47B3"/>
  </w:style>
  <w:style w:type="paragraph" w:customStyle="1" w:styleId="7940BFB041F4439AA42C35DB38251E188">
    <w:name w:val="7940BFB041F4439AA42C35DB38251E188"/>
    <w:rsid w:val="009F47B3"/>
  </w:style>
  <w:style w:type="paragraph" w:customStyle="1" w:styleId="3648D1BD3F6B46489B99198808CCA41D8">
    <w:name w:val="3648D1BD3F6B46489B99198808CCA41D8"/>
    <w:rsid w:val="009F47B3"/>
  </w:style>
  <w:style w:type="paragraph" w:customStyle="1" w:styleId="8692FC65D2D84BC4A6BAE7A9B74E43758">
    <w:name w:val="8692FC65D2D84BC4A6BAE7A9B74E43758"/>
    <w:rsid w:val="009F47B3"/>
  </w:style>
  <w:style w:type="paragraph" w:customStyle="1" w:styleId="4341061D832840A19E8F0F571CBFFF708">
    <w:name w:val="4341061D832840A19E8F0F571CBFFF708"/>
    <w:rsid w:val="009F47B3"/>
  </w:style>
  <w:style w:type="paragraph" w:customStyle="1" w:styleId="4FD5C71E811B4410B0878322387F7A248">
    <w:name w:val="4FD5C71E811B4410B0878322387F7A248"/>
    <w:rsid w:val="009F47B3"/>
  </w:style>
  <w:style w:type="paragraph" w:customStyle="1" w:styleId="957146F680564058AED0BF002A1B120D8">
    <w:name w:val="957146F680564058AED0BF002A1B120D8"/>
    <w:rsid w:val="009F47B3"/>
  </w:style>
  <w:style w:type="paragraph" w:customStyle="1" w:styleId="A56BD1CBB3BC49BFBF335FA7564CE8918">
    <w:name w:val="A56BD1CBB3BC49BFBF335FA7564CE8918"/>
    <w:rsid w:val="009F47B3"/>
  </w:style>
  <w:style w:type="paragraph" w:customStyle="1" w:styleId="B077CC17110E4F19B83A95075EDC12228">
    <w:name w:val="B077CC17110E4F19B83A95075EDC12228"/>
    <w:rsid w:val="009F47B3"/>
  </w:style>
  <w:style w:type="paragraph" w:customStyle="1" w:styleId="84016A08DF0A43F1ADCCF914FFD8058D8">
    <w:name w:val="84016A08DF0A43F1ADCCF914FFD8058D8"/>
    <w:rsid w:val="009F47B3"/>
  </w:style>
  <w:style w:type="paragraph" w:customStyle="1" w:styleId="BF6E2221296042E0BC69D8F901D7CCC08">
    <w:name w:val="BF6E2221296042E0BC69D8F901D7CCC08"/>
    <w:rsid w:val="009F47B3"/>
  </w:style>
  <w:style w:type="paragraph" w:customStyle="1" w:styleId="12553B4453B94BB581A5694021A25E948">
    <w:name w:val="12553B4453B94BB581A5694021A25E948"/>
    <w:rsid w:val="009F47B3"/>
  </w:style>
  <w:style w:type="paragraph" w:customStyle="1" w:styleId="42D42008329141FC893F1B0460F3D56E8">
    <w:name w:val="42D42008329141FC893F1B0460F3D56E8"/>
    <w:rsid w:val="009F47B3"/>
  </w:style>
  <w:style w:type="paragraph" w:customStyle="1" w:styleId="653E6979805943D0BBE2F225792B5E98">
    <w:name w:val="653E6979805943D0BBE2F225792B5E98"/>
    <w:rsid w:val="009F47B3"/>
  </w:style>
  <w:style w:type="paragraph" w:customStyle="1" w:styleId="DFC973A8240E47789F20BB6F8784B1AA">
    <w:name w:val="DFC973A8240E47789F20BB6F8784B1AA"/>
    <w:rsid w:val="009F47B3"/>
  </w:style>
  <w:style w:type="paragraph" w:customStyle="1" w:styleId="BE8424B29B7F494F8ED0756274BCD99D">
    <w:name w:val="BE8424B29B7F494F8ED0756274BCD99D"/>
    <w:rsid w:val="009F47B3"/>
  </w:style>
  <w:style w:type="paragraph" w:customStyle="1" w:styleId="F9BC07E878A441BB852C1A59718A6877">
    <w:name w:val="F9BC07E878A441BB852C1A59718A6877"/>
    <w:rsid w:val="009F47B3"/>
  </w:style>
  <w:style w:type="paragraph" w:customStyle="1" w:styleId="ABB331ADE7934BC08A9680C0E8A3564E">
    <w:name w:val="ABB331ADE7934BC08A9680C0E8A3564E"/>
    <w:rsid w:val="009F47B3"/>
  </w:style>
  <w:style w:type="paragraph" w:customStyle="1" w:styleId="5A799CC6FA6644EB94897AAF85C17CF0">
    <w:name w:val="5A799CC6FA6644EB94897AAF85C17CF0"/>
    <w:rsid w:val="009F47B3"/>
  </w:style>
  <w:style w:type="paragraph" w:customStyle="1" w:styleId="B13C6356A4494AB28FA6AD4C8D0DA5E2">
    <w:name w:val="B13C6356A4494AB28FA6AD4C8D0DA5E2"/>
    <w:rsid w:val="009F47B3"/>
  </w:style>
  <w:style w:type="paragraph" w:customStyle="1" w:styleId="51EFA4BDF0584658B55F538B693FA886">
    <w:name w:val="51EFA4BDF0584658B55F538B693FA886"/>
    <w:rsid w:val="009F47B3"/>
  </w:style>
  <w:style w:type="paragraph" w:customStyle="1" w:styleId="F42025EF4EE844E79B45D67934ADFCB5">
    <w:name w:val="F42025EF4EE844E79B45D67934ADFCB5"/>
    <w:rsid w:val="009F47B3"/>
  </w:style>
  <w:style w:type="paragraph" w:customStyle="1" w:styleId="E54C918E03344C6F85043853A8FB5138">
    <w:name w:val="E54C918E03344C6F85043853A8FB5138"/>
    <w:rsid w:val="009F47B3"/>
  </w:style>
  <w:style w:type="paragraph" w:customStyle="1" w:styleId="14D867A4D85E412298D9476CCB2CCC29">
    <w:name w:val="14D867A4D85E412298D9476CCB2CCC29"/>
    <w:rsid w:val="009F47B3"/>
  </w:style>
  <w:style w:type="paragraph" w:customStyle="1" w:styleId="0C321D69B4EE4C469174B3A41890FF30">
    <w:name w:val="0C321D69B4EE4C469174B3A41890FF30"/>
    <w:rsid w:val="009F47B3"/>
  </w:style>
  <w:style w:type="paragraph" w:customStyle="1" w:styleId="635D97EC9B2C4062B3E0A547F169FE4D">
    <w:name w:val="635D97EC9B2C4062B3E0A547F169FE4D"/>
    <w:rsid w:val="009F47B3"/>
  </w:style>
  <w:style w:type="paragraph" w:customStyle="1" w:styleId="922C0DCEFE844469914721DAA9C30A31">
    <w:name w:val="922C0DCEFE844469914721DAA9C30A31"/>
    <w:rsid w:val="009F47B3"/>
  </w:style>
  <w:style w:type="paragraph" w:customStyle="1" w:styleId="A240BA9358C844BABB9165C09BDD7E84">
    <w:name w:val="A240BA9358C844BABB9165C09BDD7E84"/>
    <w:rsid w:val="009F47B3"/>
  </w:style>
  <w:style w:type="paragraph" w:customStyle="1" w:styleId="B294824EC7564E6E9157BDF0356B5C12">
    <w:name w:val="B294824EC7564E6E9157BDF0356B5C12"/>
    <w:rsid w:val="009F47B3"/>
  </w:style>
  <w:style w:type="paragraph" w:customStyle="1" w:styleId="7FF9D8979FBE4275881F40739AB053FB">
    <w:name w:val="7FF9D8979FBE4275881F40739AB053FB"/>
    <w:rsid w:val="009F47B3"/>
  </w:style>
  <w:style w:type="paragraph" w:customStyle="1" w:styleId="8A0703F73A7F4147BA90F0544F0579C3">
    <w:name w:val="8A0703F73A7F4147BA90F0544F0579C3"/>
    <w:rsid w:val="009F47B3"/>
  </w:style>
  <w:style w:type="paragraph" w:customStyle="1" w:styleId="43EF9E4EE7024C559661FFB7CD4A9310">
    <w:name w:val="43EF9E4EE7024C559661FFB7CD4A9310"/>
    <w:rsid w:val="009F47B3"/>
  </w:style>
  <w:style w:type="paragraph" w:customStyle="1" w:styleId="2D6BE98E204C4F86B06A079D5C5ED70C">
    <w:name w:val="2D6BE98E204C4F86B06A079D5C5ED70C"/>
    <w:rsid w:val="009F47B3"/>
  </w:style>
  <w:style w:type="paragraph" w:customStyle="1" w:styleId="56F9B455C3A94CC89E2DE8E7A200F60E">
    <w:name w:val="56F9B455C3A94CC89E2DE8E7A200F60E"/>
    <w:rsid w:val="009F47B3"/>
  </w:style>
  <w:style w:type="paragraph" w:customStyle="1" w:styleId="C631D334B780411A9846F0CCC77862D0">
    <w:name w:val="C631D334B780411A9846F0CCC77862D0"/>
    <w:rsid w:val="009F47B3"/>
  </w:style>
  <w:style w:type="paragraph" w:customStyle="1" w:styleId="89038606D6BD4352B54A10F49D9C3506">
    <w:name w:val="89038606D6BD4352B54A10F49D9C3506"/>
    <w:rsid w:val="009F47B3"/>
  </w:style>
  <w:style w:type="paragraph" w:customStyle="1" w:styleId="443B42E0B39244998DC24E3A869A679F">
    <w:name w:val="443B42E0B39244998DC24E3A869A679F"/>
    <w:rsid w:val="009F47B3"/>
  </w:style>
  <w:style w:type="paragraph" w:customStyle="1" w:styleId="B072F5CACAF848FE8B558B4D2D80927D">
    <w:name w:val="B072F5CACAF848FE8B558B4D2D80927D"/>
    <w:rsid w:val="009F47B3"/>
  </w:style>
  <w:style w:type="paragraph" w:customStyle="1" w:styleId="95D58E8BAD0145E89FF36477F562E4F2">
    <w:name w:val="95D58E8BAD0145E89FF36477F562E4F2"/>
    <w:rsid w:val="009F47B3"/>
  </w:style>
  <w:style w:type="paragraph" w:customStyle="1" w:styleId="2C946BE6B3E742E387423CFC0D10EB2F">
    <w:name w:val="2C946BE6B3E742E387423CFC0D10EB2F"/>
    <w:rsid w:val="009F47B3"/>
  </w:style>
  <w:style w:type="paragraph" w:customStyle="1" w:styleId="8543B28CF7F848608D3F71D240B24388">
    <w:name w:val="8543B28CF7F848608D3F71D240B24388"/>
    <w:rsid w:val="009F47B3"/>
  </w:style>
  <w:style w:type="paragraph" w:customStyle="1" w:styleId="816BBBFBA1F745DD8E8905DC81B692E0">
    <w:name w:val="816BBBFBA1F745DD8E8905DC81B692E0"/>
    <w:rsid w:val="009F47B3"/>
  </w:style>
  <w:style w:type="paragraph" w:customStyle="1" w:styleId="BDF6F9025E7D4518B9A048474A8C9510">
    <w:name w:val="BDF6F9025E7D4518B9A048474A8C9510"/>
    <w:rsid w:val="009F47B3"/>
  </w:style>
  <w:style w:type="paragraph" w:customStyle="1" w:styleId="71E9715374C645708BC790A60441BB6A">
    <w:name w:val="71E9715374C645708BC790A60441BB6A"/>
    <w:rsid w:val="009F47B3"/>
  </w:style>
  <w:style w:type="paragraph" w:customStyle="1" w:styleId="E4BCF186B61A470B929CFF5D02F3C4FD">
    <w:name w:val="E4BCF186B61A470B929CFF5D02F3C4FD"/>
    <w:rsid w:val="009F47B3"/>
  </w:style>
  <w:style w:type="paragraph" w:customStyle="1" w:styleId="084B68A466124C78A12295737BB40367">
    <w:name w:val="084B68A466124C78A12295737BB40367"/>
    <w:rsid w:val="009F47B3"/>
  </w:style>
  <w:style w:type="paragraph" w:customStyle="1" w:styleId="9B8D51B31F214864B383E18AF1F9F8FF">
    <w:name w:val="9B8D51B31F214864B383E18AF1F9F8FF"/>
    <w:rsid w:val="009F47B3"/>
  </w:style>
  <w:style w:type="paragraph" w:customStyle="1" w:styleId="4B26A47815C04A3A869141D850E9232C">
    <w:name w:val="4B26A47815C04A3A869141D850E9232C"/>
    <w:rsid w:val="009F47B3"/>
  </w:style>
  <w:style w:type="paragraph" w:customStyle="1" w:styleId="0FAC20CC72654D29AC029D48E54B8A32">
    <w:name w:val="0FAC20CC72654D29AC029D48E54B8A32"/>
    <w:rsid w:val="009F47B3"/>
  </w:style>
  <w:style w:type="paragraph" w:customStyle="1" w:styleId="6910A70CF45942E681E64AFF3E93CA9D">
    <w:name w:val="6910A70CF45942E681E64AFF3E93CA9D"/>
    <w:rsid w:val="009F47B3"/>
  </w:style>
  <w:style w:type="paragraph" w:customStyle="1" w:styleId="4C8D7453F6434CE6A8A9EC54C308BA52">
    <w:name w:val="4C8D7453F6434CE6A8A9EC54C308BA52"/>
    <w:rsid w:val="009F47B3"/>
  </w:style>
  <w:style w:type="paragraph" w:customStyle="1" w:styleId="86BF45D3E0CA4418A9DBE8A5E25C7563">
    <w:name w:val="86BF45D3E0CA4418A9DBE8A5E25C7563"/>
    <w:rsid w:val="009F47B3"/>
  </w:style>
  <w:style w:type="paragraph" w:customStyle="1" w:styleId="1E9FC6FE55554EA992506183B8F0FC5A">
    <w:name w:val="1E9FC6FE55554EA992506183B8F0FC5A"/>
    <w:rsid w:val="009F47B3"/>
  </w:style>
  <w:style w:type="paragraph" w:customStyle="1" w:styleId="A64354B122C34AF59FA741CFE89A8E75">
    <w:name w:val="A64354B122C34AF59FA741CFE89A8E75"/>
    <w:rsid w:val="009F47B3"/>
  </w:style>
  <w:style w:type="paragraph" w:customStyle="1" w:styleId="A743DB1CA64840E4BD5BB7C094998335">
    <w:name w:val="A743DB1CA64840E4BD5BB7C094998335"/>
    <w:rsid w:val="009F47B3"/>
  </w:style>
  <w:style w:type="paragraph" w:customStyle="1" w:styleId="7FB4D61663304DBD9EA41C405499C857">
    <w:name w:val="7FB4D61663304DBD9EA41C405499C857"/>
    <w:rsid w:val="009F47B3"/>
  </w:style>
  <w:style w:type="paragraph" w:customStyle="1" w:styleId="AA5066D4EAA34FAA856FF875577BCD08">
    <w:name w:val="AA5066D4EAA34FAA856FF875577BCD08"/>
    <w:rsid w:val="009F47B3"/>
  </w:style>
  <w:style w:type="paragraph" w:customStyle="1" w:styleId="BA177A60C409433BA0D822976CDD65B1">
    <w:name w:val="BA177A60C409433BA0D822976CDD65B1"/>
    <w:rsid w:val="009F47B3"/>
  </w:style>
  <w:style w:type="paragraph" w:customStyle="1" w:styleId="F666A262CCAA4BC98C58E5184E9427CC">
    <w:name w:val="F666A262CCAA4BC98C58E5184E9427CC"/>
    <w:rsid w:val="009F47B3"/>
  </w:style>
  <w:style w:type="paragraph" w:customStyle="1" w:styleId="EF518E7D687548B689934D415BEB0137">
    <w:name w:val="EF518E7D687548B689934D415BEB0137"/>
    <w:rsid w:val="009F47B3"/>
  </w:style>
  <w:style w:type="paragraph" w:customStyle="1" w:styleId="AE354656149C4C3EB42B9242EA2DB712">
    <w:name w:val="AE354656149C4C3EB42B9242EA2DB712"/>
    <w:rsid w:val="009F47B3"/>
  </w:style>
  <w:style w:type="paragraph" w:customStyle="1" w:styleId="70A9417C7FF64A2FB991B5253306E6B5">
    <w:name w:val="70A9417C7FF64A2FB991B5253306E6B5"/>
    <w:rsid w:val="009F47B3"/>
  </w:style>
  <w:style w:type="paragraph" w:customStyle="1" w:styleId="6E204A891F8D43F2A0D8F021C64EE513">
    <w:name w:val="6E204A891F8D43F2A0D8F021C64EE513"/>
    <w:rsid w:val="009F47B3"/>
  </w:style>
  <w:style w:type="paragraph" w:customStyle="1" w:styleId="1C0B1437F3C1412A9EF972AF40B1FDBE">
    <w:name w:val="1C0B1437F3C1412A9EF972AF40B1FDBE"/>
    <w:rsid w:val="009F47B3"/>
  </w:style>
  <w:style w:type="paragraph" w:customStyle="1" w:styleId="5FD193F2E7BC4AED9DFCAD44284CE5CA">
    <w:name w:val="5FD193F2E7BC4AED9DFCAD44284CE5CA"/>
    <w:rsid w:val="009F47B3"/>
  </w:style>
  <w:style w:type="paragraph" w:customStyle="1" w:styleId="6051AA2CA8FA4A039C98F48F71A93080">
    <w:name w:val="6051AA2CA8FA4A039C98F48F71A93080"/>
    <w:rsid w:val="009F47B3"/>
  </w:style>
  <w:style w:type="paragraph" w:customStyle="1" w:styleId="FAF472D8CD4545ABA0B730F56CD92E90">
    <w:name w:val="FAF472D8CD4545ABA0B730F56CD92E90"/>
    <w:rsid w:val="009F47B3"/>
  </w:style>
  <w:style w:type="paragraph" w:customStyle="1" w:styleId="3CB97199211F4A829573F18F28A7E752">
    <w:name w:val="3CB97199211F4A829573F18F28A7E752"/>
    <w:rsid w:val="009F47B3"/>
  </w:style>
  <w:style w:type="paragraph" w:customStyle="1" w:styleId="9774104CBCB24D95A54AA6AB4F97C7C3">
    <w:name w:val="9774104CBCB24D95A54AA6AB4F97C7C3"/>
    <w:rsid w:val="009F47B3"/>
  </w:style>
  <w:style w:type="paragraph" w:customStyle="1" w:styleId="82D0F48AF85A45A98A2E305326F433AD">
    <w:name w:val="82D0F48AF85A45A98A2E305326F433AD"/>
    <w:rsid w:val="009F47B3"/>
  </w:style>
  <w:style w:type="paragraph" w:customStyle="1" w:styleId="FE3938E337194BB7A0BE9E1FBFC8F82E">
    <w:name w:val="FE3938E337194BB7A0BE9E1FBFC8F82E"/>
    <w:rsid w:val="009F47B3"/>
  </w:style>
  <w:style w:type="paragraph" w:customStyle="1" w:styleId="A8425D468B39426585723A90CB6E114A">
    <w:name w:val="A8425D468B39426585723A90CB6E114A"/>
    <w:rsid w:val="009F47B3"/>
  </w:style>
  <w:style w:type="paragraph" w:customStyle="1" w:styleId="0E77D149DC174FCEB631AD022720A6C0">
    <w:name w:val="0E77D149DC174FCEB631AD022720A6C0"/>
    <w:rsid w:val="009F47B3"/>
  </w:style>
  <w:style w:type="paragraph" w:customStyle="1" w:styleId="35B39CE41EE940A49A844BF065E585F2">
    <w:name w:val="35B39CE41EE940A49A844BF065E585F2"/>
    <w:rsid w:val="009F47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47B3"/>
    <w:rPr>
      <w:color w:val="808080"/>
    </w:rPr>
  </w:style>
  <w:style w:type="paragraph" w:customStyle="1" w:styleId="5FFF5ADDF57E4F71BF75300767471ECD">
    <w:name w:val="5FFF5ADDF57E4F71BF75300767471ECD"/>
  </w:style>
  <w:style w:type="paragraph" w:customStyle="1" w:styleId="47E11AF3669E4F83800D49A160D046FE">
    <w:name w:val="47E11AF3669E4F83800D49A160D046FE"/>
  </w:style>
  <w:style w:type="paragraph" w:customStyle="1" w:styleId="B2C332CBF31D442DB20D5EE8913A250F">
    <w:name w:val="B2C332CBF31D442DB20D5EE8913A250F"/>
  </w:style>
  <w:style w:type="paragraph" w:customStyle="1" w:styleId="5AFB1C8CDD1141D3A8203E6735862FFB">
    <w:name w:val="5AFB1C8CDD1141D3A8203E6735862FFB"/>
  </w:style>
  <w:style w:type="paragraph" w:customStyle="1" w:styleId="6C3B014DCEAD4DE9BA083F2F4A6D9143">
    <w:name w:val="6C3B014DCEAD4DE9BA083F2F4A6D9143"/>
  </w:style>
  <w:style w:type="paragraph" w:customStyle="1" w:styleId="FB0461DF9C4F43B6AB355B9144D3BDFB">
    <w:name w:val="FB0461DF9C4F43B6AB355B9144D3BDFB"/>
  </w:style>
  <w:style w:type="paragraph" w:customStyle="1" w:styleId="BF0107C952E04341BD5A92785864A548">
    <w:name w:val="BF0107C952E04341BD5A92785864A548"/>
  </w:style>
  <w:style w:type="paragraph" w:customStyle="1" w:styleId="5B0783A64A984D91B1AB61BAFD6D5488">
    <w:name w:val="5B0783A64A984D91B1AB61BAFD6D5488"/>
  </w:style>
  <w:style w:type="paragraph" w:customStyle="1" w:styleId="D0FE09B0B2C3440DB2B2B51D5371D473">
    <w:name w:val="D0FE09B0B2C3440DB2B2B51D5371D473"/>
  </w:style>
  <w:style w:type="paragraph" w:customStyle="1" w:styleId="8541D3F331E94ECF8C73DA945834581F">
    <w:name w:val="8541D3F331E94ECF8C73DA945834581F"/>
  </w:style>
  <w:style w:type="paragraph" w:customStyle="1" w:styleId="7940BFB041F4439AA42C35DB38251E18">
    <w:name w:val="7940BFB041F4439AA42C35DB38251E18"/>
  </w:style>
  <w:style w:type="paragraph" w:customStyle="1" w:styleId="3648D1BD3F6B46489B99198808CCA41D">
    <w:name w:val="3648D1BD3F6B46489B99198808CCA41D"/>
  </w:style>
  <w:style w:type="paragraph" w:customStyle="1" w:styleId="8692FC65D2D84BC4A6BAE7A9B74E4375">
    <w:name w:val="8692FC65D2D84BC4A6BAE7A9B74E4375"/>
  </w:style>
  <w:style w:type="paragraph" w:customStyle="1" w:styleId="4341061D832840A19E8F0F571CBFFF70">
    <w:name w:val="4341061D832840A19E8F0F571CBFFF70"/>
  </w:style>
  <w:style w:type="paragraph" w:customStyle="1" w:styleId="4FD5C71E811B4410B0878322387F7A24">
    <w:name w:val="4FD5C71E811B4410B0878322387F7A24"/>
  </w:style>
  <w:style w:type="paragraph" w:customStyle="1" w:styleId="957146F680564058AED0BF002A1B120D">
    <w:name w:val="957146F680564058AED0BF002A1B120D"/>
  </w:style>
  <w:style w:type="paragraph" w:customStyle="1" w:styleId="A56BD1CBB3BC49BFBF335FA7564CE891">
    <w:name w:val="A56BD1CBB3BC49BFBF335FA7564CE891"/>
  </w:style>
  <w:style w:type="paragraph" w:customStyle="1" w:styleId="B077CC17110E4F19B83A95075EDC1222">
    <w:name w:val="B077CC17110E4F19B83A95075EDC1222"/>
  </w:style>
  <w:style w:type="paragraph" w:customStyle="1" w:styleId="84016A08DF0A43F1ADCCF914FFD8058D">
    <w:name w:val="84016A08DF0A43F1ADCCF914FFD8058D"/>
  </w:style>
  <w:style w:type="paragraph" w:customStyle="1" w:styleId="BF6E2221296042E0BC69D8F901D7CCC0">
    <w:name w:val="BF6E2221296042E0BC69D8F901D7CCC0"/>
  </w:style>
  <w:style w:type="paragraph" w:customStyle="1" w:styleId="12553B4453B94BB581A5694021A25E94">
    <w:name w:val="12553B4453B94BB581A5694021A25E94"/>
  </w:style>
  <w:style w:type="paragraph" w:customStyle="1" w:styleId="42D42008329141FC893F1B0460F3D56E">
    <w:name w:val="42D42008329141FC893F1B0460F3D56E"/>
  </w:style>
  <w:style w:type="paragraph" w:customStyle="1" w:styleId="0426C5FD66524B7D8512651C8402B5B7">
    <w:name w:val="0426C5FD66524B7D8512651C8402B5B7"/>
  </w:style>
  <w:style w:type="paragraph" w:customStyle="1" w:styleId="2B3E7444FC144D8FA9F255CB231E47C0">
    <w:name w:val="2B3E7444FC144D8FA9F255CB231E47C0"/>
  </w:style>
  <w:style w:type="paragraph" w:customStyle="1" w:styleId="A81922825B25467E881665AD254DD7E7">
    <w:name w:val="A81922825B25467E881665AD254DD7E7"/>
  </w:style>
  <w:style w:type="paragraph" w:customStyle="1" w:styleId="8742E138E9FE400BB4C071474FFAF769">
    <w:name w:val="8742E138E9FE400BB4C071474FFAF769"/>
  </w:style>
  <w:style w:type="paragraph" w:customStyle="1" w:styleId="24BB7E1F6AF743B38BB4B34872E24A93">
    <w:name w:val="24BB7E1F6AF743B38BB4B34872E24A93"/>
  </w:style>
  <w:style w:type="paragraph" w:customStyle="1" w:styleId="865E6832B4D648F5BB9CE76FC22F9C95">
    <w:name w:val="865E6832B4D648F5BB9CE76FC22F9C95"/>
  </w:style>
  <w:style w:type="paragraph" w:customStyle="1" w:styleId="7C45C6847B1541948EBEB6B9BF1E52B1">
    <w:name w:val="7C45C6847B1541948EBEB6B9BF1E52B1"/>
  </w:style>
  <w:style w:type="paragraph" w:customStyle="1" w:styleId="ACB6E1D65A48436EAEEBF683A5F86358">
    <w:name w:val="ACB6E1D65A48436EAEEBF683A5F86358"/>
  </w:style>
  <w:style w:type="paragraph" w:customStyle="1" w:styleId="51210E9AEF6948EC9A876D8639A8BE6A">
    <w:name w:val="51210E9AEF6948EC9A876D8639A8BE6A"/>
  </w:style>
  <w:style w:type="paragraph" w:customStyle="1" w:styleId="04E101FB7B524992B73004267AF98277">
    <w:name w:val="04E101FB7B524992B73004267AF98277"/>
  </w:style>
  <w:style w:type="paragraph" w:customStyle="1" w:styleId="766D10EFA1D048379AC8F6EE50A14A3A">
    <w:name w:val="766D10EFA1D048379AC8F6EE50A14A3A"/>
  </w:style>
  <w:style w:type="paragraph" w:customStyle="1" w:styleId="F44113AC2C264DC88BE291FF59C4961B">
    <w:name w:val="F44113AC2C264DC88BE291FF59C4961B"/>
  </w:style>
  <w:style w:type="paragraph" w:customStyle="1" w:styleId="7B234F0B4EEB469496C380F57DC3F464">
    <w:name w:val="7B234F0B4EEB469496C380F57DC3F464"/>
  </w:style>
  <w:style w:type="paragraph" w:customStyle="1" w:styleId="6709F22DC8E24A3D96049BF8A1FA4A8C">
    <w:name w:val="6709F22DC8E24A3D96049BF8A1FA4A8C"/>
  </w:style>
  <w:style w:type="paragraph" w:customStyle="1" w:styleId="5225ADD590AA46E5AD561CF1954A4783">
    <w:name w:val="5225ADD590AA46E5AD561CF1954A4783"/>
  </w:style>
  <w:style w:type="paragraph" w:customStyle="1" w:styleId="DA6FDBDBA247474CAAA072B3CD123DFA">
    <w:name w:val="DA6FDBDBA247474CAAA072B3CD123DFA"/>
  </w:style>
  <w:style w:type="paragraph" w:customStyle="1" w:styleId="92F5DCDC90A2469882E426B63728678F">
    <w:name w:val="92F5DCDC90A2469882E426B63728678F"/>
  </w:style>
  <w:style w:type="paragraph" w:customStyle="1" w:styleId="0D466FC62A7C45AF9DF1C5C942FE6F15">
    <w:name w:val="0D466FC62A7C45AF9DF1C5C942FE6F15"/>
  </w:style>
  <w:style w:type="paragraph" w:customStyle="1" w:styleId="0B1E6137E6CD461FA6FC53982F777880">
    <w:name w:val="0B1E6137E6CD461FA6FC53982F777880"/>
  </w:style>
  <w:style w:type="paragraph" w:customStyle="1" w:styleId="54A9FD5C659345828894A8D013FFEA41">
    <w:name w:val="54A9FD5C659345828894A8D013FFEA41"/>
  </w:style>
  <w:style w:type="paragraph" w:customStyle="1" w:styleId="78E8BD2BA6A1425D8D7760D5C55FD8FA">
    <w:name w:val="78E8BD2BA6A1425D8D7760D5C55FD8FA"/>
  </w:style>
  <w:style w:type="paragraph" w:customStyle="1" w:styleId="0F27661A31E544978F21F897AFDE731E">
    <w:name w:val="0F27661A31E544978F21F897AFDE731E"/>
  </w:style>
  <w:style w:type="paragraph" w:customStyle="1" w:styleId="AB1D540674644237A79A51DA92FCD3C7">
    <w:name w:val="AB1D540674644237A79A51DA92FCD3C7"/>
  </w:style>
  <w:style w:type="paragraph" w:customStyle="1" w:styleId="1C01BBAEFB2143F6B6462B7429497D14">
    <w:name w:val="1C01BBAEFB2143F6B6462B7429497D14"/>
  </w:style>
  <w:style w:type="paragraph" w:customStyle="1" w:styleId="E86D7ADF3B9F40DDB03E8C7D4625A01E">
    <w:name w:val="E86D7ADF3B9F40DDB03E8C7D4625A01E"/>
  </w:style>
  <w:style w:type="paragraph" w:customStyle="1" w:styleId="75FE2A4C28E7499DA2E0024308DC6A87">
    <w:name w:val="75FE2A4C28E7499DA2E0024308DC6A87"/>
  </w:style>
  <w:style w:type="paragraph" w:customStyle="1" w:styleId="64417F54FFC340BDA09B747F5C151BC8">
    <w:name w:val="64417F54FFC340BDA09B747F5C151BC8"/>
  </w:style>
  <w:style w:type="paragraph" w:customStyle="1" w:styleId="2436E9E9D5AC4DE49DE5895882961E8C">
    <w:name w:val="2436E9E9D5AC4DE49DE5895882961E8C"/>
  </w:style>
  <w:style w:type="paragraph" w:customStyle="1" w:styleId="DE8B77BE984B4C40879D6B1DE015FDA2">
    <w:name w:val="DE8B77BE984B4C40879D6B1DE015FDA2"/>
  </w:style>
  <w:style w:type="paragraph" w:customStyle="1" w:styleId="8266A28FCB2647AFAD0F2C39131821A8">
    <w:name w:val="8266A28FCB2647AFAD0F2C39131821A8"/>
  </w:style>
  <w:style w:type="paragraph" w:customStyle="1" w:styleId="DDB45BD3F4294B848EDBCF169C8AEFCE">
    <w:name w:val="DDB45BD3F4294B848EDBCF169C8AEFCE"/>
  </w:style>
  <w:style w:type="paragraph" w:customStyle="1" w:styleId="4A09BC8A9BF44F5CBF2F98111EC98E72">
    <w:name w:val="4A09BC8A9BF44F5CBF2F98111EC98E72"/>
  </w:style>
  <w:style w:type="paragraph" w:customStyle="1" w:styleId="63257CF9129241058D32FE76EA10A484">
    <w:name w:val="63257CF9129241058D32FE76EA10A484"/>
  </w:style>
  <w:style w:type="paragraph" w:customStyle="1" w:styleId="E78ED69FB01F4CA49E168BEB994ACBCB">
    <w:name w:val="E78ED69FB01F4CA49E168BEB994ACBCB"/>
  </w:style>
  <w:style w:type="paragraph" w:customStyle="1" w:styleId="1497754920144F649B5674753AA8CA62">
    <w:name w:val="1497754920144F649B5674753AA8CA62"/>
  </w:style>
  <w:style w:type="paragraph" w:customStyle="1" w:styleId="C9A079AE8236472D8C24D15855AB0E1F">
    <w:name w:val="C9A079AE8236472D8C24D15855AB0E1F"/>
  </w:style>
  <w:style w:type="paragraph" w:customStyle="1" w:styleId="153AD30752624699BBA6293DCF1A87D8">
    <w:name w:val="153AD30752624699BBA6293DCF1A87D8"/>
  </w:style>
  <w:style w:type="paragraph" w:customStyle="1" w:styleId="C6193593FDD9495D8F3C03FFB85C4471">
    <w:name w:val="C6193593FDD9495D8F3C03FFB85C4471"/>
  </w:style>
  <w:style w:type="paragraph" w:customStyle="1" w:styleId="021E2B7787784CCDA4CC44DA853ACB06">
    <w:name w:val="021E2B7787784CCDA4CC44DA853ACB06"/>
  </w:style>
  <w:style w:type="paragraph" w:customStyle="1" w:styleId="339AA474CAD248D29995A603181C1E1E">
    <w:name w:val="339AA474CAD248D29995A603181C1E1E"/>
  </w:style>
  <w:style w:type="paragraph" w:customStyle="1" w:styleId="853693C360AF4C4680FA7FE51F863D17">
    <w:name w:val="853693C360AF4C4680FA7FE51F863D17"/>
  </w:style>
  <w:style w:type="paragraph" w:customStyle="1" w:styleId="53F1DAB49E3D4CF0ADA226E5EC2CF0C5">
    <w:name w:val="53F1DAB49E3D4CF0ADA226E5EC2CF0C5"/>
  </w:style>
  <w:style w:type="paragraph" w:customStyle="1" w:styleId="A1F0ACEA8296428094B9FBBED17C1D79">
    <w:name w:val="A1F0ACEA8296428094B9FBBED17C1D79"/>
  </w:style>
  <w:style w:type="paragraph" w:customStyle="1" w:styleId="F68B42B636964DD0AF04C2656670DCED">
    <w:name w:val="F68B42B636964DD0AF04C2656670DCED"/>
  </w:style>
  <w:style w:type="paragraph" w:customStyle="1" w:styleId="35F3D0FBD8484F06A4B7C744C7ABE32A">
    <w:name w:val="35F3D0FBD8484F06A4B7C744C7ABE32A"/>
  </w:style>
  <w:style w:type="paragraph" w:customStyle="1" w:styleId="E46A9FA3BED645CCB311A94EEC19B0B1">
    <w:name w:val="E46A9FA3BED645CCB311A94EEC19B0B1"/>
  </w:style>
  <w:style w:type="paragraph" w:customStyle="1" w:styleId="4D59C82E8F104FB3B728F2389FBADA64">
    <w:name w:val="4D59C82E8F104FB3B728F2389FBADA64"/>
  </w:style>
  <w:style w:type="paragraph" w:customStyle="1" w:styleId="FB4F647D6DE7420A8C94471B05615287">
    <w:name w:val="FB4F647D6DE7420A8C94471B05615287"/>
  </w:style>
  <w:style w:type="paragraph" w:customStyle="1" w:styleId="9C61DC8A88CD491298D5F580AF905CEA">
    <w:name w:val="9C61DC8A88CD491298D5F580AF905CEA"/>
  </w:style>
  <w:style w:type="paragraph" w:customStyle="1" w:styleId="45D1419239584464BFAF7D841A54247B">
    <w:name w:val="45D1419239584464BFAF7D841A54247B"/>
  </w:style>
  <w:style w:type="paragraph" w:customStyle="1" w:styleId="19498E2A52994489A739ECBF42350A61">
    <w:name w:val="19498E2A52994489A739ECBF42350A61"/>
  </w:style>
  <w:style w:type="paragraph" w:customStyle="1" w:styleId="ED308B7AB4CF448C9B3905A7C1946523">
    <w:name w:val="ED308B7AB4CF448C9B3905A7C1946523"/>
  </w:style>
  <w:style w:type="paragraph" w:customStyle="1" w:styleId="B30875BB851944BBA9D0BAC5FFD8D187">
    <w:name w:val="B30875BB851944BBA9D0BAC5FFD8D187"/>
  </w:style>
  <w:style w:type="paragraph" w:customStyle="1" w:styleId="3FB32619CC45448C87FFF67B9CC9F9CD">
    <w:name w:val="3FB32619CC45448C87FFF67B9CC9F9CD"/>
  </w:style>
  <w:style w:type="paragraph" w:customStyle="1" w:styleId="A9B2B9EB3C8842F4A5BF813F8E0BCC3E">
    <w:name w:val="A9B2B9EB3C8842F4A5BF813F8E0BCC3E"/>
  </w:style>
  <w:style w:type="paragraph" w:customStyle="1" w:styleId="DC70F33F69DC483F9B764B7BAF978E42">
    <w:name w:val="DC70F33F69DC483F9B764B7BAF978E42"/>
  </w:style>
  <w:style w:type="paragraph" w:customStyle="1" w:styleId="91CCC6FF14324A00B4031F7DFB296EAD">
    <w:name w:val="91CCC6FF14324A00B4031F7DFB296EAD"/>
  </w:style>
  <w:style w:type="paragraph" w:customStyle="1" w:styleId="3983E91D42EC48AEBA5C31E80886F0DB">
    <w:name w:val="3983E91D42EC48AEBA5C31E80886F0DB"/>
  </w:style>
  <w:style w:type="paragraph" w:customStyle="1" w:styleId="77948F179C034E2D824DE2A180B5F7E0">
    <w:name w:val="77948F179C034E2D824DE2A180B5F7E0"/>
  </w:style>
  <w:style w:type="paragraph" w:customStyle="1" w:styleId="A2E5C989E55843C09D70D5550206332A">
    <w:name w:val="A2E5C989E55843C09D70D5550206332A"/>
  </w:style>
  <w:style w:type="paragraph" w:customStyle="1" w:styleId="5FFF5ADDF57E4F71BF75300767471ECD1">
    <w:name w:val="5FFF5ADDF57E4F71BF75300767471ECD1"/>
    <w:rsid w:val="00F06489"/>
  </w:style>
  <w:style w:type="paragraph" w:customStyle="1" w:styleId="47E11AF3669E4F83800D49A160D046FE1">
    <w:name w:val="47E11AF3669E4F83800D49A160D046FE1"/>
    <w:rsid w:val="00F06489"/>
  </w:style>
  <w:style w:type="paragraph" w:customStyle="1" w:styleId="5AFB1C8CDD1141D3A8203E6735862FFB1">
    <w:name w:val="5AFB1C8CDD1141D3A8203E6735862FFB1"/>
    <w:rsid w:val="00F06489"/>
  </w:style>
  <w:style w:type="paragraph" w:customStyle="1" w:styleId="6C3B014DCEAD4DE9BA083F2F4A6D91431">
    <w:name w:val="6C3B014DCEAD4DE9BA083F2F4A6D91431"/>
    <w:rsid w:val="00F06489"/>
  </w:style>
  <w:style w:type="paragraph" w:customStyle="1" w:styleId="FB0461DF9C4F43B6AB355B9144D3BDFB1">
    <w:name w:val="FB0461DF9C4F43B6AB355B9144D3BDFB1"/>
    <w:rsid w:val="00F06489"/>
  </w:style>
  <w:style w:type="paragraph" w:customStyle="1" w:styleId="BF0107C952E04341BD5A92785864A5481">
    <w:name w:val="BF0107C952E04341BD5A92785864A5481"/>
    <w:rsid w:val="00F06489"/>
  </w:style>
  <w:style w:type="paragraph" w:customStyle="1" w:styleId="5B0783A64A984D91B1AB61BAFD6D54881">
    <w:name w:val="5B0783A64A984D91B1AB61BAFD6D54881"/>
    <w:rsid w:val="00F06489"/>
  </w:style>
  <w:style w:type="paragraph" w:customStyle="1" w:styleId="D0FE09B0B2C3440DB2B2B51D5371D4731">
    <w:name w:val="D0FE09B0B2C3440DB2B2B51D5371D4731"/>
    <w:rsid w:val="00F06489"/>
  </w:style>
  <w:style w:type="paragraph" w:customStyle="1" w:styleId="8541D3F331E94ECF8C73DA945834581F1">
    <w:name w:val="8541D3F331E94ECF8C73DA945834581F1"/>
    <w:rsid w:val="00F06489"/>
  </w:style>
  <w:style w:type="paragraph" w:customStyle="1" w:styleId="7940BFB041F4439AA42C35DB38251E181">
    <w:name w:val="7940BFB041F4439AA42C35DB38251E181"/>
    <w:rsid w:val="00F06489"/>
  </w:style>
  <w:style w:type="paragraph" w:customStyle="1" w:styleId="3648D1BD3F6B46489B99198808CCA41D1">
    <w:name w:val="3648D1BD3F6B46489B99198808CCA41D1"/>
    <w:rsid w:val="00F06489"/>
  </w:style>
  <w:style w:type="paragraph" w:customStyle="1" w:styleId="8692FC65D2D84BC4A6BAE7A9B74E43751">
    <w:name w:val="8692FC65D2D84BC4A6BAE7A9B74E43751"/>
    <w:rsid w:val="00F06489"/>
  </w:style>
  <w:style w:type="paragraph" w:customStyle="1" w:styleId="4341061D832840A19E8F0F571CBFFF701">
    <w:name w:val="4341061D832840A19E8F0F571CBFFF701"/>
    <w:rsid w:val="00F06489"/>
  </w:style>
  <w:style w:type="paragraph" w:customStyle="1" w:styleId="4FD5C71E811B4410B0878322387F7A241">
    <w:name w:val="4FD5C71E811B4410B0878322387F7A241"/>
    <w:rsid w:val="00F06489"/>
  </w:style>
  <w:style w:type="paragraph" w:customStyle="1" w:styleId="957146F680564058AED0BF002A1B120D1">
    <w:name w:val="957146F680564058AED0BF002A1B120D1"/>
    <w:rsid w:val="00F06489"/>
  </w:style>
  <w:style w:type="paragraph" w:customStyle="1" w:styleId="A56BD1CBB3BC49BFBF335FA7564CE8911">
    <w:name w:val="A56BD1CBB3BC49BFBF335FA7564CE8911"/>
    <w:rsid w:val="00F06489"/>
  </w:style>
  <w:style w:type="paragraph" w:customStyle="1" w:styleId="B077CC17110E4F19B83A95075EDC12221">
    <w:name w:val="B077CC17110E4F19B83A95075EDC12221"/>
    <w:rsid w:val="00F06489"/>
  </w:style>
  <w:style w:type="paragraph" w:customStyle="1" w:styleId="84016A08DF0A43F1ADCCF914FFD8058D1">
    <w:name w:val="84016A08DF0A43F1ADCCF914FFD8058D1"/>
    <w:rsid w:val="00F06489"/>
  </w:style>
  <w:style w:type="paragraph" w:customStyle="1" w:styleId="BF6E2221296042E0BC69D8F901D7CCC01">
    <w:name w:val="BF6E2221296042E0BC69D8F901D7CCC01"/>
    <w:rsid w:val="00F06489"/>
  </w:style>
  <w:style w:type="paragraph" w:customStyle="1" w:styleId="12553B4453B94BB581A5694021A25E941">
    <w:name w:val="12553B4453B94BB581A5694021A25E941"/>
    <w:rsid w:val="00F06489"/>
  </w:style>
  <w:style w:type="paragraph" w:customStyle="1" w:styleId="42D42008329141FC893F1B0460F3D56E1">
    <w:name w:val="42D42008329141FC893F1B0460F3D56E1"/>
    <w:rsid w:val="00F06489"/>
  </w:style>
  <w:style w:type="paragraph" w:customStyle="1" w:styleId="0426C5FD66524B7D8512651C8402B5B71">
    <w:name w:val="0426C5FD66524B7D8512651C8402B5B71"/>
    <w:rsid w:val="00F06489"/>
  </w:style>
  <w:style w:type="paragraph" w:customStyle="1" w:styleId="2B3E7444FC144D8FA9F255CB231E47C01">
    <w:name w:val="2B3E7444FC144D8FA9F255CB231E47C01"/>
    <w:rsid w:val="00F06489"/>
  </w:style>
  <w:style w:type="paragraph" w:customStyle="1" w:styleId="A81922825B25467E881665AD254DD7E71">
    <w:name w:val="A81922825B25467E881665AD254DD7E71"/>
    <w:rsid w:val="00F06489"/>
  </w:style>
  <w:style w:type="paragraph" w:customStyle="1" w:styleId="8742E138E9FE400BB4C071474FFAF7691">
    <w:name w:val="8742E138E9FE400BB4C071474FFAF7691"/>
    <w:rsid w:val="00F06489"/>
  </w:style>
  <w:style w:type="paragraph" w:customStyle="1" w:styleId="24BB7E1F6AF743B38BB4B34872E24A931">
    <w:name w:val="24BB7E1F6AF743B38BB4B34872E24A931"/>
    <w:rsid w:val="00F06489"/>
  </w:style>
  <w:style w:type="paragraph" w:customStyle="1" w:styleId="865E6832B4D648F5BB9CE76FC22F9C951">
    <w:name w:val="865E6832B4D648F5BB9CE76FC22F9C951"/>
    <w:rsid w:val="00F06489"/>
  </w:style>
  <w:style w:type="paragraph" w:customStyle="1" w:styleId="7C45C6847B1541948EBEB6B9BF1E52B11">
    <w:name w:val="7C45C6847B1541948EBEB6B9BF1E52B11"/>
    <w:rsid w:val="00F06489"/>
  </w:style>
  <w:style w:type="paragraph" w:customStyle="1" w:styleId="ACB6E1D65A48436EAEEBF683A5F863581">
    <w:name w:val="ACB6E1D65A48436EAEEBF683A5F863581"/>
    <w:rsid w:val="00F06489"/>
  </w:style>
  <w:style w:type="paragraph" w:customStyle="1" w:styleId="51210E9AEF6948EC9A876D8639A8BE6A1">
    <w:name w:val="51210E9AEF6948EC9A876D8639A8BE6A1"/>
    <w:rsid w:val="00F06489"/>
  </w:style>
  <w:style w:type="paragraph" w:customStyle="1" w:styleId="04E101FB7B524992B73004267AF982771">
    <w:name w:val="04E101FB7B524992B73004267AF982771"/>
    <w:rsid w:val="00F06489"/>
  </w:style>
  <w:style w:type="paragraph" w:customStyle="1" w:styleId="766D10EFA1D048379AC8F6EE50A14A3A1">
    <w:name w:val="766D10EFA1D048379AC8F6EE50A14A3A1"/>
    <w:rsid w:val="00F06489"/>
  </w:style>
  <w:style w:type="paragraph" w:customStyle="1" w:styleId="F44113AC2C264DC88BE291FF59C4961B1">
    <w:name w:val="F44113AC2C264DC88BE291FF59C4961B1"/>
    <w:rsid w:val="00F06489"/>
  </w:style>
  <w:style w:type="paragraph" w:customStyle="1" w:styleId="7B234F0B4EEB469496C380F57DC3F4641">
    <w:name w:val="7B234F0B4EEB469496C380F57DC3F4641"/>
    <w:rsid w:val="00F06489"/>
  </w:style>
  <w:style w:type="paragraph" w:customStyle="1" w:styleId="6709F22DC8E24A3D96049BF8A1FA4A8C1">
    <w:name w:val="6709F22DC8E24A3D96049BF8A1FA4A8C1"/>
    <w:rsid w:val="00F06489"/>
  </w:style>
  <w:style w:type="paragraph" w:customStyle="1" w:styleId="5225ADD590AA46E5AD561CF1954A47831">
    <w:name w:val="5225ADD590AA46E5AD561CF1954A47831"/>
    <w:rsid w:val="00F06489"/>
  </w:style>
  <w:style w:type="paragraph" w:customStyle="1" w:styleId="DA6FDBDBA247474CAAA072B3CD123DFA1">
    <w:name w:val="DA6FDBDBA247474CAAA072B3CD123DFA1"/>
    <w:rsid w:val="00F06489"/>
  </w:style>
  <w:style w:type="paragraph" w:customStyle="1" w:styleId="92F5DCDC90A2469882E426B63728678F1">
    <w:name w:val="92F5DCDC90A2469882E426B63728678F1"/>
    <w:rsid w:val="00F06489"/>
  </w:style>
  <w:style w:type="paragraph" w:customStyle="1" w:styleId="0D466FC62A7C45AF9DF1C5C942FE6F151">
    <w:name w:val="0D466FC62A7C45AF9DF1C5C942FE6F151"/>
    <w:rsid w:val="00F06489"/>
  </w:style>
  <w:style w:type="paragraph" w:customStyle="1" w:styleId="0B1E6137E6CD461FA6FC53982F7778801">
    <w:name w:val="0B1E6137E6CD461FA6FC53982F7778801"/>
    <w:rsid w:val="00F06489"/>
  </w:style>
  <w:style w:type="paragraph" w:customStyle="1" w:styleId="54A9FD5C659345828894A8D013FFEA411">
    <w:name w:val="54A9FD5C659345828894A8D013FFEA411"/>
    <w:rsid w:val="00F06489"/>
  </w:style>
  <w:style w:type="paragraph" w:customStyle="1" w:styleId="78E8BD2BA6A1425D8D7760D5C55FD8FA1">
    <w:name w:val="78E8BD2BA6A1425D8D7760D5C55FD8FA1"/>
    <w:rsid w:val="00F06489"/>
  </w:style>
  <w:style w:type="paragraph" w:customStyle="1" w:styleId="0F27661A31E544978F21F897AFDE731E1">
    <w:name w:val="0F27661A31E544978F21F897AFDE731E1"/>
    <w:rsid w:val="00F06489"/>
  </w:style>
  <w:style w:type="paragraph" w:customStyle="1" w:styleId="AB1D540674644237A79A51DA92FCD3C71">
    <w:name w:val="AB1D540674644237A79A51DA92FCD3C71"/>
    <w:rsid w:val="00F06489"/>
  </w:style>
  <w:style w:type="paragraph" w:customStyle="1" w:styleId="1C01BBAEFB2143F6B6462B7429497D141">
    <w:name w:val="1C01BBAEFB2143F6B6462B7429497D141"/>
    <w:rsid w:val="00F06489"/>
  </w:style>
  <w:style w:type="paragraph" w:customStyle="1" w:styleId="E86D7ADF3B9F40DDB03E8C7D4625A01E1">
    <w:name w:val="E86D7ADF3B9F40DDB03E8C7D4625A01E1"/>
    <w:rsid w:val="00F06489"/>
  </w:style>
  <w:style w:type="paragraph" w:customStyle="1" w:styleId="75FE2A4C28E7499DA2E0024308DC6A871">
    <w:name w:val="75FE2A4C28E7499DA2E0024308DC6A871"/>
    <w:rsid w:val="00F06489"/>
  </w:style>
  <w:style w:type="paragraph" w:customStyle="1" w:styleId="64417F54FFC340BDA09B747F5C151BC81">
    <w:name w:val="64417F54FFC340BDA09B747F5C151BC81"/>
    <w:rsid w:val="00F06489"/>
  </w:style>
  <w:style w:type="paragraph" w:customStyle="1" w:styleId="2436E9E9D5AC4DE49DE5895882961E8C1">
    <w:name w:val="2436E9E9D5AC4DE49DE5895882961E8C1"/>
    <w:rsid w:val="00F06489"/>
  </w:style>
  <w:style w:type="paragraph" w:customStyle="1" w:styleId="DE8B77BE984B4C40879D6B1DE015FDA21">
    <w:name w:val="DE8B77BE984B4C40879D6B1DE015FDA21"/>
    <w:rsid w:val="00F06489"/>
  </w:style>
  <w:style w:type="paragraph" w:customStyle="1" w:styleId="8266A28FCB2647AFAD0F2C39131821A81">
    <w:name w:val="8266A28FCB2647AFAD0F2C39131821A81"/>
    <w:rsid w:val="00F06489"/>
  </w:style>
  <w:style w:type="paragraph" w:customStyle="1" w:styleId="DDB45BD3F4294B848EDBCF169C8AEFCE1">
    <w:name w:val="DDB45BD3F4294B848EDBCF169C8AEFCE1"/>
    <w:rsid w:val="00F06489"/>
  </w:style>
  <w:style w:type="paragraph" w:customStyle="1" w:styleId="4A09BC8A9BF44F5CBF2F98111EC98E721">
    <w:name w:val="4A09BC8A9BF44F5CBF2F98111EC98E721"/>
    <w:rsid w:val="00F06489"/>
  </w:style>
  <w:style w:type="paragraph" w:customStyle="1" w:styleId="63257CF9129241058D32FE76EA10A4841">
    <w:name w:val="63257CF9129241058D32FE76EA10A4841"/>
    <w:rsid w:val="00F06489"/>
  </w:style>
  <w:style w:type="paragraph" w:customStyle="1" w:styleId="E78ED69FB01F4CA49E168BEB994ACBCB1">
    <w:name w:val="E78ED69FB01F4CA49E168BEB994ACBCB1"/>
    <w:rsid w:val="00F06489"/>
  </w:style>
  <w:style w:type="paragraph" w:customStyle="1" w:styleId="1497754920144F649B5674753AA8CA621">
    <w:name w:val="1497754920144F649B5674753AA8CA621"/>
    <w:rsid w:val="00F06489"/>
  </w:style>
  <w:style w:type="paragraph" w:customStyle="1" w:styleId="C9A079AE8236472D8C24D15855AB0E1F1">
    <w:name w:val="C9A079AE8236472D8C24D15855AB0E1F1"/>
    <w:rsid w:val="00F06489"/>
  </w:style>
  <w:style w:type="paragraph" w:customStyle="1" w:styleId="153AD30752624699BBA6293DCF1A87D81">
    <w:name w:val="153AD30752624699BBA6293DCF1A87D81"/>
    <w:rsid w:val="00F06489"/>
  </w:style>
  <w:style w:type="paragraph" w:customStyle="1" w:styleId="C6193593FDD9495D8F3C03FFB85C44711">
    <w:name w:val="C6193593FDD9495D8F3C03FFB85C44711"/>
    <w:rsid w:val="00F06489"/>
  </w:style>
  <w:style w:type="paragraph" w:customStyle="1" w:styleId="021E2B7787784CCDA4CC44DA853ACB061">
    <w:name w:val="021E2B7787784CCDA4CC44DA853ACB061"/>
    <w:rsid w:val="00F06489"/>
  </w:style>
  <w:style w:type="paragraph" w:customStyle="1" w:styleId="339AA474CAD248D29995A603181C1E1E1">
    <w:name w:val="339AA474CAD248D29995A603181C1E1E1"/>
    <w:rsid w:val="00F06489"/>
  </w:style>
  <w:style w:type="paragraph" w:customStyle="1" w:styleId="853693C360AF4C4680FA7FE51F863D171">
    <w:name w:val="853693C360AF4C4680FA7FE51F863D171"/>
    <w:rsid w:val="00F06489"/>
  </w:style>
  <w:style w:type="paragraph" w:customStyle="1" w:styleId="53F1DAB49E3D4CF0ADA226E5EC2CF0C51">
    <w:name w:val="53F1DAB49E3D4CF0ADA226E5EC2CF0C51"/>
    <w:rsid w:val="00F06489"/>
  </w:style>
  <w:style w:type="paragraph" w:customStyle="1" w:styleId="A1F0ACEA8296428094B9FBBED17C1D791">
    <w:name w:val="A1F0ACEA8296428094B9FBBED17C1D791"/>
    <w:rsid w:val="00F06489"/>
  </w:style>
  <w:style w:type="paragraph" w:customStyle="1" w:styleId="F68B42B636964DD0AF04C2656670DCED1">
    <w:name w:val="F68B42B636964DD0AF04C2656670DCED1"/>
    <w:rsid w:val="00F06489"/>
  </w:style>
  <w:style w:type="paragraph" w:customStyle="1" w:styleId="35F3D0FBD8484F06A4B7C744C7ABE32A1">
    <w:name w:val="35F3D0FBD8484F06A4B7C744C7ABE32A1"/>
    <w:rsid w:val="00F06489"/>
  </w:style>
  <w:style w:type="paragraph" w:customStyle="1" w:styleId="E46A9FA3BED645CCB311A94EEC19B0B11">
    <w:name w:val="E46A9FA3BED645CCB311A94EEC19B0B11"/>
    <w:rsid w:val="00F06489"/>
  </w:style>
  <w:style w:type="paragraph" w:customStyle="1" w:styleId="4D59C82E8F104FB3B728F2389FBADA641">
    <w:name w:val="4D59C82E8F104FB3B728F2389FBADA641"/>
    <w:rsid w:val="00F06489"/>
  </w:style>
  <w:style w:type="paragraph" w:customStyle="1" w:styleId="FB4F647D6DE7420A8C94471B056152871">
    <w:name w:val="FB4F647D6DE7420A8C94471B056152871"/>
    <w:rsid w:val="00F06489"/>
  </w:style>
  <w:style w:type="paragraph" w:customStyle="1" w:styleId="9C61DC8A88CD491298D5F580AF905CEA1">
    <w:name w:val="9C61DC8A88CD491298D5F580AF905CEA1"/>
    <w:rsid w:val="00F06489"/>
  </w:style>
  <w:style w:type="paragraph" w:customStyle="1" w:styleId="45D1419239584464BFAF7D841A54247B1">
    <w:name w:val="45D1419239584464BFAF7D841A54247B1"/>
    <w:rsid w:val="00F06489"/>
  </w:style>
  <w:style w:type="paragraph" w:customStyle="1" w:styleId="19498E2A52994489A739ECBF42350A611">
    <w:name w:val="19498E2A52994489A739ECBF42350A611"/>
    <w:rsid w:val="00F06489"/>
  </w:style>
  <w:style w:type="paragraph" w:customStyle="1" w:styleId="ED308B7AB4CF448C9B3905A7C19465231">
    <w:name w:val="ED308B7AB4CF448C9B3905A7C19465231"/>
    <w:rsid w:val="00F06489"/>
  </w:style>
  <w:style w:type="paragraph" w:customStyle="1" w:styleId="B30875BB851944BBA9D0BAC5FFD8D1871">
    <w:name w:val="B30875BB851944BBA9D0BAC5FFD8D1871"/>
    <w:rsid w:val="00F06489"/>
  </w:style>
  <w:style w:type="paragraph" w:customStyle="1" w:styleId="3FB32619CC45448C87FFF67B9CC9F9CD1">
    <w:name w:val="3FB32619CC45448C87FFF67B9CC9F9CD1"/>
    <w:rsid w:val="00F06489"/>
  </w:style>
  <w:style w:type="paragraph" w:customStyle="1" w:styleId="A9B2B9EB3C8842F4A5BF813F8E0BCC3E1">
    <w:name w:val="A9B2B9EB3C8842F4A5BF813F8E0BCC3E1"/>
    <w:rsid w:val="00F06489"/>
  </w:style>
  <w:style w:type="paragraph" w:customStyle="1" w:styleId="DC70F33F69DC483F9B764B7BAF978E421">
    <w:name w:val="DC70F33F69DC483F9B764B7BAF978E421"/>
    <w:rsid w:val="00F06489"/>
  </w:style>
  <w:style w:type="paragraph" w:customStyle="1" w:styleId="91CCC6FF14324A00B4031F7DFB296EAD1">
    <w:name w:val="91CCC6FF14324A00B4031F7DFB296EAD1"/>
    <w:rsid w:val="00F06489"/>
  </w:style>
  <w:style w:type="paragraph" w:customStyle="1" w:styleId="3983E91D42EC48AEBA5C31E80886F0DB1">
    <w:name w:val="3983E91D42EC48AEBA5C31E80886F0DB1"/>
    <w:rsid w:val="00F06489"/>
  </w:style>
  <w:style w:type="paragraph" w:customStyle="1" w:styleId="77948F179C034E2D824DE2A180B5F7E01">
    <w:name w:val="77948F179C034E2D824DE2A180B5F7E01"/>
    <w:rsid w:val="00F06489"/>
  </w:style>
  <w:style w:type="paragraph" w:customStyle="1" w:styleId="A2E5C989E55843C09D70D5550206332A1">
    <w:name w:val="A2E5C989E55843C09D70D5550206332A1"/>
    <w:rsid w:val="00F06489"/>
  </w:style>
  <w:style w:type="paragraph" w:customStyle="1" w:styleId="691DB295161249FF95692264B82A8570">
    <w:name w:val="691DB295161249FF95692264B82A8570"/>
    <w:rsid w:val="00F06489"/>
  </w:style>
  <w:style w:type="paragraph" w:customStyle="1" w:styleId="5FFF5ADDF57E4F71BF75300767471ECD2">
    <w:name w:val="5FFF5ADDF57E4F71BF75300767471ECD2"/>
    <w:rsid w:val="00365F3B"/>
  </w:style>
  <w:style w:type="paragraph" w:customStyle="1" w:styleId="47E11AF3669E4F83800D49A160D046FE2">
    <w:name w:val="47E11AF3669E4F83800D49A160D046FE2"/>
    <w:rsid w:val="00365F3B"/>
  </w:style>
  <w:style w:type="paragraph" w:customStyle="1" w:styleId="8179ED2C576C4C0698005D580846583A">
    <w:name w:val="8179ED2C576C4C0698005D580846583A"/>
    <w:rsid w:val="00365F3B"/>
  </w:style>
  <w:style w:type="paragraph" w:customStyle="1" w:styleId="5AFB1C8CDD1141D3A8203E6735862FFB2">
    <w:name w:val="5AFB1C8CDD1141D3A8203E6735862FFB2"/>
    <w:rsid w:val="00365F3B"/>
  </w:style>
  <w:style w:type="paragraph" w:customStyle="1" w:styleId="6C3B014DCEAD4DE9BA083F2F4A6D91432">
    <w:name w:val="6C3B014DCEAD4DE9BA083F2F4A6D91432"/>
    <w:rsid w:val="00365F3B"/>
  </w:style>
  <w:style w:type="paragraph" w:customStyle="1" w:styleId="FB0461DF9C4F43B6AB355B9144D3BDFB2">
    <w:name w:val="FB0461DF9C4F43B6AB355B9144D3BDFB2"/>
    <w:rsid w:val="00365F3B"/>
  </w:style>
  <w:style w:type="paragraph" w:customStyle="1" w:styleId="BF0107C952E04341BD5A92785864A5482">
    <w:name w:val="BF0107C952E04341BD5A92785864A5482"/>
    <w:rsid w:val="00365F3B"/>
  </w:style>
  <w:style w:type="paragraph" w:customStyle="1" w:styleId="5B0783A64A984D91B1AB61BAFD6D54882">
    <w:name w:val="5B0783A64A984D91B1AB61BAFD6D54882"/>
    <w:rsid w:val="00365F3B"/>
  </w:style>
  <w:style w:type="paragraph" w:customStyle="1" w:styleId="D0FE09B0B2C3440DB2B2B51D5371D4732">
    <w:name w:val="D0FE09B0B2C3440DB2B2B51D5371D4732"/>
    <w:rsid w:val="00365F3B"/>
  </w:style>
  <w:style w:type="paragraph" w:customStyle="1" w:styleId="8541D3F331E94ECF8C73DA945834581F2">
    <w:name w:val="8541D3F331E94ECF8C73DA945834581F2"/>
    <w:rsid w:val="00365F3B"/>
  </w:style>
  <w:style w:type="paragraph" w:customStyle="1" w:styleId="7940BFB041F4439AA42C35DB38251E182">
    <w:name w:val="7940BFB041F4439AA42C35DB38251E182"/>
    <w:rsid w:val="00365F3B"/>
  </w:style>
  <w:style w:type="paragraph" w:customStyle="1" w:styleId="3648D1BD3F6B46489B99198808CCA41D2">
    <w:name w:val="3648D1BD3F6B46489B99198808CCA41D2"/>
    <w:rsid w:val="00365F3B"/>
  </w:style>
  <w:style w:type="paragraph" w:customStyle="1" w:styleId="8692FC65D2D84BC4A6BAE7A9B74E43752">
    <w:name w:val="8692FC65D2D84BC4A6BAE7A9B74E43752"/>
    <w:rsid w:val="00365F3B"/>
  </w:style>
  <w:style w:type="paragraph" w:customStyle="1" w:styleId="4341061D832840A19E8F0F571CBFFF702">
    <w:name w:val="4341061D832840A19E8F0F571CBFFF702"/>
    <w:rsid w:val="00365F3B"/>
  </w:style>
  <w:style w:type="paragraph" w:customStyle="1" w:styleId="4FD5C71E811B4410B0878322387F7A242">
    <w:name w:val="4FD5C71E811B4410B0878322387F7A242"/>
    <w:rsid w:val="00365F3B"/>
  </w:style>
  <w:style w:type="paragraph" w:customStyle="1" w:styleId="957146F680564058AED0BF002A1B120D2">
    <w:name w:val="957146F680564058AED0BF002A1B120D2"/>
    <w:rsid w:val="00365F3B"/>
  </w:style>
  <w:style w:type="paragraph" w:customStyle="1" w:styleId="A56BD1CBB3BC49BFBF335FA7564CE8912">
    <w:name w:val="A56BD1CBB3BC49BFBF335FA7564CE8912"/>
    <w:rsid w:val="00365F3B"/>
  </w:style>
  <w:style w:type="paragraph" w:customStyle="1" w:styleId="B077CC17110E4F19B83A95075EDC12222">
    <w:name w:val="B077CC17110E4F19B83A95075EDC12222"/>
    <w:rsid w:val="00365F3B"/>
  </w:style>
  <w:style w:type="paragraph" w:customStyle="1" w:styleId="84016A08DF0A43F1ADCCF914FFD8058D2">
    <w:name w:val="84016A08DF0A43F1ADCCF914FFD8058D2"/>
    <w:rsid w:val="00365F3B"/>
  </w:style>
  <w:style w:type="paragraph" w:customStyle="1" w:styleId="BF6E2221296042E0BC69D8F901D7CCC02">
    <w:name w:val="BF6E2221296042E0BC69D8F901D7CCC02"/>
    <w:rsid w:val="00365F3B"/>
  </w:style>
  <w:style w:type="paragraph" w:customStyle="1" w:styleId="12553B4453B94BB581A5694021A25E942">
    <w:name w:val="12553B4453B94BB581A5694021A25E942"/>
    <w:rsid w:val="00365F3B"/>
  </w:style>
  <w:style w:type="paragraph" w:customStyle="1" w:styleId="42D42008329141FC893F1B0460F3D56E2">
    <w:name w:val="42D42008329141FC893F1B0460F3D56E2"/>
    <w:rsid w:val="00365F3B"/>
  </w:style>
  <w:style w:type="paragraph" w:customStyle="1" w:styleId="0426C5FD66524B7D8512651C8402B5B72">
    <w:name w:val="0426C5FD66524B7D8512651C8402B5B72"/>
    <w:rsid w:val="00365F3B"/>
  </w:style>
  <w:style w:type="paragraph" w:customStyle="1" w:styleId="2B3E7444FC144D8FA9F255CB231E47C02">
    <w:name w:val="2B3E7444FC144D8FA9F255CB231E47C02"/>
    <w:rsid w:val="00365F3B"/>
  </w:style>
  <w:style w:type="paragraph" w:customStyle="1" w:styleId="A81922825B25467E881665AD254DD7E72">
    <w:name w:val="A81922825B25467E881665AD254DD7E72"/>
    <w:rsid w:val="00365F3B"/>
  </w:style>
  <w:style w:type="paragraph" w:customStyle="1" w:styleId="8742E138E9FE400BB4C071474FFAF7692">
    <w:name w:val="8742E138E9FE400BB4C071474FFAF7692"/>
    <w:rsid w:val="00365F3B"/>
  </w:style>
  <w:style w:type="paragraph" w:customStyle="1" w:styleId="24BB7E1F6AF743B38BB4B34872E24A932">
    <w:name w:val="24BB7E1F6AF743B38BB4B34872E24A932"/>
    <w:rsid w:val="00365F3B"/>
  </w:style>
  <w:style w:type="paragraph" w:customStyle="1" w:styleId="865E6832B4D648F5BB9CE76FC22F9C952">
    <w:name w:val="865E6832B4D648F5BB9CE76FC22F9C952"/>
    <w:rsid w:val="00365F3B"/>
  </w:style>
  <w:style w:type="paragraph" w:customStyle="1" w:styleId="7C45C6847B1541948EBEB6B9BF1E52B12">
    <w:name w:val="7C45C6847B1541948EBEB6B9BF1E52B12"/>
    <w:rsid w:val="00365F3B"/>
  </w:style>
  <w:style w:type="paragraph" w:customStyle="1" w:styleId="ACB6E1D65A48436EAEEBF683A5F863582">
    <w:name w:val="ACB6E1D65A48436EAEEBF683A5F863582"/>
    <w:rsid w:val="00365F3B"/>
  </w:style>
  <w:style w:type="paragraph" w:customStyle="1" w:styleId="51210E9AEF6948EC9A876D8639A8BE6A2">
    <w:name w:val="51210E9AEF6948EC9A876D8639A8BE6A2"/>
    <w:rsid w:val="00365F3B"/>
  </w:style>
  <w:style w:type="paragraph" w:customStyle="1" w:styleId="04E101FB7B524992B73004267AF982772">
    <w:name w:val="04E101FB7B524992B73004267AF982772"/>
    <w:rsid w:val="00365F3B"/>
  </w:style>
  <w:style w:type="paragraph" w:customStyle="1" w:styleId="766D10EFA1D048379AC8F6EE50A14A3A2">
    <w:name w:val="766D10EFA1D048379AC8F6EE50A14A3A2"/>
    <w:rsid w:val="00365F3B"/>
  </w:style>
  <w:style w:type="paragraph" w:customStyle="1" w:styleId="F44113AC2C264DC88BE291FF59C4961B2">
    <w:name w:val="F44113AC2C264DC88BE291FF59C4961B2"/>
    <w:rsid w:val="00365F3B"/>
  </w:style>
  <w:style w:type="paragraph" w:customStyle="1" w:styleId="7B234F0B4EEB469496C380F57DC3F4642">
    <w:name w:val="7B234F0B4EEB469496C380F57DC3F4642"/>
    <w:rsid w:val="00365F3B"/>
  </w:style>
  <w:style w:type="paragraph" w:customStyle="1" w:styleId="6709F22DC8E24A3D96049BF8A1FA4A8C2">
    <w:name w:val="6709F22DC8E24A3D96049BF8A1FA4A8C2"/>
    <w:rsid w:val="00365F3B"/>
  </w:style>
  <w:style w:type="paragraph" w:customStyle="1" w:styleId="5225ADD590AA46E5AD561CF1954A47832">
    <w:name w:val="5225ADD590AA46E5AD561CF1954A47832"/>
    <w:rsid w:val="00365F3B"/>
  </w:style>
  <w:style w:type="paragraph" w:customStyle="1" w:styleId="DA6FDBDBA247474CAAA072B3CD123DFA2">
    <w:name w:val="DA6FDBDBA247474CAAA072B3CD123DFA2"/>
    <w:rsid w:val="00365F3B"/>
  </w:style>
  <w:style w:type="paragraph" w:customStyle="1" w:styleId="92F5DCDC90A2469882E426B63728678F2">
    <w:name w:val="92F5DCDC90A2469882E426B63728678F2"/>
    <w:rsid w:val="00365F3B"/>
  </w:style>
  <w:style w:type="paragraph" w:customStyle="1" w:styleId="0D466FC62A7C45AF9DF1C5C942FE6F152">
    <w:name w:val="0D466FC62A7C45AF9DF1C5C942FE6F152"/>
    <w:rsid w:val="00365F3B"/>
  </w:style>
  <w:style w:type="paragraph" w:customStyle="1" w:styleId="0B1E6137E6CD461FA6FC53982F7778802">
    <w:name w:val="0B1E6137E6CD461FA6FC53982F7778802"/>
    <w:rsid w:val="00365F3B"/>
  </w:style>
  <w:style w:type="paragraph" w:customStyle="1" w:styleId="54A9FD5C659345828894A8D013FFEA412">
    <w:name w:val="54A9FD5C659345828894A8D013FFEA412"/>
    <w:rsid w:val="00365F3B"/>
  </w:style>
  <w:style w:type="paragraph" w:customStyle="1" w:styleId="78E8BD2BA6A1425D8D7760D5C55FD8FA2">
    <w:name w:val="78E8BD2BA6A1425D8D7760D5C55FD8FA2"/>
    <w:rsid w:val="00365F3B"/>
  </w:style>
  <w:style w:type="paragraph" w:customStyle="1" w:styleId="0F27661A31E544978F21F897AFDE731E2">
    <w:name w:val="0F27661A31E544978F21F897AFDE731E2"/>
    <w:rsid w:val="00365F3B"/>
  </w:style>
  <w:style w:type="paragraph" w:customStyle="1" w:styleId="AB1D540674644237A79A51DA92FCD3C72">
    <w:name w:val="AB1D540674644237A79A51DA92FCD3C72"/>
    <w:rsid w:val="00365F3B"/>
  </w:style>
  <w:style w:type="paragraph" w:customStyle="1" w:styleId="1C01BBAEFB2143F6B6462B7429497D142">
    <w:name w:val="1C01BBAEFB2143F6B6462B7429497D142"/>
    <w:rsid w:val="00365F3B"/>
  </w:style>
  <w:style w:type="paragraph" w:customStyle="1" w:styleId="E86D7ADF3B9F40DDB03E8C7D4625A01E2">
    <w:name w:val="E86D7ADF3B9F40DDB03E8C7D4625A01E2"/>
    <w:rsid w:val="00365F3B"/>
  </w:style>
  <w:style w:type="paragraph" w:customStyle="1" w:styleId="75FE2A4C28E7499DA2E0024308DC6A872">
    <w:name w:val="75FE2A4C28E7499DA2E0024308DC6A872"/>
    <w:rsid w:val="00365F3B"/>
  </w:style>
  <w:style w:type="paragraph" w:customStyle="1" w:styleId="64417F54FFC340BDA09B747F5C151BC82">
    <w:name w:val="64417F54FFC340BDA09B747F5C151BC82"/>
    <w:rsid w:val="00365F3B"/>
  </w:style>
  <w:style w:type="paragraph" w:customStyle="1" w:styleId="2436E9E9D5AC4DE49DE5895882961E8C2">
    <w:name w:val="2436E9E9D5AC4DE49DE5895882961E8C2"/>
    <w:rsid w:val="00365F3B"/>
  </w:style>
  <w:style w:type="paragraph" w:customStyle="1" w:styleId="DE8B77BE984B4C40879D6B1DE015FDA22">
    <w:name w:val="DE8B77BE984B4C40879D6B1DE015FDA22"/>
    <w:rsid w:val="00365F3B"/>
  </w:style>
  <w:style w:type="paragraph" w:customStyle="1" w:styleId="8266A28FCB2647AFAD0F2C39131821A82">
    <w:name w:val="8266A28FCB2647AFAD0F2C39131821A82"/>
    <w:rsid w:val="00365F3B"/>
  </w:style>
  <w:style w:type="paragraph" w:customStyle="1" w:styleId="DDB45BD3F4294B848EDBCF169C8AEFCE2">
    <w:name w:val="DDB45BD3F4294B848EDBCF169C8AEFCE2"/>
    <w:rsid w:val="00365F3B"/>
  </w:style>
  <w:style w:type="paragraph" w:customStyle="1" w:styleId="4A09BC8A9BF44F5CBF2F98111EC98E722">
    <w:name w:val="4A09BC8A9BF44F5CBF2F98111EC98E722"/>
    <w:rsid w:val="00365F3B"/>
  </w:style>
  <w:style w:type="paragraph" w:customStyle="1" w:styleId="63257CF9129241058D32FE76EA10A4842">
    <w:name w:val="63257CF9129241058D32FE76EA10A4842"/>
    <w:rsid w:val="00365F3B"/>
  </w:style>
  <w:style w:type="paragraph" w:customStyle="1" w:styleId="E78ED69FB01F4CA49E168BEB994ACBCB2">
    <w:name w:val="E78ED69FB01F4CA49E168BEB994ACBCB2"/>
    <w:rsid w:val="00365F3B"/>
  </w:style>
  <w:style w:type="paragraph" w:customStyle="1" w:styleId="1497754920144F649B5674753AA8CA622">
    <w:name w:val="1497754920144F649B5674753AA8CA622"/>
    <w:rsid w:val="00365F3B"/>
  </w:style>
  <w:style w:type="paragraph" w:customStyle="1" w:styleId="C9A079AE8236472D8C24D15855AB0E1F2">
    <w:name w:val="C9A079AE8236472D8C24D15855AB0E1F2"/>
    <w:rsid w:val="00365F3B"/>
  </w:style>
  <w:style w:type="paragraph" w:customStyle="1" w:styleId="153AD30752624699BBA6293DCF1A87D82">
    <w:name w:val="153AD30752624699BBA6293DCF1A87D82"/>
    <w:rsid w:val="00365F3B"/>
  </w:style>
  <w:style w:type="paragraph" w:customStyle="1" w:styleId="C6193593FDD9495D8F3C03FFB85C44712">
    <w:name w:val="C6193593FDD9495D8F3C03FFB85C44712"/>
    <w:rsid w:val="00365F3B"/>
  </w:style>
  <w:style w:type="paragraph" w:customStyle="1" w:styleId="021E2B7787784CCDA4CC44DA853ACB062">
    <w:name w:val="021E2B7787784CCDA4CC44DA853ACB062"/>
    <w:rsid w:val="00365F3B"/>
  </w:style>
  <w:style w:type="paragraph" w:customStyle="1" w:styleId="339AA474CAD248D29995A603181C1E1E2">
    <w:name w:val="339AA474CAD248D29995A603181C1E1E2"/>
    <w:rsid w:val="00365F3B"/>
  </w:style>
  <w:style w:type="paragraph" w:customStyle="1" w:styleId="853693C360AF4C4680FA7FE51F863D172">
    <w:name w:val="853693C360AF4C4680FA7FE51F863D172"/>
    <w:rsid w:val="00365F3B"/>
  </w:style>
  <w:style w:type="paragraph" w:customStyle="1" w:styleId="53F1DAB49E3D4CF0ADA226E5EC2CF0C52">
    <w:name w:val="53F1DAB49E3D4CF0ADA226E5EC2CF0C52"/>
    <w:rsid w:val="00365F3B"/>
  </w:style>
  <w:style w:type="paragraph" w:customStyle="1" w:styleId="A1F0ACEA8296428094B9FBBED17C1D792">
    <w:name w:val="A1F0ACEA8296428094B9FBBED17C1D792"/>
    <w:rsid w:val="00365F3B"/>
  </w:style>
  <w:style w:type="paragraph" w:customStyle="1" w:styleId="F68B42B636964DD0AF04C2656670DCED2">
    <w:name w:val="F68B42B636964DD0AF04C2656670DCED2"/>
    <w:rsid w:val="00365F3B"/>
  </w:style>
  <w:style w:type="paragraph" w:customStyle="1" w:styleId="35F3D0FBD8484F06A4B7C744C7ABE32A2">
    <w:name w:val="35F3D0FBD8484F06A4B7C744C7ABE32A2"/>
    <w:rsid w:val="00365F3B"/>
  </w:style>
  <w:style w:type="paragraph" w:customStyle="1" w:styleId="E46A9FA3BED645CCB311A94EEC19B0B12">
    <w:name w:val="E46A9FA3BED645CCB311A94EEC19B0B12"/>
    <w:rsid w:val="00365F3B"/>
  </w:style>
  <w:style w:type="paragraph" w:customStyle="1" w:styleId="4D59C82E8F104FB3B728F2389FBADA642">
    <w:name w:val="4D59C82E8F104FB3B728F2389FBADA642"/>
    <w:rsid w:val="00365F3B"/>
  </w:style>
  <w:style w:type="paragraph" w:customStyle="1" w:styleId="FB4F647D6DE7420A8C94471B056152872">
    <w:name w:val="FB4F647D6DE7420A8C94471B056152872"/>
    <w:rsid w:val="00365F3B"/>
  </w:style>
  <w:style w:type="paragraph" w:customStyle="1" w:styleId="9C61DC8A88CD491298D5F580AF905CEA2">
    <w:name w:val="9C61DC8A88CD491298D5F580AF905CEA2"/>
    <w:rsid w:val="00365F3B"/>
  </w:style>
  <w:style w:type="paragraph" w:customStyle="1" w:styleId="19447FDBF15C4FB79BC7BD0801A3D41E">
    <w:name w:val="19447FDBF15C4FB79BC7BD0801A3D41E"/>
    <w:rsid w:val="00365F3B"/>
  </w:style>
  <w:style w:type="paragraph" w:customStyle="1" w:styleId="8F15E235B1C5412C9F8FF1ABD5B5407A">
    <w:name w:val="8F15E235B1C5412C9F8FF1ABD5B5407A"/>
    <w:rsid w:val="00365F3B"/>
  </w:style>
  <w:style w:type="paragraph" w:customStyle="1" w:styleId="9C324D14F72047EB85E93768712DA341">
    <w:name w:val="9C324D14F72047EB85E93768712DA341"/>
    <w:rsid w:val="00365F3B"/>
  </w:style>
  <w:style w:type="paragraph" w:customStyle="1" w:styleId="B45AAEF0B42B42E5B417F262DB912C2A">
    <w:name w:val="B45AAEF0B42B42E5B417F262DB912C2A"/>
    <w:rsid w:val="00365F3B"/>
  </w:style>
  <w:style w:type="paragraph" w:customStyle="1" w:styleId="C99C0EC8220347859B4834782FEF1D17">
    <w:name w:val="C99C0EC8220347859B4834782FEF1D17"/>
    <w:rsid w:val="00365F3B"/>
  </w:style>
  <w:style w:type="paragraph" w:customStyle="1" w:styleId="2B14AEAE06744D45B24F4EFE882F2887">
    <w:name w:val="2B14AEAE06744D45B24F4EFE882F2887"/>
    <w:rsid w:val="00365F3B"/>
  </w:style>
  <w:style w:type="paragraph" w:customStyle="1" w:styleId="6258A141B6A2449892F72404E9ECE09B">
    <w:name w:val="6258A141B6A2449892F72404E9ECE09B"/>
    <w:rsid w:val="00365F3B"/>
  </w:style>
  <w:style w:type="paragraph" w:customStyle="1" w:styleId="45032310EFCA409D9EBFC68C170414DA">
    <w:name w:val="45032310EFCA409D9EBFC68C170414DA"/>
    <w:rsid w:val="00365F3B"/>
  </w:style>
  <w:style w:type="paragraph" w:customStyle="1" w:styleId="39D56E80CB2A4B7E8F3BA30E283E5CAC">
    <w:name w:val="39D56E80CB2A4B7E8F3BA30E283E5CAC"/>
    <w:rsid w:val="00365F3B"/>
  </w:style>
  <w:style w:type="paragraph" w:customStyle="1" w:styleId="CFB389EE6CFD46F49B9F62DF5267B71D">
    <w:name w:val="CFB389EE6CFD46F49B9F62DF5267B71D"/>
    <w:rsid w:val="00365F3B"/>
  </w:style>
  <w:style w:type="paragraph" w:customStyle="1" w:styleId="FD43249C0FA7455A85C5060457D0D55F">
    <w:name w:val="FD43249C0FA7455A85C5060457D0D55F"/>
    <w:rsid w:val="00365F3B"/>
  </w:style>
  <w:style w:type="paragraph" w:customStyle="1" w:styleId="F2DF41751778449EAB5089EDC79E4E34">
    <w:name w:val="F2DF41751778449EAB5089EDC79E4E34"/>
    <w:rsid w:val="00365F3B"/>
  </w:style>
  <w:style w:type="paragraph" w:customStyle="1" w:styleId="5FFF5ADDF57E4F71BF75300767471ECD3">
    <w:name w:val="5FFF5ADDF57E4F71BF75300767471ECD3"/>
    <w:rsid w:val="00365F3B"/>
  </w:style>
  <w:style w:type="paragraph" w:customStyle="1" w:styleId="47E11AF3669E4F83800D49A160D046FE3">
    <w:name w:val="47E11AF3669E4F83800D49A160D046FE3"/>
    <w:rsid w:val="00365F3B"/>
  </w:style>
  <w:style w:type="paragraph" w:customStyle="1" w:styleId="8179ED2C576C4C0698005D580846583A1">
    <w:name w:val="8179ED2C576C4C0698005D580846583A1"/>
    <w:rsid w:val="00365F3B"/>
  </w:style>
  <w:style w:type="paragraph" w:customStyle="1" w:styleId="5AFB1C8CDD1141D3A8203E6735862FFB3">
    <w:name w:val="5AFB1C8CDD1141D3A8203E6735862FFB3"/>
    <w:rsid w:val="00365F3B"/>
  </w:style>
  <w:style w:type="paragraph" w:customStyle="1" w:styleId="6C3B014DCEAD4DE9BA083F2F4A6D91433">
    <w:name w:val="6C3B014DCEAD4DE9BA083F2F4A6D91433"/>
    <w:rsid w:val="00365F3B"/>
  </w:style>
  <w:style w:type="paragraph" w:customStyle="1" w:styleId="FB0461DF9C4F43B6AB355B9144D3BDFB3">
    <w:name w:val="FB0461DF9C4F43B6AB355B9144D3BDFB3"/>
    <w:rsid w:val="00365F3B"/>
  </w:style>
  <w:style w:type="paragraph" w:customStyle="1" w:styleId="BF0107C952E04341BD5A92785864A5483">
    <w:name w:val="BF0107C952E04341BD5A92785864A5483"/>
    <w:rsid w:val="00365F3B"/>
  </w:style>
  <w:style w:type="paragraph" w:customStyle="1" w:styleId="5B0783A64A984D91B1AB61BAFD6D54883">
    <w:name w:val="5B0783A64A984D91B1AB61BAFD6D54883"/>
    <w:rsid w:val="00365F3B"/>
  </w:style>
  <w:style w:type="paragraph" w:customStyle="1" w:styleId="D0FE09B0B2C3440DB2B2B51D5371D4733">
    <w:name w:val="D0FE09B0B2C3440DB2B2B51D5371D4733"/>
    <w:rsid w:val="00365F3B"/>
  </w:style>
  <w:style w:type="paragraph" w:customStyle="1" w:styleId="8541D3F331E94ECF8C73DA945834581F3">
    <w:name w:val="8541D3F331E94ECF8C73DA945834581F3"/>
    <w:rsid w:val="00365F3B"/>
  </w:style>
  <w:style w:type="paragraph" w:customStyle="1" w:styleId="7940BFB041F4439AA42C35DB38251E183">
    <w:name w:val="7940BFB041F4439AA42C35DB38251E183"/>
    <w:rsid w:val="00365F3B"/>
  </w:style>
  <w:style w:type="paragraph" w:customStyle="1" w:styleId="3648D1BD3F6B46489B99198808CCA41D3">
    <w:name w:val="3648D1BD3F6B46489B99198808CCA41D3"/>
    <w:rsid w:val="00365F3B"/>
  </w:style>
  <w:style w:type="paragraph" w:customStyle="1" w:styleId="8692FC65D2D84BC4A6BAE7A9B74E43753">
    <w:name w:val="8692FC65D2D84BC4A6BAE7A9B74E43753"/>
    <w:rsid w:val="00365F3B"/>
  </w:style>
  <w:style w:type="paragraph" w:customStyle="1" w:styleId="4341061D832840A19E8F0F571CBFFF703">
    <w:name w:val="4341061D832840A19E8F0F571CBFFF703"/>
    <w:rsid w:val="00365F3B"/>
  </w:style>
  <w:style w:type="paragraph" w:customStyle="1" w:styleId="4FD5C71E811B4410B0878322387F7A243">
    <w:name w:val="4FD5C71E811B4410B0878322387F7A243"/>
    <w:rsid w:val="00365F3B"/>
  </w:style>
  <w:style w:type="paragraph" w:customStyle="1" w:styleId="957146F680564058AED0BF002A1B120D3">
    <w:name w:val="957146F680564058AED0BF002A1B120D3"/>
    <w:rsid w:val="00365F3B"/>
  </w:style>
  <w:style w:type="paragraph" w:customStyle="1" w:styleId="A56BD1CBB3BC49BFBF335FA7564CE8913">
    <w:name w:val="A56BD1CBB3BC49BFBF335FA7564CE8913"/>
    <w:rsid w:val="00365F3B"/>
  </w:style>
  <w:style w:type="paragraph" w:customStyle="1" w:styleId="B077CC17110E4F19B83A95075EDC12223">
    <w:name w:val="B077CC17110E4F19B83A95075EDC12223"/>
    <w:rsid w:val="00365F3B"/>
  </w:style>
  <w:style w:type="paragraph" w:customStyle="1" w:styleId="84016A08DF0A43F1ADCCF914FFD8058D3">
    <w:name w:val="84016A08DF0A43F1ADCCF914FFD8058D3"/>
    <w:rsid w:val="00365F3B"/>
  </w:style>
  <w:style w:type="paragraph" w:customStyle="1" w:styleId="BF6E2221296042E0BC69D8F901D7CCC03">
    <w:name w:val="BF6E2221296042E0BC69D8F901D7CCC03"/>
    <w:rsid w:val="00365F3B"/>
  </w:style>
  <w:style w:type="paragraph" w:customStyle="1" w:styleId="12553B4453B94BB581A5694021A25E943">
    <w:name w:val="12553B4453B94BB581A5694021A25E943"/>
    <w:rsid w:val="00365F3B"/>
  </w:style>
  <w:style w:type="paragraph" w:customStyle="1" w:styleId="42D42008329141FC893F1B0460F3D56E3">
    <w:name w:val="42D42008329141FC893F1B0460F3D56E3"/>
    <w:rsid w:val="00365F3B"/>
  </w:style>
  <w:style w:type="paragraph" w:customStyle="1" w:styleId="0426C5FD66524B7D8512651C8402B5B73">
    <w:name w:val="0426C5FD66524B7D8512651C8402B5B73"/>
    <w:rsid w:val="00365F3B"/>
  </w:style>
  <w:style w:type="paragraph" w:customStyle="1" w:styleId="2B3E7444FC144D8FA9F255CB231E47C03">
    <w:name w:val="2B3E7444FC144D8FA9F255CB231E47C03"/>
    <w:rsid w:val="00365F3B"/>
  </w:style>
  <w:style w:type="paragraph" w:customStyle="1" w:styleId="A81922825B25467E881665AD254DD7E73">
    <w:name w:val="A81922825B25467E881665AD254DD7E73"/>
    <w:rsid w:val="00365F3B"/>
  </w:style>
  <w:style w:type="paragraph" w:customStyle="1" w:styleId="8742E138E9FE400BB4C071474FFAF7693">
    <w:name w:val="8742E138E9FE400BB4C071474FFAF7693"/>
    <w:rsid w:val="00365F3B"/>
  </w:style>
  <w:style w:type="paragraph" w:customStyle="1" w:styleId="24BB7E1F6AF743B38BB4B34872E24A933">
    <w:name w:val="24BB7E1F6AF743B38BB4B34872E24A933"/>
    <w:rsid w:val="00365F3B"/>
  </w:style>
  <w:style w:type="paragraph" w:customStyle="1" w:styleId="865E6832B4D648F5BB9CE76FC22F9C953">
    <w:name w:val="865E6832B4D648F5BB9CE76FC22F9C953"/>
    <w:rsid w:val="00365F3B"/>
  </w:style>
  <w:style w:type="paragraph" w:customStyle="1" w:styleId="7C45C6847B1541948EBEB6B9BF1E52B13">
    <w:name w:val="7C45C6847B1541948EBEB6B9BF1E52B13"/>
    <w:rsid w:val="00365F3B"/>
  </w:style>
  <w:style w:type="paragraph" w:customStyle="1" w:styleId="ACB6E1D65A48436EAEEBF683A5F863583">
    <w:name w:val="ACB6E1D65A48436EAEEBF683A5F863583"/>
    <w:rsid w:val="00365F3B"/>
  </w:style>
  <w:style w:type="paragraph" w:customStyle="1" w:styleId="51210E9AEF6948EC9A876D8639A8BE6A3">
    <w:name w:val="51210E9AEF6948EC9A876D8639A8BE6A3"/>
    <w:rsid w:val="00365F3B"/>
  </w:style>
  <w:style w:type="paragraph" w:customStyle="1" w:styleId="04E101FB7B524992B73004267AF982773">
    <w:name w:val="04E101FB7B524992B73004267AF982773"/>
    <w:rsid w:val="00365F3B"/>
  </w:style>
  <w:style w:type="paragraph" w:customStyle="1" w:styleId="766D10EFA1D048379AC8F6EE50A14A3A3">
    <w:name w:val="766D10EFA1D048379AC8F6EE50A14A3A3"/>
    <w:rsid w:val="00365F3B"/>
  </w:style>
  <w:style w:type="paragraph" w:customStyle="1" w:styleId="F44113AC2C264DC88BE291FF59C4961B3">
    <w:name w:val="F44113AC2C264DC88BE291FF59C4961B3"/>
    <w:rsid w:val="00365F3B"/>
  </w:style>
  <w:style w:type="paragraph" w:customStyle="1" w:styleId="7B234F0B4EEB469496C380F57DC3F4643">
    <w:name w:val="7B234F0B4EEB469496C380F57DC3F4643"/>
    <w:rsid w:val="00365F3B"/>
  </w:style>
  <w:style w:type="paragraph" w:customStyle="1" w:styleId="6709F22DC8E24A3D96049BF8A1FA4A8C3">
    <w:name w:val="6709F22DC8E24A3D96049BF8A1FA4A8C3"/>
    <w:rsid w:val="00365F3B"/>
  </w:style>
  <w:style w:type="paragraph" w:customStyle="1" w:styleId="5225ADD590AA46E5AD561CF1954A47833">
    <w:name w:val="5225ADD590AA46E5AD561CF1954A47833"/>
    <w:rsid w:val="00365F3B"/>
  </w:style>
  <w:style w:type="paragraph" w:customStyle="1" w:styleId="DA6FDBDBA247474CAAA072B3CD123DFA3">
    <w:name w:val="DA6FDBDBA247474CAAA072B3CD123DFA3"/>
    <w:rsid w:val="00365F3B"/>
  </w:style>
  <w:style w:type="paragraph" w:customStyle="1" w:styleId="92F5DCDC90A2469882E426B63728678F3">
    <w:name w:val="92F5DCDC90A2469882E426B63728678F3"/>
    <w:rsid w:val="00365F3B"/>
  </w:style>
  <w:style w:type="paragraph" w:customStyle="1" w:styleId="0D466FC62A7C45AF9DF1C5C942FE6F153">
    <w:name w:val="0D466FC62A7C45AF9DF1C5C942FE6F153"/>
    <w:rsid w:val="00365F3B"/>
  </w:style>
  <w:style w:type="paragraph" w:customStyle="1" w:styleId="78E8BD2BA6A1425D8D7760D5C55FD8FA3">
    <w:name w:val="78E8BD2BA6A1425D8D7760D5C55FD8FA3"/>
    <w:rsid w:val="00365F3B"/>
  </w:style>
  <w:style w:type="paragraph" w:customStyle="1" w:styleId="0F27661A31E544978F21F897AFDE731E3">
    <w:name w:val="0F27661A31E544978F21F897AFDE731E3"/>
    <w:rsid w:val="00365F3B"/>
  </w:style>
  <w:style w:type="paragraph" w:customStyle="1" w:styleId="AB1D540674644237A79A51DA92FCD3C73">
    <w:name w:val="AB1D540674644237A79A51DA92FCD3C73"/>
    <w:rsid w:val="00365F3B"/>
  </w:style>
  <w:style w:type="paragraph" w:customStyle="1" w:styleId="1C01BBAEFB2143F6B6462B7429497D143">
    <w:name w:val="1C01BBAEFB2143F6B6462B7429497D143"/>
    <w:rsid w:val="00365F3B"/>
  </w:style>
  <w:style w:type="paragraph" w:customStyle="1" w:styleId="E86D7ADF3B9F40DDB03E8C7D4625A01E3">
    <w:name w:val="E86D7ADF3B9F40DDB03E8C7D4625A01E3"/>
    <w:rsid w:val="00365F3B"/>
  </w:style>
  <w:style w:type="paragraph" w:customStyle="1" w:styleId="75FE2A4C28E7499DA2E0024308DC6A873">
    <w:name w:val="75FE2A4C28E7499DA2E0024308DC6A873"/>
    <w:rsid w:val="00365F3B"/>
  </w:style>
  <w:style w:type="paragraph" w:customStyle="1" w:styleId="64417F54FFC340BDA09B747F5C151BC83">
    <w:name w:val="64417F54FFC340BDA09B747F5C151BC83"/>
    <w:rsid w:val="00365F3B"/>
  </w:style>
  <w:style w:type="paragraph" w:customStyle="1" w:styleId="2436E9E9D5AC4DE49DE5895882961E8C3">
    <w:name w:val="2436E9E9D5AC4DE49DE5895882961E8C3"/>
    <w:rsid w:val="00365F3B"/>
  </w:style>
  <w:style w:type="paragraph" w:customStyle="1" w:styleId="DE8B77BE984B4C40879D6B1DE015FDA23">
    <w:name w:val="DE8B77BE984B4C40879D6B1DE015FDA23"/>
    <w:rsid w:val="00365F3B"/>
  </w:style>
  <w:style w:type="paragraph" w:customStyle="1" w:styleId="8266A28FCB2647AFAD0F2C39131821A83">
    <w:name w:val="8266A28FCB2647AFAD0F2C39131821A83"/>
    <w:rsid w:val="00365F3B"/>
  </w:style>
  <w:style w:type="paragraph" w:customStyle="1" w:styleId="DDB45BD3F4294B848EDBCF169C8AEFCE3">
    <w:name w:val="DDB45BD3F4294B848EDBCF169C8AEFCE3"/>
    <w:rsid w:val="00365F3B"/>
  </w:style>
  <w:style w:type="paragraph" w:customStyle="1" w:styleId="4A09BC8A9BF44F5CBF2F98111EC98E723">
    <w:name w:val="4A09BC8A9BF44F5CBF2F98111EC98E723"/>
    <w:rsid w:val="00365F3B"/>
  </w:style>
  <w:style w:type="paragraph" w:customStyle="1" w:styleId="63257CF9129241058D32FE76EA10A4843">
    <w:name w:val="63257CF9129241058D32FE76EA10A4843"/>
    <w:rsid w:val="00365F3B"/>
  </w:style>
  <w:style w:type="paragraph" w:customStyle="1" w:styleId="E78ED69FB01F4CA49E168BEB994ACBCB3">
    <w:name w:val="E78ED69FB01F4CA49E168BEB994ACBCB3"/>
    <w:rsid w:val="00365F3B"/>
  </w:style>
  <w:style w:type="paragraph" w:customStyle="1" w:styleId="1497754920144F649B5674753AA8CA623">
    <w:name w:val="1497754920144F649B5674753AA8CA623"/>
    <w:rsid w:val="00365F3B"/>
  </w:style>
  <w:style w:type="paragraph" w:customStyle="1" w:styleId="C9A079AE8236472D8C24D15855AB0E1F3">
    <w:name w:val="C9A079AE8236472D8C24D15855AB0E1F3"/>
    <w:rsid w:val="00365F3B"/>
  </w:style>
  <w:style w:type="paragraph" w:customStyle="1" w:styleId="153AD30752624699BBA6293DCF1A87D83">
    <w:name w:val="153AD30752624699BBA6293DCF1A87D83"/>
    <w:rsid w:val="00365F3B"/>
  </w:style>
  <w:style w:type="paragraph" w:customStyle="1" w:styleId="C6193593FDD9495D8F3C03FFB85C44713">
    <w:name w:val="C6193593FDD9495D8F3C03FFB85C44713"/>
    <w:rsid w:val="00365F3B"/>
  </w:style>
  <w:style w:type="paragraph" w:customStyle="1" w:styleId="021E2B7787784CCDA4CC44DA853ACB063">
    <w:name w:val="021E2B7787784CCDA4CC44DA853ACB063"/>
    <w:rsid w:val="00365F3B"/>
  </w:style>
  <w:style w:type="paragraph" w:customStyle="1" w:styleId="339AA474CAD248D29995A603181C1E1E3">
    <w:name w:val="339AA474CAD248D29995A603181C1E1E3"/>
    <w:rsid w:val="00365F3B"/>
  </w:style>
  <w:style w:type="paragraph" w:customStyle="1" w:styleId="853693C360AF4C4680FA7FE51F863D173">
    <w:name w:val="853693C360AF4C4680FA7FE51F863D173"/>
    <w:rsid w:val="00365F3B"/>
  </w:style>
  <w:style w:type="paragraph" w:customStyle="1" w:styleId="53F1DAB49E3D4CF0ADA226E5EC2CF0C53">
    <w:name w:val="53F1DAB49E3D4CF0ADA226E5EC2CF0C53"/>
    <w:rsid w:val="00365F3B"/>
  </w:style>
  <w:style w:type="paragraph" w:customStyle="1" w:styleId="A1F0ACEA8296428094B9FBBED17C1D793">
    <w:name w:val="A1F0ACEA8296428094B9FBBED17C1D793"/>
    <w:rsid w:val="00365F3B"/>
  </w:style>
  <w:style w:type="paragraph" w:customStyle="1" w:styleId="F68B42B636964DD0AF04C2656670DCED3">
    <w:name w:val="F68B42B636964DD0AF04C2656670DCED3"/>
    <w:rsid w:val="00365F3B"/>
  </w:style>
  <w:style w:type="paragraph" w:customStyle="1" w:styleId="35F3D0FBD8484F06A4B7C744C7ABE32A3">
    <w:name w:val="35F3D0FBD8484F06A4B7C744C7ABE32A3"/>
    <w:rsid w:val="00365F3B"/>
  </w:style>
  <w:style w:type="paragraph" w:customStyle="1" w:styleId="E46A9FA3BED645CCB311A94EEC19B0B13">
    <w:name w:val="E46A9FA3BED645CCB311A94EEC19B0B13"/>
    <w:rsid w:val="00365F3B"/>
  </w:style>
  <w:style w:type="paragraph" w:customStyle="1" w:styleId="4D59C82E8F104FB3B728F2389FBADA643">
    <w:name w:val="4D59C82E8F104FB3B728F2389FBADA643"/>
    <w:rsid w:val="00365F3B"/>
  </w:style>
  <w:style w:type="paragraph" w:customStyle="1" w:styleId="FB4F647D6DE7420A8C94471B056152873">
    <w:name w:val="FB4F647D6DE7420A8C94471B056152873"/>
    <w:rsid w:val="00365F3B"/>
  </w:style>
  <w:style w:type="paragraph" w:customStyle="1" w:styleId="9C61DC8A88CD491298D5F580AF905CEA3">
    <w:name w:val="9C61DC8A88CD491298D5F580AF905CEA3"/>
    <w:rsid w:val="00365F3B"/>
  </w:style>
  <w:style w:type="paragraph" w:customStyle="1" w:styleId="19447FDBF15C4FB79BC7BD0801A3D41E1">
    <w:name w:val="19447FDBF15C4FB79BC7BD0801A3D41E1"/>
    <w:rsid w:val="00365F3B"/>
  </w:style>
  <w:style w:type="paragraph" w:customStyle="1" w:styleId="8F15E235B1C5412C9F8FF1ABD5B5407A1">
    <w:name w:val="8F15E235B1C5412C9F8FF1ABD5B5407A1"/>
    <w:rsid w:val="00365F3B"/>
  </w:style>
  <w:style w:type="paragraph" w:customStyle="1" w:styleId="9C324D14F72047EB85E93768712DA3411">
    <w:name w:val="9C324D14F72047EB85E93768712DA3411"/>
    <w:rsid w:val="00365F3B"/>
  </w:style>
  <w:style w:type="paragraph" w:customStyle="1" w:styleId="B45AAEF0B42B42E5B417F262DB912C2A1">
    <w:name w:val="B45AAEF0B42B42E5B417F262DB912C2A1"/>
    <w:rsid w:val="00365F3B"/>
  </w:style>
  <w:style w:type="paragraph" w:customStyle="1" w:styleId="C99C0EC8220347859B4834782FEF1D171">
    <w:name w:val="C99C0EC8220347859B4834782FEF1D171"/>
    <w:rsid w:val="00365F3B"/>
  </w:style>
  <w:style w:type="paragraph" w:customStyle="1" w:styleId="2B14AEAE06744D45B24F4EFE882F28871">
    <w:name w:val="2B14AEAE06744D45B24F4EFE882F28871"/>
    <w:rsid w:val="00365F3B"/>
  </w:style>
  <w:style w:type="paragraph" w:customStyle="1" w:styleId="6258A141B6A2449892F72404E9ECE09B1">
    <w:name w:val="6258A141B6A2449892F72404E9ECE09B1"/>
    <w:rsid w:val="00365F3B"/>
  </w:style>
  <w:style w:type="paragraph" w:customStyle="1" w:styleId="45032310EFCA409D9EBFC68C170414DA1">
    <w:name w:val="45032310EFCA409D9EBFC68C170414DA1"/>
    <w:rsid w:val="00365F3B"/>
  </w:style>
  <w:style w:type="paragraph" w:customStyle="1" w:styleId="39D56E80CB2A4B7E8F3BA30E283E5CAC1">
    <w:name w:val="39D56E80CB2A4B7E8F3BA30E283E5CAC1"/>
    <w:rsid w:val="00365F3B"/>
  </w:style>
  <w:style w:type="paragraph" w:customStyle="1" w:styleId="CFB389EE6CFD46F49B9F62DF5267B71D1">
    <w:name w:val="CFB389EE6CFD46F49B9F62DF5267B71D1"/>
    <w:rsid w:val="00365F3B"/>
  </w:style>
  <w:style w:type="paragraph" w:customStyle="1" w:styleId="FD43249C0FA7455A85C5060457D0D55F1">
    <w:name w:val="FD43249C0FA7455A85C5060457D0D55F1"/>
    <w:rsid w:val="00365F3B"/>
  </w:style>
  <w:style w:type="paragraph" w:customStyle="1" w:styleId="F2DF41751778449EAB5089EDC79E4E341">
    <w:name w:val="F2DF41751778449EAB5089EDC79E4E341"/>
    <w:rsid w:val="00365F3B"/>
  </w:style>
  <w:style w:type="paragraph" w:customStyle="1" w:styleId="2B097D51F60B494B97106F7A0E9E1DA8">
    <w:name w:val="2B097D51F60B494B97106F7A0E9E1DA8"/>
    <w:rsid w:val="00CA3013"/>
  </w:style>
  <w:style w:type="paragraph" w:customStyle="1" w:styleId="5FFF5ADDF57E4F71BF75300767471ECD4">
    <w:name w:val="5FFF5ADDF57E4F71BF75300767471ECD4"/>
    <w:rsid w:val="00CA3013"/>
  </w:style>
  <w:style w:type="paragraph" w:customStyle="1" w:styleId="47E11AF3669E4F83800D49A160D046FE4">
    <w:name w:val="47E11AF3669E4F83800D49A160D046FE4"/>
    <w:rsid w:val="00CA3013"/>
  </w:style>
  <w:style w:type="paragraph" w:customStyle="1" w:styleId="8179ED2C576C4C0698005D580846583A2">
    <w:name w:val="8179ED2C576C4C0698005D580846583A2"/>
    <w:rsid w:val="00CA3013"/>
  </w:style>
  <w:style w:type="paragraph" w:customStyle="1" w:styleId="5AFB1C8CDD1141D3A8203E6735862FFB4">
    <w:name w:val="5AFB1C8CDD1141D3A8203E6735862FFB4"/>
    <w:rsid w:val="00CA3013"/>
  </w:style>
  <w:style w:type="paragraph" w:customStyle="1" w:styleId="6C3B014DCEAD4DE9BA083F2F4A6D91434">
    <w:name w:val="6C3B014DCEAD4DE9BA083F2F4A6D91434"/>
    <w:rsid w:val="00CA3013"/>
  </w:style>
  <w:style w:type="paragraph" w:customStyle="1" w:styleId="FB0461DF9C4F43B6AB355B9144D3BDFB4">
    <w:name w:val="FB0461DF9C4F43B6AB355B9144D3BDFB4"/>
    <w:rsid w:val="00CA3013"/>
  </w:style>
  <w:style w:type="paragraph" w:customStyle="1" w:styleId="BF0107C952E04341BD5A92785864A5484">
    <w:name w:val="BF0107C952E04341BD5A92785864A5484"/>
    <w:rsid w:val="00CA3013"/>
  </w:style>
  <w:style w:type="paragraph" w:customStyle="1" w:styleId="5B0783A64A984D91B1AB61BAFD6D54884">
    <w:name w:val="5B0783A64A984D91B1AB61BAFD6D54884"/>
    <w:rsid w:val="00CA3013"/>
  </w:style>
  <w:style w:type="paragraph" w:customStyle="1" w:styleId="D0FE09B0B2C3440DB2B2B51D5371D4734">
    <w:name w:val="D0FE09B0B2C3440DB2B2B51D5371D4734"/>
    <w:rsid w:val="00CA3013"/>
  </w:style>
  <w:style w:type="paragraph" w:customStyle="1" w:styleId="8541D3F331E94ECF8C73DA945834581F4">
    <w:name w:val="8541D3F331E94ECF8C73DA945834581F4"/>
    <w:rsid w:val="00CA3013"/>
  </w:style>
  <w:style w:type="paragraph" w:customStyle="1" w:styleId="7940BFB041F4439AA42C35DB38251E184">
    <w:name w:val="7940BFB041F4439AA42C35DB38251E184"/>
    <w:rsid w:val="00CA3013"/>
  </w:style>
  <w:style w:type="paragraph" w:customStyle="1" w:styleId="3648D1BD3F6B46489B99198808CCA41D4">
    <w:name w:val="3648D1BD3F6B46489B99198808CCA41D4"/>
    <w:rsid w:val="00CA3013"/>
  </w:style>
  <w:style w:type="paragraph" w:customStyle="1" w:styleId="8692FC65D2D84BC4A6BAE7A9B74E43754">
    <w:name w:val="8692FC65D2D84BC4A6BAE7A9B74E43754"/>
    <w:rsid w:val="00CA3013"/>
  </w:style>
  <w:style w:type="paragraph" w:customStyle="1" w:styleId="4341061D832840A19E8F0F571CBFFF704">
    <w:name w:val="4341061D832840A19E8F0F571CBFFF704"/>
    <w:rsid w:val="00CA3013"/>
  </w:style>
  <w:style w:type="paragraph" w:customStyle="1" w:styleId="4FD5C71E811B4410B0878322387F7A244">
    <w:name w:val="4FD5C71E811B4410B0878322387F7A244"/>
    <w:rsid w:val="00CA3013"/>
  </w:style>
  <w:style w:type="paragraph" w:customStyle="1" w:styleId="957146F680564058AED0BF002A1B120D4">
    <w:name w:val="957146F680564058AED0BF002A1B120D4"/>
    <w:rsid w:val="00CA3013"/>
  </w:style>
  <w:style w:type="paragraph" w:customStyle="1" w:styleId="A56BD1CBB3BC49BFBF335FA7564CE8914">
    <w:name w:val="A56BD1CBB3BC49BFBF335FA7564CE8914"/>
    <w:rsid w:val="00CA3013"/>
  </w:style>
  <w:style w:type="paragraph" w:customStyle="1" w:styleId="B077CC17110E4F19B83A95075EDC12224">
    <w:name w:val="B077CC17110E4F19B83A95075EDC12224"/>
    <w:rsid w:val="00CA3013"/>
  </w:style>
  <w:style w:type="paragraph" w:customStyle="1" w:styleId="84016A08DF0A43F1ADCCF914FFD8058D4">
    <w:name w:val="84016A08DF0A43F1ADCCF914FFD8058D4"/>
    <w:rsid w:val="00CA3013"/>
  </w:style>
  <w:style w:type="paragraph" w:customStyle="1" w:styleId="BF6E2221296042E0BC69D8F901D7CCC04">
    <w:name w:val="BF6E2221296042E0BC69D8F901D7CCC04"/>
    <w:rsid w:val="00CA3013"/>
  </w:style>
  <w:style w:type="paragraph" w:customStyle="1" w:styleId="12553B4453B94BB581A5694021A25E944">
    <w:name w:val="12553B4453B94BB581A5694021A25E944"/>
    <w:rsid w:val="00CA3013"/>
  </w:style>
  <w:style w:type="paragraph" w:customStyle="1" w:styleId="42D42008329141FC893F1B0460F3D56E4">
    <w:name w:val="42D42008329141FC893F1B0460F3D56E4"/>
    <w:rsid w:val="00CA3013"/>
  </w:style>
  <w:style w:type="paragraph" w:customStyle="1" w:styleId="0426C5FD66524B7D8512651C8402B5B74">
    <w:name w:val="0426C5FD66524B7D8512651C8402B5B74"/>
    <w:rsid w:val="00CA3013"/>
  </w:style>
  <w:style w:type="paragraph" w:customStyle="1" w:styleId="2B3E7444FC144D8FA9F255CB231E47C04">
    <w:name w:val="2B3E7444FC144D8FA9F255CB231E47C04"/>
    <w:rsid w:val="00CA3013"/>
  </w:style>
  <w:style w:type="paragraph" w:customStyle="1" w:styleId="A81922825B25467E881665AD254DD7E74">
    <w:name w:val="A81922825B25467E881665AD254DD7E74"/>
    <w:rsid w:val="00CA3013"/>
  </w:style>
  <w:style w:type="paragraph" w:customStyle="1" w:styleId="8742E138E9FE400BB4C071474FFAF7694">
    <w:name w:val="8742E138E9FE400BB4C071474FFAF7694"/>
    <w:rsid w:val="00CA3013"/>
  </w:style>
  <w:style w:type="paragraph" w:customStyle="1" w:styleId="24BB7E1F6AF743B38BB4B34872E24A934">
    <w:name w:val="24BB7E1F6AF743B38BB4B34872E24A934"/>
    <w:rsid w:val="00CA3013"/>
  </w:style>
  <w:style w:type="paragraph" w:customStyle="1" w:styleId="865E6832B4D648F5BB9CE76FC22F9C954">
    <w:name w:val="865E6832B4D648F5BB9CE76FC22F9C954"/>
    <w:rsid w:val="00CA3013"/>
  </w:style>
  <w:style w:type="paragraph" w:customStyle="1" w:styleId="7C45C6847B1541948EBEB6B9BF1E52B14">
    <w:name w:val="7C45C6847B1541948EBEB6B9BF1E52B14"/>
    <w:rsid w:val="00CA3013"/>
  </w:style>
  <w:style w:type="paragraph" w:customStyle="1" w:styleId="ACB6E1D65A48436EAEEBF683A5F863584">
    <w:name w:val="ACB6E1D65A48436EAEEBF683A5F863584"/>
    <w:rsid w:val="00CA3013"/>
  </w:style>
  <w:style w:type="paragraph" w:customStyle="1" w:styleId="51210E9AEF6948EC9A876D8639A8BE6A4">
    <w:name w:val="51210E9AEF6948EC9A876D8639A8BE6A4"/>
    <w:rsid w:val="00CA3013"/>
  </w:style>
  <w:style w:type="paragraph" w:customStyle="1" w:styleId="04E101FB7B524992B73004267AF982774">
    <w:name w:val="04E101FB7B524992B73004267AF982774"/>
    <w:rsid w:val="00CA3013"/>
  </w:style>
  <w:style w:type="paragraph" w:customStyle="1" w:styleId="766D10EFA1D048379AC8F6EE50A14A3A4">
    <w:name w:val="766D10EFA1D048379AC8F6EE50A14A3A4"/>
    <w:rsid w:val="00CA3013"/>
  </w:style>
  <w:style w:type="paragraph" w:customStyle="1" w:styleId="F44113AC2C264DC88BE291FF59C4961B4">
    <w:name w:val="F44113AC2C264DC88BE291FF59C4961B4"/>
    <w:rsid w:val="00CA3013"/>
  </w:style>
  <w:style w:type="paragraph" w:customStyle="1" w:styleId="7B234F0B4EEB469496C380F57DC3F4644">
    <w:name w:val="7B234F0B4EEB469496C380F57DC3F4644"/>
    <w:rsid w:val="00CA3013"/>
  </w:style>
  <w:style w:type="paragraph" w:customStyle="1" w:styleId="6709F22DC8E24A3D96049BF8A1FA4A8C4">
    <w:name w:val="6709F22DC8E24A3D96049BF8A1FA4A8C4"/>
    <w:rsid w:val="00CA3013"/>
  </w:style>
  <w:style w:type="paragraph" w:customStyle="1" w:styleId="5225ADD590AA46E5AD561CF1954A47834">
    <w:name w:val="5225ADD590AA46E5AD561CF1954A47834"/>
    <w:rsid w:val="00CA3013"/>
  </w:style>
  <w:style w:type="paragraph" w:customStyle="1" w:styleId="DA6FDBDBA247474CAAA072B3CD123DFA4">
    <w:name w:val="DA6FDBDBA247474CAAA072B3CD123DFA4"/>
    <w:rsid w:val="00CA3013"/>
  </w:style>
  <w:style w:type="paragraph" w:customStyle="1" w:styleId="92F5DCDC90A2469882E426B63728678F4">
    <w:name w:val="92F5DCDC90A2469882E426B63728678F4"/>
    <w:rsid w:val="00CA3013"/>
  </w:style>
  <w:style w:type="paragraph" w:customStyle="1" w:styleId="0D466FC62A7C45AF9DF1C5C942FE6F154">
    <w:name w:val="0D466FC62A7C45AF9DF1C5C942FE6F154"/>
    <w:rsid w:val="00CA3013"/>
  </w:style>
  <w:style w:type="paragraph" w:customStyle="1" w:styleId="5D57B2F0B99B4313A07BE42F9756A16F">
    <w:name w:val="5D57B2F0B99B4313A07BE42F9756A16F"/>
    <w:rsid w:val="00CA3013"/>
  </w:style>
  <w:style w:type="paragraph" w:customStyle="1" w:styleId="78E8BD2BA6A1425D8D7760D5C55FD8FA4">
    <w:name w:val="78E8BD2BA6A1425D8D7760D5C55FD8FA4"/>
    <w:rsid w:val="00CA3013"/>
  </w:style>
  <w:style w:type="paragraph" w:customStyle="1" w:styleId="0F27661A31E544978F21F897AFDE731E4">
    <w:name w:val="0F27661A31E544978F21F897AFDE731E4"/>
    <w:rsid w:val="00CA3013"/>
  </w:style>
  <w:style w:type="paragraph" w:customStyle="1" w:styleId="AB1D540674644237A79A51DA92FCD3C74">
    <w:name w:val="AB1D540674644237A79A51DA92FCD3C74"/>
    <w:rsid w:val="00CA3013"/>
  </w:style>
  <w:style w:type="paragraph" w:customStyle="1" w:styleId="1C01BBAEFB2143F6B6462B7429497D144">
    <w:name w:val="1C01BBAEFB2143F6B6462B7429497D144"/>
    <w:rsid w:val="00CA3013"/>
  </w:style>
  <w:style w:type="paragraph" w:customStyle="1" w:styleId="E86D7ADF3B9F40DDB03E8C7D4625A01E4">
    <w:name w:val="E86D7ADF3B9F40DDB03E8C7D4625A01E4"/>
    <w:rsid w:val="00CA3013"/>
  </w:style>
  <w:style w:type="paragraph" w:customStyle="1" w:styleId="75FE2A4C28E7499DA2E0024308DC6A874">
    <w:name w:val="75FE2A4C28E7499DA2E0024308DC6A874"/>
    <w:rsid w:val="00CA3013"/>
  </w:style>
  <w:style w:type="paragraph" w:customStyle="1" w:styleId="64417F54FFC340BDA09B747F5C151BC84">
    <w:name w:val="64417F54FFC340BDA09B747F5C151BC84"/>
    <w:rsid w:val="00CA3013"/>
  </w:style>
  <w:style w:type="paragraph" w:customStyle="1" w:styleId="2436E9E9D5AC4DE49DE5895882961E8C4">
    <w:name w:val="2436E9E9D5AC4DE49DE5895882961E8C4"/>
    <w:rsid w:val="00CA3013"/>
  </w:style>
  <w:style w:type="paragraph" w:customStyle="1" w:styleId="DE8B77BE984B4C40879D6B1DE015FDA24">
    <w:name w:val="DE8B77BE984B4C40879D6B1DE015FDA24"/>
    <w:rsid w:val="00CA3013"/>
  </w:style>
  <w:style w:type="paragraph" w:customStyle="1" w:styleId="8266A28FCB2647AFAD0F2C39131821A84">
    <w:name w:val="8266A28FCB2647AFAD0F2C39131821A84"/>
    <w:rsid w:val="00CA3013"/>
  </w:style>
  <w:style w:type="paragraph" w:customStyle="1" w:styleId="DDB45BD3F4294B848EDBCF169C8AEFCE4">
    <w:name w:val="DDB45BD3F4294B848EDBCF169C8AEFCE4"/>
    <w:rsid w:val="00CA3013"/>
  </w:style>
  <w:style w:type="paragraph" w:customStyle="1" w:styleId="4A09BC8A9BF44F5CBF2F98111EC98E724">
    <w:name w:val="4A09BC8A9BF44F5CBF2F98111EC98E724"/>
    <w:rsid w:val="00CA3013"/>
  </w:style>
  <w:style w:type="paragraph" w:customStyle="1" w:styleId="63257CF9129241058D32FE76EA10A4844">
    <w:name w:val="63257CF9129241058D32FE76EA10A4844"/>
    <w:rsid w:val="00CA3013"/>
  </w:style>
  <w:style w:type="paragraph" w:customStyle="1" w:styleId="E78ED69FB01F4CA49E168BEB994ACBCB4">
    <w:name w:val="E78ED69FB01F4CA49E168BEB994ACBCB4"/>
    <w:rsid w:val="00CA3013"/>
  </w:style>
  <w:style w:type="paragraph" w:customStyle="1" w:styleId="1497754920144F649B5674753AA8CA624">
    <w:name w:val="1497754920144F649B5674753AA8CA624"/>
    <w:rsid w:val="00CA3013"/>
  </w:style>
  <w:style w:type="paragraph" w:customStyle="1" w:styleId="C9A079AE8236472D8C24D15855AB0E1F4">
    <w:name w:val="C9A079AE8236472D8C24D15855AB0E1F4"/>
    <w:rsid w:val="00CA3013"/>
  </w:style>
  <w:style w:type="paragraph" w:customStyle="1" w:styleId="153AD30752624699BBA6293DCF1A87D84">
    <w:name w:val="153AD30752624699BBA6293DCF1A87D84"/>
    <w:rsid w:val="00CA3013"/>
  </w:style>
  <w:style w:type="paragraph" w:customStyle="1" w:styleId="C6193593FDD9495D8F3C03FFB85C44714">
    <w:name w:val="C6193593FDD9495D8F3C03FFB85C44714"/>
    <w:rsid w:val="00CA3013"/>
  </w:style>
  <w:style w:type="paragraph" w:customStyle="1" w:styleId="021E2B7787784CCDA4CC44DA853ACB064">
    <w:name w:val="021E2B7787784CCDA4CC44DA853ACB064"/>
    <w:rsid w:val="00CA3013"/>
  </w:style>
  <w:style w:type="paragraph" w:customStyle="1" w:styleId="339AA474CAD248D29995A603181C1E1E4">
    <w:name w:val="339AA474CAD248D29995A603181C1E1E4"/>
    <w:rsid w:val="00CA3013"/>
  </w:style>
  <w:style w:type="paragraph" w:customStyle="1" w:styleId="853693C360AF4C4680FA7FE51F863D174">
    <w:name w:val="853693C360AF4C4680FA7FE51F863D174"/>
    <w:rsid w:val="00CA3013"/>
  </w:style>
  <w:style w:type="paragraph" w:customStyle="1" w:styleId="53F1DAB49E3D4CF0ADA226E5EC2CF0C54">
    <w:name w:val="53F1DAB49E3D4CF0ADA226E5EC2CF0C54"/>
    <w:rsid w:val="00CA3013"/>
  </w:style>
  <w:style w:type="paragraph" w:customStyle="1" w:styleId="A1F0ACEA8296428094B9FBBED17C1D794">
    <w:name w:val="A1F0ACEA8296428094B9FBBED17C1D794"/>
    <w:rsid w:val="00CA3013"/>
  </w:style>
  <w:style w:type="paragraph" w:customStyle="1" w:styleId="F68B42B636964DD0AF04C2656670DCED4">
    <w:name w:val="F68B42B636964DD0AF04C2656670DCED4"/>
    <w:rsid w:val="00CA3013"/>
  </w:style>
  <w:style w:type="paragraph" w:customStyle="1" w:styleId="35F3D0FBD8484F06A4B7C744C7ABE32A4">
    <w:name w:val="35F3D0FBD8484F06A4B7C744C7ABE32A4"/>
    <w:rsid w:val="00CA3013"/>
  </w:style>
  <w:style w:type="paragraph" w:customStyle="1" w:styleId="E46A9FA3BED645CCB311A94EEC19B0B14">
    <w:name w:val="E46A9FA3BED645CCB311A94EEC19B0B14"/>
    <w:rsid w:val="00CA3013"/>
  </w:style>
  <w:style w:type="paragraph" w:customStyle="1" w:styleId="4D59C82E8F104FB3B728F2389FBADA644">
    <w:name w:val="4D59C82E8F104FB3B728F2389FBADA644"/>
    <w:rsid w:val="00CA3013"/>
  </w:style>
  <w:style w:type="paragraph" w:customStyle="1" w:styleId="FB4F647D6DE7420A8C94471B056152874">
    <w:name w:val="FB4F647D6DE7420A8C94471B056152874"/>
    <w:rsid w:val="00CA3013"/>
  </w:style>
  <w:style w:type="paragraph" w:customStyle="1" w:styleId="3EF0822ECD4A49729337FA2641948780">
    <w:name w:val="3EF0822ECD4A49729337FA2641948780"/>
    <w:rsid w:val="00CA3013"/>
  </w:style>
  <w:style w:type="paragraph" w:customStyle="1" w:styleId="9CA614740A85451A8BB623F1D507C5EF">
    <w:name w:val="9CA614740A85451A8BB623F1D507C5EF"/>
    <w:rsid w:val="00CA3013"/>
  </w:style>
  <w:style w:type="paragraph" w:customStyle="1" w:styleId="9FE644AA27C84DD79F7AC2D848E6CB10">
    <w:name w:val="9FE644AA27C84DD79F7AC2D848E6CB10"/>
    <w:rsid w:val="00CA3013"/>
  </w:style>
  <w:style w:type="paragraph" w:customStyle="1" w:styleId="0A92168FBED34D38B476F89598E2FB63">
    <w:name w:val="0A92168FBED34D38B476F89598E2FB63"/>
    <w:rsid w:val="00CA3013"/>
  </w:style>
  <w:style w:type="paragraph" w:customStyle="1" w:styleId="DAA8A84EA59C4934BD2CDB9432A38490">
    <w:name w:val="DAA8A84EA59C4934BD2CDB9432A38490"/>
    <w:rsid w:val="00CA3013"/>
  </w:style>
  <w:style w:type="paragraph" w:customStyle="1" w:styleId="5206C6A726074F1B82568AB31E1B1E1B">
    <w:name w:val="5206C6A726074F1B82568AB31E1B1E1B"/>
    <w:rsid w:val="00CA3013"/>
  </w:style>
  <w:style w:type="paragraph" w:customStyle="1" w:styleId="2818F015F7714D55AF2D0F964F865EDE">
    <w:name w:val="2818F015F7714D55AF2D0F964F865EDE"/>
    <w:rsid w:val="00CA3013"/>
  </w:style>
  <w:style w:type="paragraph" w:customStyle="1" w:styleId="FC0C7F23614B4BC088446D0DACFE43D8">
    <w:name w:val="FC0C7F23614B4BC088446D0DACFE43D8"/>
    <w:rsid w:val="00CA3013"/>
  </w:style>
  <w:style w:type="paragraph" w:customStyle="1" w:styleId="B8FAAA0803E648EE901A605F36B0C593">
    <w:name w:val="B8FAAA0803E648EE901A605F36B0C593"/>
    <w:rsid w:val="00CA3013"/>
  </w:style>
  <w:style w:type="paragraph" w:customStyle="1" w:styleId="1B26479421BE46C6B4668EFB456795F9">
    <w:name w:val="1B26479421BE46C6B4668EFB456795F9"/>
    <w:rsid w:val="00CA3013"/>
  </w:style>
  <w:style w:type="paragraph" w:customStyle="1" w:styleId="700456B065E2437A875E23DECF08BB27">
    <w:name w:val="700456B065E2437A875E23DECF08BB27"/>
    <w:rsid w:val="00CA3013"/>
  </w:style>
  <w:style w:type="paragraph" w:customStyle="1" w:styleId="9E16B4C81A3E4B8999994E294B7359F5">
    <w:name w:val="9E16B4C81A3E4B8999994E294B7359F5"/>
    <w:rsid w:val="00CA3013"/>
  </w:style>
  <w:style w:type="paragraph" w:customStyle="1" w:styleId="0B0218071DE44159872A7EFBF4D70777">
    <w:name w:val="0B0218071DE44159872A7EFBF4D70777"/>
    <w:rsid w:val="00CA3013"/>
  </w:style>
  <w:style w:type="paragraph" w:customStyle="1" w:styleId="5FFF5ADDF57E4F71BF75300767471ECD5">
    <w:name w:val="5FFF5ADDF57E4F71BF75300767471ECD5"/>
    <w:rsid w:val="00CA3013"/>
  </w:style>
  <w:style w:type="paragraph" w:customStyle="1" w:styleId="47E11AF3669E4F83800D49A160D046FE5">
    <w:name w:val="47E11AF3669E4F83800D49A160D046FE5"/>
    <w:rsid w:val="00CA3013"/>
  </w:style>
  <w:style w:type="paragraph" w:customStyle="1" w:styleId="8179ED2C576C4C0698005D580846583A3">
    <w:name w:val="8179ED2C576C4C0698005D580846583A3"/>
    <w:rsid w:val="00CA3013"/>
  </w:style>
  <w:style w:type="paragraph" w:customStyle="1" w:styleId="5AFB1C8CDD1141D3A8203E6735862FFB5">
    <w:name w:val="5AFB1C8CDD1141D3A8203E6735862FFB5"/>
    <w:rsid w:val="00CA3013"/>
  </w:style>
  <w:style w:type="paragraph" w:customStyle="1" w:styleId="6C3B014DCEAD4DE9BA083F2F4A6D91435">
    <w:name w:val="6C3B014DCEAD4DE9BA083F2F4A6D91435"/>
    <w:rsid w:val="00CA3013"/>
  </w:style>
  <w:style w:type="paragraph" w:customStyle="1" w:styleId="FB0461DF9C4F43B6AB355B9144D3BDFB5">
    <w:name w:val="FB0461DF9C4F43B6AB355B9144D3BDFB5"/>
    <w:rsid w:val="00CA3013"/>
  </w:style>
  <w:style w:type="paragraph" w:customStyle="1" w:styleId="BF0107C952E04341BD5A92785864A5485">
    <w:name w:val="BF0107C952E04341BD5A92785864A5485"/>
    <w:rsid w:val="00CA3013"/>
  </w:style>
  <w:style w:type="paragraph" w:customStyle="1" w:styleId="5B0783A64A984D91B1AB61BAFD6D54885">
    <w:name w:val="5B0783A64A984D91B1AB61BAFD6D54885"/>
    <w:rsid w:val="00CA3013"/>
  </w:style>
  <w:style w:type="paragraph" w:customStyle="1" w:styleId="D0FE09B0B2C3440DB2B2B51D5371D4735">
    <w:name w:val="D0FE09B0B2C3440DB2B2B51D5371D4735"/>
    <w:rsid w:val="00CA3013"/>
  </w:style>
  <w:style w:type="paragraph" w:customStyle="1" w:styleId="8541D3F331E94ECF8C73DA945834581F5">
    <w:name w:val="8541D3F331E94ECF8C73DA945834581F5"/>
    <w:rsid w:val="00CA3013"/>
  </w:style>
  <w:style w:type="paragraph" w:customStyle="1" w:styleId="7940BFB041F4439AA42C35DB38251E185">
    <w:name w:val="7940BFB041F4439AA42C35DB38251E185"/>
    <w:rsid w:val="00CA3013"/>
  </w:style>
  <w:style w:type="paragraph" w:customStyle="1" w:styleId="3648D1BD3F6B46489B99198808CCA41D5">
    <w:name w:val="3648D1BD3F6B46489B99198808CCA41D5"/>
    <w:rsid w:val="00CA3013"/>
  </w:style>
  <w:style w:type="paragraph" w:customStyle="1" w:styleId="8692FC65D2D84BC4A6BAE7A9B74E43755">
    <w:name w:val="8692FC65D2D84BC4A6BAE7A9B74E43755"/>
    <w:rsid w:val="00CA3013"/>
  </w:style>
  <w:style w:type="paragraph" w:customStyle="1" w:styleId="4341061D832840A19E8F0F571CBFFF705">
    <w:name w:val="4341061D832840A19E8F0F571CBFFF705"/>
    <w:rsid w:val="00CA3013"/>
  </w:style>
  <w:style w:type="paragraph" w:customStyle="1" w:styleId="4FD5C71E811B4410B0878322387F7A245">
    <w:name w:val="4FD5C71E811B4410B0878322387F7A245"/>
    <w:rsid w:val="00CA3013"/>
  </w:style>
  <w:style w:type="paragraph" w:customStyle="1" w:styleId="957146F680564058AED0BF002A1B120D5">
    <w:name w:val="957146F680564058AED0BF002A1B120D5"/>
    <w:rsid w:val="00CA3013"/>
  </w:style>
  <w:style w:type="paragraph" w:customStyle="1" w:styleId="A56BD1CBB3BC49BFBF335FA7564CE8915">
    <w:name w:val="A56BD1CBB3BC49BFBF335FA7564CE8915"/>
    <w:rsid w:val="00CA3013"/>
  </w:style>
  <w:style w:type="paragraph" w:customStyle="1" w:styleId="B077CC17110E4F19B83A95075EDC12225">
    <w:name w:val="B077CC17110E4F19B83A95075EDC12225"/>
    <w:rsid w:val="00CA3013"/>
  </w:style>
  <w:style w:type="paragraph" w:customStyle="1" w:styleId="84016A08DF0A43F1ADCCF914FFD8058D5">
    <w:name w:val="84016A08DF0A43F1ADCCF914FFD8058D5"/>
    <w:rsid w:val="00CA3013"/>
  </w:style>
  <w:style w:type="paragraph" w:customStyle="1" w:styleId="BF6E2221296042E0BC69D8F901D7CCC05">
    <w:name w:val="BF6E2221296042E0BC69D8F901D7CCC05"/>
    <w:rsid w:val="00CA3013"/>
  </w:style>
  <w:style w:type="paragraph" w:customStyle="1" w:styleId="12553B4453B94BB581A5694021A25E945">
    <w:name w:val="12553B4453B94BB581A5694021A25E945"/>
    <w:rsid w:val="00CA3013"/>
  </w:style>
  <w:style w:type="paragraph" w:customStyle="1" w:styleId="42D42008329141FC893F1B0460F3D56E5">
    <w:name w:val="42D42008329141FC893F1B0460F3D56E5"/>
    <w:rsid w:val="00CA3013"/>
  </w:style>
  <w:style w:type="paragraph" w:customStyle="1" w:styleId="0426C5FD66524B7D8512651C8402B5B75">
    <w:name w:val="0426C5FD66524B7D8512651C8402B5B75"/>
    <w:rsid w:val="00CA3013"/>
  </w:style>
  <w:style w:type="paragraph" w:customStyle="1" w:styleId="2B3E7444FC144D8FA9F255CB231E47C05">
    <w:name w:val="2B3E7444FC144D8FA9F255CB231E47C05"/>
    <w:rsid w:val="00CA3013"/>
  </w:style>
  <w:style w:type="paragraph" w:customStyle="1" w:styleId="A81922825B25467E881665AD254DD7E75">
    <w:name w:val="A81922825B25467E881665AD254DD7E75"/>
    <w:rsid w:val="00CA3013"/>
  </w:style>
  <w:style w:type="paragraph" w:customStyle="1" w:styleId="8742E138E9FE400BB4C071474FFAF7695">
    <w:name w:val="8742E138E9FE400BB4C071474FFAF7695"/>
    <w:rsid w:val="00CA3013"/>
  </w:style>
  <w:style w:type="paragraph" w:customStyle="1" w:styleId="24BB7E1F6AF743B38BB4B34872E24A935">
    <w:name w:val="24BB7E1F6AF743B38BB4B34872E24A935"/>
    <w:rsid w:val="00CA3013"/>
  </w:style>
  <w:style w:type="paragraph" w:customStyle="1" w:styleId="865E6832B4D648F5BB9CE76FC22F9C955">
    <w:name w:val="865E6832B4D648F5BB9CE76FC22F9C955"/>
    <w:rsid w:val="00CA3013"/>
  </w:style>
  <w:style w:type="paragraph" w:customStyle="1" w:styleId="7C45C6847B1541948EBEB6B9BF1E52B15">
    <w:name w:val="7C45C6847B1541948EBEB6B9BF1E52B15"/>
    <w:rsid w:val="00CA3013"/>
  </w:style>
  <w:style w:type="paragraph" w:customStyle="1" w:styleId="ACB6E1D65A48436EAEEBF683A5F863585">
    <w:name w:val="ACB6E1D65A48436EAEEBF683A5F863585"/>
    <w:rsid w:val="00CA3013"/>
  </w:style>
  <w:style w:type="paragraph" w:customStyle="1" w:styleId="51210E9AEF6948EC9A876D8639A8BE6A5">
    <w:name w:val="51210E9AEF6948EC9A876D8639A8BE6A5"/>
    <w:rsid w:val="00CA3013"/>
  </w:style>
  <w:style w:type="paragraph" w:customStyle="1" w:styleId="04E101FB7B524992B73004267AF982775">
    <w:name w:val="04E101FB7B524992B73004267AF982775"/>
    <w:rsid w:val="00CA3013"/>
  </w:style>
  <w:style w:type="paragraph" w:customStyle="1" w:styleId="766D10EFA1D048379AC8F6EE50A14A3A5">
    <w:name w:val="766D10EFA1D048379AC8F6EE50A14A3A5"/>
    <w:rsid w:val="00CA3013"/>
  </w:style>
  <w:style w:type="paragraph" w:customStyle="1" w:styleId="F44113AC2C264DC88BE291FF59C4961B5">
    <w:name w:val="F44113AC2C264DC88BE291FF59C4961B5"/>
    <w:rsid w:val="00CA3013"/>
  </w:style>
  <w:style w:type="paragraph" w:customStyle="1" w:styleId="7B234F0B4EEB469496C380F57DC3F4645">
    <w:name w:val="7B234F0B4EEB469496C380F57DC3F4645"/>
    <w:rsid w:val="00CA3013"/>
  </w:style>
  <w:style w:type="paragraph" w:customStyle="1" w:styleId="6709F22DC8E24A3D96049BF8A1FA4A8C5">
    <w:name w:val="6709F22DC8E24A3D96049BF8A1FA4A8C5"/>
    <w:rsid w:val="00CA3013"/>
  </w:style>
  <w:style w:type="paragraph" w:customStyle="1" w:styleId="5225ADD590AA46E5AD561CF1954A47835">
    <w:name w:val="5225ADD590AA46E5AD561CF1954A47835"/>
    <w:rsid w:val="00CA3013"/>
  </w:style>
  <w:style w:type="paragraph" w:customStyle="1" w:styleId="DA6FDBDBA247474CAAA072B3CD123DFA5">
    <w:name w:val="DA6FDBDBA247474CAAA072B3CD123DFA5"/>
    <w:rsid w:val="00CA3013"/>
  </w:style>
  <w:style w:type="paragraph" w:customStyle="1" w:styleId="92F5DCDC90A2469882E426B63728678F5">
    <w:name w:val="92F5DCDC90A2469882E426B63728678F5"/>
    <w:rsid w:val="00CA3013"/>
  </w:style>
  <w:style w:type="paragraph" w:customStyle="1" w:styleId="0D466FC62A7C45AF9DF1C5C942FE6F155">
    <w:name w:val="0D466FC62A7C45AF9DF1C5C942FE6F155"/>
    <w:rsid w:val="00CA3013"/>
  </w:style>
  <w:style w:type="paragraph" w:customStyle="1" w:styleId="78E8BD2BA6A1425D8D7760D5C55FD8FA5">
    <w:name w:val="78E8BD2BA6A1425D8D7760D5C55FD8FA5"/>
    <w:rsid w:val="00CA3013"/>
  </w:style>
  <w:style w:type="paragraph" w:customStyle="1" w:styleId="0F27661A31E544978F21F897AFDE731E5">
    <w:name w:val="0F27661A31E544978F21F897AFDE731E5"/>
    <w:rsid w:val="00CA3013"/>
  </w:style>
  <w:style w:type="paragraph" w:customStyle="1" w:styleId="AB1D540674644237A79A51DA92FCD3C75">
    <w:name w:val="AB1D540674644237A79A51DA92FCD3C75"/>
    <w:rsid w:val="00CA3013"/>
  </w:style>
  <w:style w:type="paragraph" w:customStyle="1" w:styleId="1C01BBAEFB2143F6B6462B7429497D145">
    <w:name w:val="1C01BBAEFB2143F6B6462B7429497D145"/>
    <w:rsid w:val="00CA3013"/>
  </w:style>
  <w:style w:type="paragraph" w:customStyle="1" w:styleId="E86D7ADF3B9F40DDB03E8C7D4625A01E5">
    <w:name w:val="E86D7ADF3B9F40DDB03E8C7D4625A01E5"/>
    <w:rsid w:val="00CA3013"/>
  </w:style>
  <w:style w:type="paragraph" w:customStyle="1" w:styleId="75FE2A4C28E7499DA2E0024308DC6A875">
    <w:name w:val="75FE2A4C28E7499DA2E0024308DC6A875"/>
    <w:rsid w:val="00CA3013"/>
  </w:style>
  <w:style w:type="paragraph" w:customStyle="1" w:styleId="64417F54FFC340BDA09B747F5C151BC85">
    <w:name w:val="64417F54FFC340BDA09B747F5C151BC85"/>
    <w:rsid w:val="00CA3013"/>
  </w:style>
  <w:style w:type="paragraph" w:customStyle="1" w:styleId="2436E9E9D5AC4DE49DE5895882961E8C5">
    <w:name w:val="2436E9E9D5AC4DE49DE5895882961E8C5"/>
    <w:rsid w:val="00CA3013"/>
  </w:style>
  <w:style w:type="paragraph" w:customStyle="1" w:styleId="DE8B77BE984B4C40879D6B1DE015FDA25">
    <w:name w:val="DE8B77BE984B4C40879D6B1DE015FDA25"/>
    <w:rsid w:val="00CA3013"/>
  </w:style>
  <w:style w:type="paragraph" w:customStyle="1" w:styleId="8266A28FCB2647AFAD0F2C39131821A85">
    <w:name w:val="8266A28FCB2647AFAD0F2C39131821A85"/>
    <w:rsid w:val="00CA3013"/>
  </w:style>
  <w:style w:type="paragraph" w:customStyle="1" w:styleId="DDB45BD3F4294B848EDBCF169C8AEFCE5">
    <w:name w:val="DDB45BD3F4294B848EDBCF169C8AEFCE5"/>
    <w:rsid w:val="00CA3013"/>
  </w:style>
  <w:style w:type="paragraph" w:customStyle="1" w:styleId="4A09BC8A9BF44F5CBF2F98111EC98E725">
    <w:name w:val="4A09BC8A9BF44F5CBF2F98111EC98E725"/>
    <w:rsid w:val="00CA3013"/>
  </w:style>
  <w:style w:type="paragraph" w:customStyle="1" w:styleId="63257CF9129241058D32FE76EA10A4845">
    <w:name w:val="63257CF9129241058D32FE76EA10A4845"/>
    <w:rsid w:val="00CA3013"/>
  </w:style>
  <w:style w:type="paragraph" w:customStyle="1" w:styleId="E78ED69FB01F4CA49E168BEB994ACBCB5">
    <w:name w:val="E78ED69FB01F4CA49E168BEB994ACBCB5"/>
    <w:rsid w:val="00CA3013"/>
  </w:style>
  <w:style w:type="paragraph" w:customStyle="1" w:styleId="1497754920144F649B5674753AA8CA625">
    <w:name w:val="1497754920144F649B5674753AA8CA625"/>
    <w:rsid w:val="00CA3013"/>
  </w:style>
  <w:style w:type="paragraph" w:customStyle="1" w:styleId="C9A079AE8236472D8C24D15855AB0E1F5">
    <w:name w:val="C9A079AE8236472D8C24D15855AB0E1F5"/>
    <w:rsid w:val="00CA3013"/>
  </w:style>
  <w:style w:type="paragraph" w:customStyle="1" w:styleId="153AD30752624699BBA6293DCF1A87D85">
    <w:name w:val="153AD30752624699BBA6293DCF1A87D85"/>
    <w:rsid w:val="00CA3013"/>
  </w:style>
  <w:style w:type="paragraph" w:customStyle="1" w:styleId="C6193593FDD9495D8F3C03FFB85C44715">
    <w:name w:val="C6193593FDD9495D8F3C03FFB85C44715"/>
    <w:rsid w:val="00CA3013"/>
  </w:style>
  <w:style w:type="paragraph" w:customStyle="1" w:styleId="021E2B7787784CCDA4CC44DA853ACB065">
    <w:name w:val="021E2B7787784CCDA4CC44DA853ACB065"/>
    <w:rsid w:val="00CA3013"/>
  </w:style>
  <w:style w:type="paragraph" w:customStyle="1" w:styleId="339AA474CAD248D29995A603181C1E1E5">
    <w:name w:val="339AA474CAD248D29995A603181C1E1E5"/>
    <w:rsid w:val="00CA3013"/>
  </w:style>
  <w:style w:type="paragraph" w:customStyle="1" w:styleId="853693C360AF4C4680FA7FE51F863D175">
    <w:name w:val="853693C360AF4C4680FA7FE51F863D175"/>
    <w:rsid w:val="00CA3013"/>
  </w:style>
  <w:style w:type="paragraph" w:customStyle="1" w:styleId="53F1DAB49E3D4CF0ADA226E5EC2CF0C55">
    <w:name w:val="53F1DAB49E3D4CF0ADA226E5EC2CF0C55"/>
    <w:rsid w:val="00CA3013"/>
  </w:style>
  <w:style w:type="paragraph" w:customStyle="1" w:styleId="A1F0ACEA8296428094B9FBBED17C1D795">
    <w:name w:val="A1F0ACEA8296428094B9FBBED17C1D795"/>
    <w:rsid w:val="00CA3013"/>
  </w:style>
  <w:style w:type="paragraph" w:customStyle="1" w:styleId="F68B42B636964DD0AF04C2656670DCED5">
    <w:name w:val="F68B42B636964DD0AF04C2656670DCED5"/>
    <w:rsid w:val="00CA3013"/>
  </w:style>
  <w:style w:type="paragraph" w:customStyle="1" w:styleId="35F3D0FBD8484F06A4B7C744C7ABE32A5">
    <w:name w:val="35F3D0FBD8484F06A4B7C744C7ABE32A5"/>
    <w:rsid w:val="00CA3013"/>
  </w:style>
  <w:style w:type="paragraph" w:customStyle="1" w:styleId="E46A9FA3BED645CCB311A94EEC19B0B15">
    <w:name w:val="E46A9FA3BED645CCB311A94EEC19B0B15"/>
    <w:rsid w:val="00CA3013"/>
  </w:style>
  <w:style w:type="paragraph" w:customStyle="1" w:styleId="4D59C82E8F104FB3B728F2389FBADA645">
    <w:name w:val="4D59C82E8F104FB3B728F2389FBADA645"/>
    <w:rsid w:val="00CA3013"/>
  </w:style>
  <w:style w:type="paragraph" w:customStyle="1" w:styleId="FB4F647D6DE7420A8C94471B056152875">
    <w:name w:val="FB4F647D6DE7420A8C94471B056152875"/>
    <w:rsid w:val="00CA3013"/>
  </w:style>
  <w:style w:type="paragraph" w:customStyle="1" w:styleId="3EF0822ECD4A49729337FA26419487801">
    <w:name w:val="3EF0822ECD4A49729337FA26419487801"/>
    <w:rsid w:val="00CA3013"/>
  </w:style>
  <w:style w:type="paragraph" w:customStyle="1" w:styleId="9CA614740A85451A8BB623F1D507C5EF1">
    <w:name w:val="9CA614740A85451A8BB623F1D507C5EF1"/>
    <w:rsid w:val="00CA3013"/>
  </w:style>
  <w:style w:type="paragraph" w:customStyle="1" w:styleId="9FE644AA27C84DD79F7AC2D848E6CB101">
    <w:name w:val="9FE644AA27C84DD79F7AC2D848E6CB101"/>
    <w:rsid w:val="00CA3013"/>
  </w:style>
  <w:style w:type="paragraph" w:customStyle="1" w:styleId="0A92168FBED34D38B476F89598E2FB631">
    <w:name w:val="0A92168FBED34D38B476F89598E2FB631"/>
    <w:rsid w:val="00CA3013"/>
  </w:style>
  <w:style w:type="paragraph" w:customStyle="1" w:styleId="DAA8A84EA59C4934BD2CDB9432A384901">
    <w:name w:val="DAA8A84EA59C4934BD2CDB9432A384901"/>
    <w:rsid w:val="00CA3013"/>
  </w:style>
  <w:style w:type="paragraph" w:customStyle="1" w:styleId="5206C6A726074F1B82568AB31E1B1E1B1">
    <w:name w:val="5206C6A726074F1B82568AB31E1B1E1B1"/>
    <w:rsid w:val="00CA3013"/>
  </w:style>
  <w:style w:type="paragraph" w:customStyle="1" w:styleId="2818F015F7714D55AF2D0F964F865EDE1">
    <w:name w:val="2818F015F7714D55AF2D0F964F865EDE1"/>
    <w:rsid w:val="00CA3013"/>
  </w:style>
  <w:style w:type="paragraph" w:customStyle="1" w:styleId="FC0C7F23614B4BC088446D0DACFE43D81">
    <w:name w:val="FC0C7F23614B4BC088446D0DACFE43D81"/>
    <w:rsid w:val="00CA3013"/>
  </w:style>
  <w:style w:type="paragraph" w:customStyle="1" w:styleId="B8FAAA0803E648EE901A605F36B0C5931">
    <w:name w:val="B8FAAA0803E648EE901A605F36B0C5931"/>
    <w:rsid w:val="00CA3013"/>
  </w:style>
  <w:style w:type="paragraph" w:customStyle="1" w:styleId="1B26479421BE46C6B4668EFB456795F91">
    <w:name w:val="1B26479421BE46C6B4668EFB456795F91"/>
    <w:rsid w:val="00CA3013"/>
  </w:style>
  <w:style w:type="paragraph" w:customStyle="1" w:styleId="700456B065E2437A875E23DECF08BB271">
    <w:name w:val="700456B065E2437A875E23DECF08BB271"/>
    <w:rsid w:val="00CA3013"/>
  </w:style>
  <w:style w:type="paragraph" w:customStyle="1" w:styleId="9E16B4C81A3E4B8999994E294B7359F51">
    <w:name w:val="9E16B4C81A3E4B8999994E294B7359F51"/>
    <w:rsid w:val="00CA3013"/>
  </w:style>
  <w:style w:type="paragraph" w:customStyle="1" w:styleId="0B0218071DE44159872A7EFBF4D707771">
    <w:name w:val="0B0218071DE44159872A7EFBF4D707771"/>
    <w:rsid w:val="00CA3013"/>
  </w:style>
  <w:style w:type="paragraph" w:customStyle="1" w:styleId="5FFF5ADDF57E4F71BF75300767471ECD6">
    <w:name w:val="5FFF5ADDF57E4F71BF75300767471ECD6"/>
    <w:rsid w:val="00CA3013"/>
  </w:style>
  <w:style w:type="paragraph" w:customStyle="1" w:styleId="47E11AF3669E4F83800D49A160D046FE6">
    <w:name w:val="47E11AF3669E4F83800D49A160D046FE6"/>
    <w:rsid w:val="00CA3013"/>
  </w:style>
  <w:style w:type="paragraph" w:customStyle="1" w:styleId="8179ED2C576C4C0698005D580846583A4">
    <w:name w:val="8179ED2C576C4C0698005D580846583A4"/>
    <w:rsid w:val="00CA3013"/>
  </w:style>
  <w:style w:type="paragraph" w:customStyle="1" w:styleId="5AFB1C8CDD1141D3A8203E6735862FFB6">
    <w:name w:val="5AFB1C8CDD1141D3A8203E6735862FFB6"/>
    <w:rsid w:val="00CA3013"/>
  </w:style>
  <w:style w:type="paragraph" w:customStyle="1" w:styleId="6C3B014DCEAD4DE9BA083F2F4A6D91436">
    <w:name w:val="6C3B014DCEAD4DE9BA083F2F4A6D91436"/>
    <w:rsid w:val="00CA3013"/>
  </w:style>
  <w:style w:type="paragraph" w:customStyle="1" w:styleId="FB0461DF9C4F43B6AB355B9144D3BDFB6">
    <w:name w:val="FB0461DF9C4F43B6AB355B9144D3BDFB6"/>
    <w:rsid w:val="00CA3013"/>
  </w:style>
  <w:style w:type="paragraph" w:customStyle="1" w:styleId="BF0107C952E04341BD5A92785864A5486">
    <w:name w:val="BF0107C952E04341BD5A92785864A5486"/>
    <w:rsid w:val="00CA3013"/>
  </w:style>
  <w:style w:type="paragraph" w:customStyle="1" w:styleId="5B0783A64A984D91B1AB61BAFD6D54886">
    <w:name w:val="5B0783A64A984D91B1AB61BAFD6D54886"/>
    <w:rsid w:val="00CA3013"/>
  </w:style>
  <w:style w:type="paragraph" w:customStyle="1" w:styleId="D0FE09B0B2C3440DB2B2B51D5371D4736">
    <w:name w:val="D0FE09B0B2C3440DB2B2B51D5371D4736"/>
    <w:rsid w:val="00CA3013"/>
  </w:style>
  <w:style w:type="paragraph" w:customStyle="1" w:styleId="8541D3F331E94ECF8C73DA945834581F6">
    <w:name w:val="8541D3F331E94ECF8C73DA945834581F6"/>
    <w:rsid w:val="00CA3013"/>
  </w:style>
  <w:style w:type="paragraph" w:customStyle="1" w:styleId="7940BFB041F4439AA42C35DB38251E186">
    <w:name w:val="7940BFB041F4439AA42C35DB38251E186"/>
    <w:rsid w:val="00CA3013"/>
  </w:style>
  <w:style w:type="paragraph" w:customStyle="1" w:styleId="3648D1BD3F6B46489B99198808CCA41D6">
    <w:name w:val="3648D1BD3F6B46489B99198808CCA41D6"/>
    <w:rsid w:val="00CA3013"/>
  </w:style>
  <w:style w:type="paragraph" w:customStyle="1" w:styleId="8692FC65D2D84BC4A6BAE7A9B74E43756">
    <w:name w:val="8692FC65D2D84BC4A6BAE7A9B74E43756"/>
    <w:rsid w:val="00CA3013"/>
  </w:style>
  <w:style w:type="paragraph" w:customStyle="1" w:styleId="4341061D832840A19E8F0F571CBFFF706">
    <w:name w:val="4341061D832840A19E8F0F571CBFFF706"/>
    <w:rsid w:val="00CA3013"/>
  </w:style>
  <w:style w:type="paragraph" w:customStyle="1" w:styleId="4FD5C71E811B4410B0878322387F7A246">
    <w:name w:val="4FD5C71E811B4410B0878322387F7A246"/>
    <w:rsid w:val="00CA3013"/>
  </w:style>
  <w:style w:type="paragraph" w:customStyle="1" w:styleId="957146F680564058AED0BF002A1B120D6">
    <w:name w:val="957146F680564058AED0BF002A1B120D6"/>
    <w:rsid w:val="00CA3013"/>
  </w:style>
  <w:style w:type="paragraph" w:customStyle="1" w:styleId="A56BD1CBB3BC49BFBF335FA7564CE8916">
    <w:name w:val="A56BD1CBB3BC49BFBF335FA7564CE8916"/>
    <w:rsid w:val="00CA3013"/>
  </w:style>
  <w:style w:type="paragraph" w:customStyle="1" w:styleId="B077CC17110E4F19B83A95075EDC12226">
    <w:name w:val="B077CC17110E4F19B83A95075EDC12226"/>
    <w:rsid w:val="00CA3013"/>
  </w:style>
  <w:style w:type="paragraph" w:customStyle="1" w:styleId="84016A08DF0A43F1ADCCF914FFD8058D6">
    <w:name w:val="84016A08DF0A43F1ADCCF914FFD8058D6"/>
    <w:rsid w:val="00CA3013"/>
  </w:style>
  <w:style w:type="paragraph" w:customStyle="1" w:styleId="BF6E2221296042E0BC69D8F901D7CCC06">
    <w:name w:val="BF6E2221296042E0BC69D8F901D7CCC06"/>
    <w:rsid w:val="00CA3013"/>
  </w:style>
  <w:style w:type="paragraph" w:customStyle="1" w:styleId="12553B4453B94BB581A5694021A25E946">
    <w:name w:val="12553B4453B94BB581A5694021A25E946"/>
    <w:rsid w:val="00CA3013"/>
  </w:style>
  <w:style w:type="paragraph" w:customStyle="1" w:styleId="42D42008329141FC893F1B0460F3D56E6">
    <w:name w:val="42D42008329141FC893F1B0460F3D56E6"/>
    <w:rsid w:val="00CA3013"/>
  </w:style>
  <w:style w:type="paragraph" w:customStyle="1" w:styleId="0426C5FD66524B7D8512651C8402B5B76">
    <w:name w:val="0426C5FD66524B7D8512651C8402B5B76"/>
    <w:rsid w:val="00CA3013"/>
  </w:style>
  <w:style w:type="paragraph" w:customStyle="1" w:styleId="2B3E7444FC144D8FA9F255CB231E47C06">
    <w:name w:val="2B3E7444FC144D8FA9F255CB231E47C06"/>
    <w:rsid w:val="00CA3013"/>
  </w:style>
  <w:style w:type="paragraph" w:customStyle="1" w:styleId="A81922825B25467E881665AD254DD7E76">
    <w:name w:val="A81922825B25467E881665AD254DD7E76"/>
    <w:rsid w:val="00CA3013"/>
  </w:style>
  <w:style w:type="paragraph" w:customStyle="1" w:styleId="8742E138E9FE400BB4C071474FFAF7696">
    <w:name w:val="8742E138E9FE400BB4C071474FFAF7696"/>
    <w:rsid w:val="00CA3013"/>
  </w:style>
  <w:style w:type="paragraph" w:customStyle="1" w:styleId="24BB7E1F6AF743B38BB4B34872E24A936">
    <w:name w:val="24BB7E1F6AF743B38BB4B34872E24A936"/>
    <w:rsid w:val="00CA3013"/>
  </w:style>
  <w:style w:type="paragraph" w:customStyle="1" w:styleId="865E6832B4D648F5BB9CE76FC22F9C956">
    <w:name w:val="865E6832B4D648F5BB9CE76FC22F9C956"/>
    <w:rsid w:val="00CA3013"/>
  </w:style>
  <w:style w:type="paragraph" w:customStyle="1" w:styleId="7C45C6847B1541948EBEB6B9BF1E52B16">
    <w:name w:val="7C45C6847B1541948EBEB6B9BF1E52B16"/>
    <w:rsid w:val="00CA3013"/>
  </w:style>
  <w:style w:type="paragraph" w:customStyle="1" w:styleId="ACB6E1D65A48436EAEEBF683A5F863586">
    <w:name w:val="ACB6E1D65A48436EAEEBF683A5F863586"/>
    <w:rsid w:val="00CA3013"/>
  </w:style>
  <w:style w:type="paragraph" w:customStyle="1" w:styleId="51210E9AEF6948EC9A876D8639A8BE6A6">
    <w:name w:val="51210E9AEF6948EC9A876D8639A8BE6A6"/>
    <w:rsid w:val="00CA3013"/>
  </w:style>
  <w:style w:type="paragraph" w:customStyle="1" w:styleId="04E101FB7B524992B73004267AF982776">
    <w:name w:val="04E101FB7B524992B73004267AF982776"/>
    <w:rsid w:val="00CA3013"/>
  </w:style>
  <w:style w:type="paragraph" w:customStyle="1" w:styleId="766D10EFA1D048379AC8F6EE50A14A3A6">
    <w:name w:val="766D10EFA1D048379AC8F6EE50A14A3A6"/>
    <w:rsid w:val="00CA3013"/>
  </w:style>
  <w:style w:type="paragraph" w:customStyle="1" w:styleId="F44113AC2C264DC88BE291FF59C4961B6">
    <w:name w:val="F44113AC2C264DC88BE291FF59C4961B6"/>
    <w:rsid w:val="00CA3013"/>
  </w:style>
  <w:style w:type="paragraph" w:customStyle="1" w:styleId="7B234F0B4EEB469496C380F57DC3F4646">
    <w:name w:val="7B234F0B4EEB469496C380F57DC3F4646"/>
    <w:rsid w:val="00CA3013"/>
  </w:style>
  <w:style w:type="paragraph" w:customStyle="1" w:styleId="6709F22DC8E24A3D96049BF8A1FA4A8C6">
    <w:name w:val="6709F22DC8E24A3D96049BF8A1FA4A8C6"/>
    <w:rsid w:val="00CA3013"/>
  </w:style>
  <w:style w:type="paragraph" w:customStyle="1" w:styleId="5225ADD590AA46E5AD561CF1954A47836">
    <w:name w:val="5225ADD590AA46E5AD561CF1954A47836"/>
    <w:rsid w:val="00CA3013"/>
  </w:style>
  <w:style w:type="paragraph" w:customStyle="1" w:styleId="DA6FDBDBA247474CAAA072B3CD123DFA6">
    <w:name w:val="DA6FDBDBA247474CAAA072B3CD123DFA6"/>
    <w:rsid w:val="00CA3013"/>
  </w:style>
  <w:style w:type="paragraph" w:customStyle="1" w:styleId="92F5DCDC90A2469882E426B63728678F6">
    <w:name w:val="92F5DCDC90A2469882E426B63728678F6"/>
    <w:rsid w:val="00CA3013"/>
  </w:style>
  <w:style w:type="paragraph" w:customStyle="1" w:styleId="0D466FC62A7C45AF9DF1C5C942FE6F156">
    <w:name w:val="0D466FC62A7C45AF9DF1C5C942FE6F156"/>
    <w:rsid w:val="00CA3013"/>
  </w:style>
  <w:style w:type="paragraph" w:customStyle="1" w:styleId="78E8BD2BA6A1425D8D7760D5C55FD8FA6">
    <w:name w:val="78E8BD2BA6A1425D8D7760D5C55FD8FA6"/>
    <w:rsid w:val="00CA3013"/>
  </w:style>
  <w:style w:type="paragraph" w:customStyle="1" w:styleId="0F27661A31E544978F21F897AFDE731E6">
    <w:name w:val="0F27661A31E544978F21F897AFDE731E6"/>
    <w:rsid w:val="00CA3013"/>
  </w:style>
  <w:style w:type="paragraph" w:customStyle="1" w:styleId="AB1D540674644237A79A51DA92FCD3C76">
    <w:name w:val="AB1D540674644237A79A51DA92FCD3C76"/>
    <w:rsid w:val="00CA3013"/>
  </w:style>
  <w:style w:type="paragraph" w:customStyle="1" w:styleId="1C01BBAEFB2143F6B6462B7429497D146">
    <w:name w:val="1C01BBAEFB2143F6B6462B7429497D146"/>
    <w:rsid w:val="00CA3013"/>
  </w:style>
  <w:style w:type="paragraph" w:customStyle="1" w:styleId="E86D7ADF3B9F40DDB03E8C7D4625A01E6">
    <w:name w:val="E86D7ADF3B9F40DDB03E8C7D4625A01E6"/>
    <w:rsid w:val="00CA3013"/>
  </w:style>
  <w:style w:type="paragraph" w:customStyle="1" w:styleId="75FE2A4C28E7499DA2E0024308DC6A876">
    <w:name w:val="75FE2A4C28E7499DA2E0024308DC6A876"/>
    <w:rsid w:val="00CA3013"/>
  </w:style>
  <w:style w:type="paragraph" w:customStyle="1" w:styleId="64417F54FFC340BDA09B747F5C151BC86">
    <w:name w:val="64417F54FFC340BDA09B747F5C151BC86"/>
    <w:rsid w:val="00CA3013"/>
  </w:style>
  <w:style w:type="paragraph" w:customStyle="1" w:styleId="2436E9E9D5AC4DE49DE5895882961E8C6">
    <w:name w:val="2436E9E9D5AC4DE49DE5895882961E8C6"/>
    <w:rsid w:val="00CA3013"/>
  </w:style>
  <w:style w:type="paragraph" w:customStyle="1" w:styleId="DE8B77BE984B4C40879D6B1DE015FDA26">
    <w:name w:val="DE8B77BE984B4C40879D6B1DE015FDA26"/>
    <w:rsid w:val="00CA3013"/>
  </w:style>
  <w:style w:type="paragraph" w:customStyle="1" w:styleId="8266A28FCB2647AFAD0F2C39131821A86">
    <w:name w:val="8266A28FCB2647AFAD0F2C39131821A86"/>
    <w:rsid w:val="00CA3013"/>
  </w:style>
  <w:style w:type="paragraph" w:customStyle="1" w:styleId="DDB45BD3F4294B848EDBCF169C8AEFCE6">
    <w:name w:val="DDB45BD3F4294B848EDBCF169C8AEFCE6"/>
    <w:rsid w:val="00CA3013"/>
  </w:style>
  <w:style w:type="paragraph" w:customStyle="1" w:styleId="4A09BC8A9BF44F5CBF2F98111EC98E726">
    <w:name w:val="4A09BC8A9BF44F5CBF2F98111EC98E726"/>
    <w:rsid w:val="00CA3013"/>
  </w:style>
  <w:style w:type="paragraph" w:customStyle="1" w:styleId="63257CF9129241058D32FE76EA10A4846">
    <w:name w:val="63257CF9129241058D32FE76EA10A4846"/>
    <w:rsid w:val="00CA3013"/>
  </w:style>
  <w:style w:type="paragraph" w:customStyle="1" w:styleId="E78ED69FB01F4CA49E168BEB994ACBCB6">
    <w:name w:val="E78ED69FB01F4CA49E168BEB994ACBCB6"/>
    <w:rsid w:val="00CA3013"/>
  </w:style>
  <w:style w:type="paragraph" w:customStyle="1" w:styleId="1497754920144F649B5674753AA8CA626">
    <w:name w:val="1497754920144F649B5674753AA8CA626"/>
    <w:rsid w:val="00CA3013"/>
  </w:style>
  <w:style w:type="paragraph" w:customStyle="1" w:styleId="C9A079AE8236472D8C24D15855AB0E1F6">
    <w:name w:val="C9A079AE8236472D8C24D15855AB0E1F6"/>
    <w:rsid w:val="00CA3013"/>
  </w:style>
  <w:style w:type="paragraph" w:customStyle="1" w:styleId="153AD30752624699BBA6293DCF1A87D86">
    <w:name w:val="153AD30752624699BBA6293DCF1A87D86"/>
    <w:rsid w:val="00CA3013"/>
  </w:style>
  <w:style w:type="paragraph" w:customStyle="1" w:styleId="C6193593FDD9495D8F3C03FFB85C44716">
    <w:name w:val="C6193593FDD9495D8F3C03FFB85C44716"/>
    <w:rsid w:val="00CA3013"/>
  </w:style>
  <w:style w:type="paragraph" w:customStyle="1" w:styleId="021E2B7787784CCDA4CC44DA853ACB066">
    <w:name w:val="021E2B7787784CCDA4CC44DA853ACB066"/>
    <w:rsid w:val="00CA3013"/>
  </w:style>
  <w:style w:type="paragraph" w:customStyle="1" w:styleId="339AA474CAD248D29995A603181C1E1E6">
    <w:name w:val="339AA474CAD248D29995A603181C1E1E6"/>
    <w:rsid w:val="00CA3013"/>
  </w:style>
  <w:style w:type="paragraph" w:customStyle="1" w:styleId="853693C360AF4C4680FA7FE51F863D176">
    <w:name w:val="853693C360AF4C4680FA7FE51F863D176"/>
    <w:rsid w:val="00CA3013"/>
  </w:style>
  <w:style w:type="paragraph" w:customStyle="1" w:styleId="53F1DAB49E3D4CF0ADA226E5EC2CF0C56">
    <w:name w:val="53F1DAB49E3D4CF0ADA226E5EC2CF0C56"/>
    <w:rsid w:val="00CA3013"/>
  </w:style>
  <w:style w:type="paragraph" w:customStyle="1" w:styleId="A1F0ACEA8296428094B9FBBED17C1D796">
    <w:name w:val="A1F0ACEA8296428094B9FBBED17C1D796"/>
    <w:rsid w:val="00CA3013"/>
  </w:style>
  <w:style w:type="paragraph" w:customStyle="1" w:styleId="F68B42B636964DD0AF04C2656670DCED6">
    <w:name w:val="F68B42B636964DD0AF04C2656670DCED6"/>
    <w:rsid w:val="00CA3013"/>
  </w:style>
  <w:style w:type="paragraph" w:customStyle="1" w:styleId="35F3D0FBD8484F06A4B7C744C7ABE32A6">
    <w:name w:val="35F3D0FBD8484F06A4B7C744C7ABE32A6"/>
    <w:rsid w:val="00CA3013"/>
  </w:style>
  <w:style w:type="paragraph" w:customStyle="1" w:styleId="E46A9FA3BED645CCB311A94EEC19B0B16">
    <w:name w:val="E46A9FA3BED645CCB311A94EEC19B0B16"/>
    <w:rsid w:val="00CA3013"/>
  </w:style>
  <w:style w:type="paragraph" w:customStyle="1" w:styleId="4D59C82E8F104FB3B728F2389FBADA646">
    <w:name w:val="4D59C82E8F104FB3B728F2389FBADA646"/>
    <w:rsid w:val="00CA3013"/>
  </w:style>
  <w:style w:type="paragraph" w:customStyle="1" w:styleId="FB4F647D6DE7420A8C94471B056152876">
    <w:name w:val="FB4F647D6DE7420A8C94471B056152876"/>
    <w:rsid w:val="00CA3013"/>
  </w:style>
  <w:style w:type="paragraph" w:customStyle="1" w:styleId="3EF0822ECD4A49729337FA26419487802">
    <w:name w:val="3EF0822ECD4A49729337FA26419487802"/>
    <w:rsid w:val="00CA3013"/>
  </w:style>
  <w:style w:type="paragraph" w:customStyle="1" w:styleId="9CA614740A85451A8BB623F1D507C5EF2">
    <w:name w:val="9CA614740A85451A8BB623F1D507C5EF2"/>
    <w:rsid w:val="00CA3013"/>
  </w:style>
  <w:style w:type="paragraph" w:customStyle="1" w:styleId="9FE644AA27C84DD79F7AC2D848E6CB102">
    <w:name w:val="9FE644AA27C84DD79F7AC2D848E6CB102"/>
    <w:rsid w:val="00CA3013"/>
  </w:style>
  <w:style w:type="paragraph" w:customStyle="1" w:styleId="0A92168FBED34D38B476F89598E2FB632">
    <w:name w:val="0A92168FBED34D38B476F89598E2FB632"/>
    <w:rsid w:val="00CA3013"/>
  </w:style>
  <w:style w:type="paragraph" w:customStyle="1" w:styleId="DAA8A84EA59C4934BD2CDB9432A384902">
    <w:name w:val="DAA8A84EA59C4934BD2CDB9432A384902"/>
    <w:rsid w:val="00CA3013"/>
  </w:style>
  <w:style w:type="paragraph" w:customStyle="1" w:styleId="5206C6A726074F1B82568AB31E1B1E1B2">
    <w:name w:val="5206C6A726074F1B82568AB31E1B1E1B2"/>
    <w:rsid w:val="00CA3013"/>
  </w:style>
  <w:style w:type="paragraph" w:customStyle="1" w:styleId="2818F015F7714D55AF2D0F964F865EDE2">
    <w:name w:val="2818F015F7714D55AF2D0F964F865EDE2"/>
    <w:rsid w:val="00CA3013"/>
  </w:style>
  <w:style w:type="paragraph" w:customStyle="1" w:styleId="FC0C7F23614B4BC088446D0DACFE43D82">
    <w:name w:val="FC0C7F23614B4BC088446D0DACFE43D82"/>
    <w:rsid w:val="00CA3013"/>
  </w:style>
  <w:style w:type="paragraph" w:customStyle="1" w:styleId="B8FAAA0803E648EE901A605F36B0C5932">
    <w:name w:val="B8FAAA0803E648EE901A605F36B0C5932"/>
    <w:rsid w:val="00CA3013"/>
  </w:style>
  <w:style w:type="paragraph" w:customStyle="1" w:styleId="1B26479421BE46C6B4668EFB456795F92">
    <w:name w:val="1B26479421BE46C6B4668EFB456795F92"/>
    <w:rsid w:val="00CA3013"/>
  </w:style>
  <w:style w:type="paragraph" w:customStyle="1" w:styleId="700456B065E2437A875E23DECF08BB272">
    <w:name w:val="700456B065E2437A875E23DECF08BB272"/>
    <w:rsid w:val="00CA3013"/>
  </w:style>
  <w:style w:type="paragraph" w:customStyle="1" w:styleId="9E16B4C81A3E4B8999994E294B7359F52">
    <w:name w:val="9E16B4C81A3E4B8999994E294B7359F52"/>
    <w:rsid w:val="00CA3013"/>
  </w:style>
  <w:style w:type="paragraph" w:customStyle="1" w:styleId="0B0218071DE44159872A7EFBF4D707772">
    <w:name w:val="0B0218071DE44159872A7EFBF4D707772"/>
    <w:rsid w:val="00CA3013"/>
  </w:style>
  <w:style w:type="paragraph" w:customStyle="1" w:styleId="5FFF5ADDF57E4F71BF75300767471ECD7">
    <w:name w:val="5FFF5ADDF57E4F71BF75300767471ECD7"/>
    <w:rsid w:val="00CA3013"/>
  </w:style>
  <w:style w:type="paragraph" w:customStyle="1" w:styleId="47E11AF3669E4F83800D49A160D046FE7">
    <w:name w:val="47E11AF3669E4F83800D49A160D046FE7"/>
    <w:rsid w:val="00CA3013"/>
  </w:style>
  <w:style w:type="paragraph" w:customStyle="1" w:styleId="8179ED2C576C4C0698005D580846583A5">
    <w:name w:val="8179ED2C576C4C0698005D580846583A5"/>
    <w:rsid w:val="00CA3013"/>
  </w:style>
  <w:style w:type="paragraph" w:customStyle="1" w:styleId="5AFB1C8CDD1141D3A8203E6735862FFB7">
    <w:name w:val="5AFB1C8CDD1141D3A8203E6735862FFB7"/>
    <w:rsid w:val="00CA3013"/>
  </w:style>
  <w:style w:type="paragraph" w:customStyle="1" w:styleId="6C3B014DCEAD4DE9BA083F2F4A6D91437">
    <w:name w:val="6C3B014DCEAD4DE9BA083F2F4A6D91437"/>
    <w:rsid w:val="00CA3013"/>
  </w:style>
  <w:style w:type="paragraph" w:customStyle="1" w:styleId="FB0461DF9C4F43B6AB355B9144D3BDFB7">
    <w:name w:val="FB0461DF9C4F43B6AB355B9144D3BDFB7"/>
    <w:rsid w:val="00CA3013"/>
  </w:style>
  <w:style w:type="paragraph" w:customStyle="1" w:styleId="BF0107C952E04341BD5A92785864A5487">
    <w:name w:val="BF0107C952E04341BD5A92785864A5487"/>
    <w:rsid w:val="00CA3013"/>
  </w:style>
  <w:style w:type="paragraph" w:customStyle="1" w:styleId="5B0783A64A984D91B1AB61BAFD6D54887">
    <w:name w:val="5B0783A64A984D91B1AB61BAFD6D54887"/>
    <w:rsid w:val="00CA3013"/>
  </w:style>
  <w:style w:type="paragraph" w:customStyle="1" w:styleId="D0FE09B0B2C3440DB2B2B51D5371D4737">
    <w:name w:val="D0FE09B0B2C3440DB2B2B51D5371D4737"/>
    <w:rsid w:val="00CA3013"/>
  </w:style>
  <w:style w:type="paragraph" w:customStyle="1" w:styleId="8541D3F331E94ECF8C73DA945834581F7">
    <w:name w:val="8541D3F331E94ECF8C73DA945834581F7"/>
    <w:rsid w:val="00CA3013"/>
  </w:style>
  <w:style w:type="paragraph" w:customStyle="1" w:styleId="7940BFB041F4439AA42C35DB38251E187">
    <w:name w:val="7940BFB041F4439AA42C35DB38251E187"/>
    <w:rsid w:val="00CA3013"/>
  </w:style>
  <w:style w:type="paragraph" w:customStyle="1" w:styleId="3648D1BD3F6B46489B99198808CCA41D7">
    <w:name w:val="3648D1BD3F6B46489B99198808CCA41D7"/>
    <w:rsid w:val="00CA3013"/>
  </w:style>
  <w:style w:type="paragraph" w:customStyle="1" w:styleId="8692FC65D2D84BC4A6BAE7A9B74E43757">
    <w:name w:val="8692FC65D2D84BC4A6BAE7A9B74E43757"/>
    <w:rsid w:val="00CA3013"/>
  </w:style>
  <w:style w:type="paragraph" w:customStyle="1" w:styleId="4341061D832840A19E8F0F571CBFFF707">
    <w:name w:val="4341061D832840A19E8F0F571CBFFF707"/>
    <w:rsid w:val="00CA3013"/>
  </w:style>
  <w:style w:type="paragraph" w:customStyle="1" w:styleId="4FD5C71E811B4410B0878322387F7A247">
    <w:name w:val="4FD5C71E811B4410B0878322387F7A247"/>
    <w:rsid w:val="00CA3013"/>
  </w:style>
  <w:style w:type="paragraph" w:customStyle="1" w:styleId="957146F680564058AED0BF002A1B120D7">
    <w:name w:val="957146F680564058AED0BF002A1B120D7"/>
    <w:rsid w:val="00CA3013"/>
  </w:style>
  <w:style w:type="paragraph" w:customStyle="1" w:styleId="A56BD1CBB3BC49BFBF335FA7564CE8917">
    <w:name w:val="A56BD1CBB3BC49BFBF335FA7564CE8917"/>
    <w:rsid w:val="00CA3013"/>
  </w:style>
  <w:style w:type="paragraph" w:customStyle="1" w:styleId="B077CC17110E4F19B83A95075EDC12227">
    <w:name w:val="B077CC17110E4F19B83A95075EDC12227"/>
    <w:rsid w:val="00CA3013"/>
  </w:style>
  <w:style w:type="paragraph" w:customStyle="1" w:styleId="84016A08DF0A43F1ADCCF914FFD8058D7">
    <w:name w:val="84016A08DF0A43F1ADCCF914FFD8058D7"/>
    <w:rsid w:val="00CA3013"/>
  </w:style>
  <w:style w:type="paragraph" w:customStyle="1" w:styleId="BF6E2221296042E0BC69D8F901D7CCC07">
    <w:name w:val="BF6E2221296042E0BC69D8F901D7CCC07"/>
    <w:rsid w:val="00CA3013"/>
  </w:style>
  <w:style w:type="paragraph" w:customStyle="1" w:styleId="12553B4453B94BB581A5694021A25E947">
    <w:name w:val="12553B4453B94BB581A5694021A25E947"/>
    <w:rsid w:val="00CA3013"/>
  </w:style>
  <w:style w:type="paragraph" w:customStyle="1" w:styleId="42D42008329141FC893F1B0460F3D56E7">
    <w:name w:val="42D42008329141FC893F1B0460F3D56E7"/>
    <w:rsid w:val="00CA3013"/>
  </w:style>
  <w:style w:type="paragraph" w:customStyle="1" w:styleId="0426C5FD66524B7D8512651C8402B5B77">
    <w:name w:val="0426C5FD66524B7D8512651C8402B5B77"/>
    <w:rsid w:val="00CA3013"/>
  </w:style>
  <w:style w:type="paragraph" w:customStyle="1" w:styleId="2B3E7444FC144D8FA9F255CB231E47C07">
    <w:name w:val="2B3E7444FC144D8FA9F255CB231E47C07"/>
    <w:rsid w:val="00CA3013"/>
  </w:style>
  <w:style w:type="paragraph" w:customStyle="1" w:styleId="A81922825B25467E881665AD254DD7E77">
    <w:name w:val="A81922825B25467E881665AD254DD7E77"/>
    <w:rsid w:val="00CA3013"/>
  </w:style>
  <w:style w:type="paragraph" w:customStyle="1" w:styleId="8742E138E9FE400BB4C071474FFAF7697">
    <w:name w:val="8742E138E9FE400BB4C071474FFAF7697"/>
    <w:rsid w:val="00CA3013"/>
  </w:style>
  <w:style w:type="paragraph" w:customStyle="1" w:styleId="24BB7E1F6AF743B38BB4B34872E24A937">
    <w:name w:val="24BB7E1F6AF743B38BB4B34872E24A937"/>
    <w:rsid w:val="00CA3013"/>
  </w:style>
  <w:style w:type="paragraph" w:customStyle="1" w:styleId="865E6832B4D648F5BB9CE76FC22F9C957">
    <w:name w:val="865E6832B4D648F5BB9CE76FC22F9C957"/>
    <w:rsid w:val="00CA3013"/>
  </w:style>
  <w:style w:type="paragraph" w:customStyle="1" w:styleId="7C45C6847B1541948EBEB6B9BF1E52B17">
    <w:name w:val="7C45C6847B1541948EBEB6B9BF1E52B17"/>
    <w:rsid w:val="00CA3013"/>
  </w:style>
  <w:style w:type="paragraph" w:customStyle="1" w:styleId="ACB6E1D65A48436EAEEBF683A5F863587">
    <w:name w:val="ACB6E1D65A48436EAEEBF683A5F863587"/>
    <w:rsid w:val="00CA3013"/>
  </w:style>
  <w:style w:type="paragraph" w:customStyle="1" w:styleId="51210E9AEF6948EC9A876D8639A8BE6A7">
    <w:name w:val="51210E9AEF6948EC9A876D8639A8BE6A7"/>
    <w:rsid w:val="00CA3013"/>
  </w:style>
  <w:style w:type="paragraph" w:customStyle="1" w:styleId="04E101FB7B524992B73004267AF982777">
    <w:name w:val="04E101FB7B524992B73004267AF982777"/>
    <w:rsid w:val="00CA3013"/>
  </w:style>
  <w:style w:type="paragraph" w:customStyle="1" w:styleId="766D10EFA1D048379AC8F6EE50A14A3A7">
    <w:name w:val="766D10EFA1D048379AC8F6EE50A14A3A7"/>
    <w:rsid w:val="00CA3013"/>
  </w:style>
  <w:style w:type="paragraph" w:customStyle="1" w:styleId="F44113AC2C264DC88BE291FF59C4961B7">
    <w:name w:val="F44113AC2C264DC88BE291FF59C4961B7"/>
    <w:rsid w:val="00CA3013"/>
  </w:style>
  <w:style w:type="paragraph" w:customStyle="1" w:styleId="7B234F0B4EEB469496C380F57DC3F4647">
    <w:name w:val="7B234F0B4EEB469496C380F57DC3F4647"/>
    <w:rsid w:val="00CA3013"/>
  </w:style>
  <w:style w:type="paragraph" w:customStyle="1" w:styleId="6709F22DC8E24A3D96049BF8A1FA4A8C7">
    <w:name w:val="6709F22DC8E24A3D96049BF8A1FA4A8C7"/>
    <w:rsid w:val="00CA3013"/>
  </w:style>
  <w:style w:type="paragraph" w:customStyle="1" w:styleId="5225ADD590AA46E5AD561CF1954A47837">
    <w:name w:val="5225ADD590AA46E5AD561CF1954A47837"/>
    <w:rsid w:val="00CA3013"/>
  </w:style>
  <w:style w:type="paragraph" w:customStyle="1" w:styleId="DA6FDBDBA247474CAAA072B3CD123DFA7">
    <w:name w:val="DA6FDBDBA247474CAAA072B3CD123DFA7"/>
    <w:rsid w:val="00CA3013"/>
  </w:style>
  <w:style w:type="paragraph" w:customStyle="1" w:styleId="92F5DCDC90A2469882E426B63728678F7">
    <w:name w:val="92F5DCDC90A2469882E426B63728678F7"/>
    <w:rsid w:val="00CA3013"/>
  </w:style>
  <w:style w:type="paragraph" w:customStyle="1" w:styleId="0D466FC62A7C45AF9DF1C5C942FE6F157">
    <w:name w:val="0D466FC62A7C45AF9DF1C5C942FE6F157"/>
    <w:rsid w:val="00CA3013"/>
  </w:style>
  <w:style w:type="paragraph" w:customStyle="1" w:styleId="78E8BD2BA6A1425D8D7760D5C55FD8FA7">
    <w:name w:val="78E8BD2BA6A1425D8D7760D5C55FD8FA7"/>
    <w:rsid w:val="00CA3013"/>
  </w:style>
  <w:style w:type="paragraph" w:customStyle="1" w:styleId="0F27661A31E544978F21F897AFDE731E7">
    <w:name w:val="0F27661A31E544978F21F897AFDE731E7"/>
    <w:rsid w:val="00CA3013"/>
  </w:style>
  <w:style w:type="paragraph" w:customStyle="1" w:styleId="AB1D540674644237A79A51DA92FCD3C77">
    <w:name w:val="AB1D540674644237A79A51DA92FCD3C77"/>
    <w:rsid w:val="00CA3013"/>
  </w:style>
  <w:style w:type="paragraph" w:customStyle="1" w:styleId="1C01BBAEFB2143F6B6462B7429497D147">
    <w:name w:val="1C01BBAEFB2143F6B6462B7429497D147"/>
    <w:rsid w:val="00CA3013"/>
  </w:style>
  <w:style w:type="paragraph" w:customStyle="1" w:styleId="E86D7ADF3B9F40DDB03E8C7D4625A01E7">
    <w:name w:val="E86D7ADF3B9F40DDB03E8C7D4625A01E7"/>
    <w:rsid w:val="00CA3013"/>
  </w:style>
  <w:style w:type="paragraph" w:customStyle="1" w:styleId="75FE2A4C28E7499DA2E0024308DC6A877">
    <w:name w:val="75FE2A4C28E7499DA2E0024308DC6A877"/>
    <w:rsid w:val="00CA3013"/>
  </w:style>
  <w:style w:type="paragraph" w:customStyle="1" w:styleId="64417F54FFC340BDA09B747F5C151BC87">
    <w:name w:val="64417F54FFC340BDA09B747F5C151BC87"/>
    <w:rsid w:val="00CA3013"/>
  </w:style>
  <w:style w:type="paragraph" w:customStyle="1" w:styleId="2436E9E9D5AC4DE49DE5895882961E8C7">
    <w:name w:val="2436E9E9D5AC4DE49DE5895882961E8C7"/>
    <w:rsid w:val="00CA3013"/>
  </w:style>
  <w:style w:type="paragraph" w:customStyle="1" w:styleId="DE8B77BE984B4C40879D6B1DE015FDA27">
    <w:name w:val="DE8B77BE984B4C40879D6B1DE015FDA27"/>
    <w:rsid w:val="00CA3013"/>
  </w:style>
  <w:style w:type="paragraph" w:customStyle="1" w:styleId="8266A28FCB2647AFAD0F2C39131821A87">
    <w:name w:val="8266A28FCB2647AFAD0F2C39131821A87"/>
    <w:rsid w:val="00CA3013"/>
  </w:style>
  <w:style w:type="paragraph" w:customStyle="1" w:styleId="DDB45BD3F4294B848EDBCF169C8AEFCE7">
    <w:name w:val="DDB45BD3F4294B848EDBCF169C8AEFCE7"/>
    <w:rsid w:val="00CA3013"/>
  </w:style>
  <w:style w:type="paragraph" w:customStyle="1" w:styleId="4A09BC8A9BF44F5CBF2F98111EC98E727">
    <w:name w:val="4A09BC8A9BF44F5CBF2F98111EC98E727"/>
    <w:rsid w:val="00CA3013"/>
  </w:style>
  <w:style w:type="paragraph" w:customStyle="1" w:styleId="63257CF9129241058D32FE76EA10A4847">
    <w:name w:val="63257CF9129241058D32FE76EA10A4847"/>
    <w:rsid w:val="00CA3013"/>
  </w:style>
  <w:style w:type="paragraph" w:customStyle="1" w:styleId="E78ED69FB01F4CA49E168BEB994ACBCB7">
    <w:name w:val="E78ED69FB01F4CA49E168BEB994ACBCB7"/>
    <w:rsid w:val="00CA3013"/>
  </w:style>
  <w:style w:type="paragraph" w:customStyle="1" w:styleId="1497754920144F649B5674753AA8CA627">
    <w:name w:val="1497754920144F649B5674753AA8CA627"/>
    <w:rsid w:val="00CA3013"/>
  </w:style>
  <w:style w:type="paragraph" w:customStyle="1" w:styleId="C9A079AE8236472D8C24D15855AB0E1F7">
    <w:name w:val="C9A079AE8236472D8C24D15855AB0E1F7"/>
    <w:rsid w:val="00CA3013"/>
  </w:style>
  <w:style w:type="paragraph" w:customStyle="1" w:styleId="153AD30752624699BBA6293DCF1A87D87">
    <w:name w:val="153AD30752624699BBA6293DCF1A87D87"/>
    <w:rsid w:val="00CA3013"/>
  </w:style>
  <w:style w:type="paragraph" w:customStyle="1" w:styleId="C6193593FDD9495D8F3C03FFB85C44717">
    <w:name w:val="C6193593FDD9495D8F3C03FFB85C44717"/>
    <w:rsid w:val="00CA3013"/>
  </w:style>
  <w:style w:type="paragraph" w:customStyle="1" w:styleId="021E2B7787784CCDA4CC44DA853ACB067">
    <w:name w:val="021E2B7787784CCDA4CC44DA853ACB067"/>
    <w:rsid w:val="00CA3013"/>
  </w:style>
  <w:style w:type="paragraph" w:customStyle="1" w:styleId="339AA474CAD248D29995A603181C1E1E7">
    <w:name w:val="339AA474CAD248D29995A603181C1E1E7"/>
    <w:rsid w:val="00CA3013"/>
  </w:style>
  <w:style w:type="paragraph" w:customStyle="1" w:styleId="853693C360AF4C4680FA7FE51F863D177">
    <w:name w:val="853693C360AF4C4680FA7FE51F863D177"/>
    <w:rsid w:val="00CA3013"/>
  </w:style>
  <w:style w:type="paragraph" w:customStyle="1" w:styleId="53F1DAB49E3D4CF0ADA226E5EC2CF0C57">
    <w:name w:val="53F1DAB49E3D4CF0ADA226E5EC2CF0C57"/>
    <w:rsid w:val="00CA3013"/>
  </w:style>
  <w:style w:type="paragraph" w:customStyle="1" w:styleId="A1F0ACEA8296428094B9FBBED17C1D797">
    <w:name w:val="A1F0ACEA8296428094B9FBBED17C1D797"/>
    <w:rsid w:val="00CA3013"/>
  </w:style>
  <w:style w:type="paragraph" w:customStyle="1" w:styleId="F68B42B636964DD0AF04C2656670DCED7">
    <w:name w:val="F68B42B636964DD0AF04C2656670DCED7"/>
    <w:rsid w:val="00CA3013"/>
  </w:style>
  <w:style w:type="paragraph" w:customStyle="1" w:styleId="35F3D0FBD8484F06A4B7C744C7ABE32A7">
    <w:name w:val="35F3D0FBD8484F06A4B7C744C7ABE32A7"/>
    <w:rsid w:val="00CA3013"/>
  </w:style>
  <w:style w:type="paragraph" w:customStyle="1" w:styleId="E46A9FA3BED645CCB311A94EEC19B0B17">
    <w:name w:val="E46A9FA3BED645CCB311A94EEC19B0B17"/>
    <w:rsid w:val="00CA3013"/>
  </w:style>
  <w:style w:type="paragraph" w:customStyle="1" w:styleId="4D59C82E8F104FB3B728F2389FBADA647">
    <w:name w:val="4D59C82E8F104FB3B728F2389FBADA647"/>
    <w:rsid w:val="00CA3013"/>
  </w:style>
  <w:style w:type="paragraph" w:customStyle="1" w:styleId="FB4F647D6DE7420A8C94471B056152877">
    <w:name w:val="FB4F647D6DE7420A8C94471B056152877"/>
    <w:rsid w:val="00CA3013"/>
  </w:style>
  <w:style w:type="paragraph" w:customStyle="1" w:styleId="3EF0822ECD4A49729337FA26419487803">
    <w:name w:val="3EF0822ECD4A49729337FA26419487803"/>
    <w:rsid w:val="00CA3013"/>
  </w:style>
  <w:style w:type="paragraph" w:customStyle="1" w:styleId="9CA614740A85451A8BB623F1D507C5EF3">
    <w:name w:val="9CA614740A85451A8BB623F1D507C5EF3"/>
    <w:rsid w:val="00CA3013"/>
  </w:style>
  <w:style w:type="paragraph" w:customStyle="1" w:styleId="9FE644AA27C84DD79F7AC2D848E6CB103">
    <w:name w:val="9FE644AA27C84DD79F7AC2D848E6CB103"/>
    <w:rsid w:val="00CA3013"/>
  </w:style>
  <w:style w:type="paragraph" w:customStyle="1" w:styleId="0A92168FBED34D38B476F89598E2FB633">
    <w:name w:val="0A92168FBED34D38B476F89598E2FB633"/>
    <w:rsid w:val="00CA3013"/>
  </w:style>
  <w:style w:type="paragraph" w:customStyle="1" w:styleId="DAA8A84EA59C4934BD2CDB9432A384903">
    <w:name w:val="DAA8A84EA59C4934BD2CDB9432A384903"/>
    <w:rsid w:val="00CA3013"/>
  </w:style>
  <w:style w:type="paragraph" w:customStyle="1" w:styleId="5206C6A726074F1B82568AB31E1B1E1B3">
    <w:name w:val="5206C6A726074F1B82568AB31E1B1E1B3"/>
    <w:rsid w:val="00CA3013"/>
  </w:style>
  <w:style w:type="paragraph" w:customStyle="1" w:styleId="2818F015F7714D55AF2D0F964F865EDE3">
    <w:name w:val="2818F015F7714D55AF2D0F964F865EDE3"/>
    <w:rsid w:val="00CA3013"/>
  </w:style>
  <w:style w:type="paragraph" w:customStyle="1" w:styleId="FC0C7F23614B4BC088446D0DACFE43D83">
    <w:name w:val="FC0C7F23614B4BC088446D0DACFE43D83"/>
    <w:rsid w:val="00CA3013"/>
  </w:style>
  <w:style w:type="paragraph" w:customStyle="1" w:styleId="B8FAAA0803E648EE901A605F36B0C5933">
    <w:name w:val="B8FAAA0803E648EE901A605F36B0C5933"/>
    <w:rsid w:val="00CA3013"/>
  </w:style>
  <w:style w:type="paragraph" w:customStyle="1" w:styleId="1B26479421BE46C6B4668EFB456795F93">
    <w:name w:val="1B26479421BE46C6B4668EFB456795F93"/>
    <w:rsid w:val="00CA3013"/>
  </w:style>
  <w:style w:type="paragraph" w:customStyle="1" w:styleId="700456B065E2437A875E23DECF08BB273">
    <w:name w:val="700456B065E2437A875E23DECF08BB273"/>
    <w:rsid w:val="00CA3013"/>
  </w:style>
  <w:style w:type="paragraph" w:customStyle="1" w:styleId="9E16B4C81A3E4B8999994E294B7359F53">
    <w:name w:val="9E16B4C81A3E4B8999994E294B7359F53"/>
    <w:rsid w:val="00CA3013"/>
  </w:style>
  <w:style w:type="paragraph" w:customStyle="1" w:styleId="0B0218071DE44159872A7EFBF4D707773">
    <w:name w:val="0B0218071DE44159872A7EFBF4D707773"/>
    <w:rsid w:val="00CA3013"/>
  </w:style>
  <w:style w:type="paragraph" w:customStyle="1" w:styleId="5FFF5ADDF57E4F71BF75300767471ECD8">
    <w:name w:val="5FFF5ADDF57E4F71BF75300767471ECD8"/>
    <w:rsid w:val="009F47B3"/>
  </w:style>
  <w:style w:type="paragraph" w:customStyle="1" w:styleId="47E11AF3669E4F83800D49A160D046FE8">
    <w:name w:val="47E11AF3669E4F83800D49A160D046FE8"/>
    <w:rsid w:val="009F47B3"/>
  </w:style>
  <w:style w:type="paragraph" w:customStyle="1" w:styleId="8179ED2C576C4C0698005D580846583A6">
    <w:name w:val="8179ED2C576C4C0698005D580846583A6"/>
    <w:rsid w:val="009F47B3"/>
  </w:style>
  <w:style w:type="paragraph" w:customStyle="1" w:styleId="5AFB1C8CDD1141D3A8203E6735862FFB8">
    <w:name w:val="5AFB1C8CDD1141D3A8203E6735862FFB8"/>
    <w:rsid w:val="009F47B3"/>
  </w:style>
  <w:style w:type="paragraph" w:customStyle="1" w:styleId="6C3B014DCEAD4DE9BA083F2F4A6D91438">
    <w:name w:val="6C3B014DCEAD4DE9BA083F2F4A6D91438"/>
    <w:rsid w:val="009F47B3"/>
  </w:style>
  <w:style w:type="paragraph" w:customStyle="1" w:styleId="FB0461DF9C4F43B6AB355B9144D3BDFB8">
    <w:name w:val="FB0461DF9C4F43B6AB355B9144D3BDFB8"/>
    <w:rsid w:val="009F47B3"/>
  </w:style>
  <w:style w:type="paragraph" w:customStyle="1" w:styleId="BF0107C952E04341BD5A92785864A5488">
    <w:name w:val="BF0107C952E04341BD5A92785864A5488"/>
    <w:rsid w:val="009F47B3"/>
  </w:style>
  <w:style w:type="paragraph" w:customStyle="1" w:styleId="5B0783A64A984D91B1AB61BAFD6D54888">
    <w:name w:val="5B0783A64A984D91B1AB61BAFD6D54888"/>
    <w:rsid w:val="009F47B3"/>
  </w:style>
  <w:style w:type="paragraph" w:customStyle="1" w:styleId="D0FE09B0B2C3440DB2B2B51D5371D4738">
    <w:name w:val="D0FE09B0B2C3440DB2B2B51D5371D4738"/>
    <w:rsid w:val="009F47B3"/>
  </w:style>
  <w:style w:type="paragraph" w:customStyle="1" w:styleId="8541D3F331E94ECF8C73DA945834581F8">
    <w:name w:val="8541D3F331E94ECF8C73DA945834581F8"/>
    <w:rsid w:val="009F47B3"/>
  </w:style>
  <w:style w:type="paragraph" w:customStyle="1" w:styleId="7940BFB041F4439AA42C35DB38251E188">
    <w:name w:val="7940BFB041F4439AA42C35DB38251E188"/>
    <w:rsid w:val="009F47B3"/>
  </w:style>
  <w:style w:type="paragraph" w:customStyle="1" w:styleId="3648D1BD3F6B46489B99198808CCA41D8">
    <w:name w:val="3648D1BD3F6B46489B99198808CCA41D8"/>
    <w:rsid w:val="009F47B3"/>
  </w:style>
  <w:style w:type="paragraph" w:customStyle="1" w:styleId="8692FC65D2D84BC4A6BAE7A9B74E43758">
    <w:name w:val="8692FC65D2D84BC4A6BAE7A9B74E43758"/>
    <w:rsid w:val="009F47B3"/>
  </w:style>
  <w:style w:type="paragraph" w:customStyle="1" w:styleId="4341061D832840A19E8F0F571CBFFF708">
    <w:name w:val="4341061D832840A19E8F0F571CBFFF708"/>
    <w:rsid w:val="009F47B3"/>
  </w:style>
  <w:style w:type="paragraph" w:customStyle="1" w:styleId="4FD5C71E811B4410B0878322387F7A248">
    <w:name w:val="4FD5C71E811B4410B0878322387F7A248"/>
    <w:rsid w:val="009F47B3"/>
  </w:style>
  <w:style w:type="paragraph" w:customStyle="1" w:styleId="957146F680564058AED0BF002A1B120D8">
    <w:name w:val="957146F680564058AED0BF002A1B120D8"/>
    <w:rsid w:val="009F47B3"/>
  </w:style>
  <w:style w:type="paragraph" w:customStyle="1" w:styleId="A56BD1CBB3BC49BFBF335FA7564CE8918">
    <w:name w:val="A56BD1CBB3BC49BFBF335FA7564CE8918"/>
    <w:rsid w:val="009F47B3"/>
  </w:style>
  <w:style w:type="paragraph" w:customStyle="1" w:styleId="B077CC17110E4F19B83A95075EDC12228">
    <w:name w:val="B077CC17110E4F19B83A95075EDC12228"/>
    <w:rsid w:val="009F47B3"/>
  </w:style>
  <w:style w:type="paragraph" w:customStyle="1" w:styleId="84016A08DF0A43F1ADCCF914FFD8058D8">
    <w:name w:val="84016A08DF0A43F1ADCCF914FFD8058D8"/>
    <w:rsid w:val="009F47B3"/>
  </w:style>
  <w:style w:type="paragraph" w:customStyle="1" w:styleId="BF6E2221296042E0BC69D8F901D7CCC08">
    <w:name w:val="BF6E2221296042E0BC69D8F901D7CCC08"/>
    <w:rsid w:val="009F47B3"/>
  </w:style>
  <w:style w:type="paragraph" w:customStyle="1" w:styleId="12553B4453B94BB581A5694021A25E948">
    <w:name w:val="12553B4453B94BB581A5694021A25E948"/>
    <w:rsid w:val="009F47B3"/>
  </w:style>
  <w:style w:type="paragraph" w:customStyle="1" w:styleId="42D42008329141FC893F1B0460F3D56E8">
    <w:name w:val="42D42008329141FC893F1B0460F3D56E8"/>
    <w:rsid w:val="009F47B3"/>
  </w:style>
  <w:style w:type="paragraph" w:customStyle="1" w:styleId="653E6979805943D0BBE2F225792B5E98">
    <w:name w:val="653E6979805943D0BBE2F225792B5E98"/>
    <w:rsid w:val="009F47B3"/>
  </w:style>
  <w:style w:type="paragraph" w:customStyle="1" w:styleId="DFC973A8240E47789F20BB6F8784B1AA">
    <w:name w:val="DFC973A8240E47789F20BB6F8784B1AA"/>
    <w:rsid w:val="009F47B3"/>
  </w:style>
  <w:style w:type="paragraph" w:customStyle="1" w:styleId="BE8424B29B7F494F8ED0756274BCD99D">
    <w:name w:val="BE8424B29B7F494F8ED0756274BCD99D"/>
    <w:rsid w:val="009F47B3"/>
  </w:style>
  <w:style w:type="paragraph" w:customStyle="1" w:styleId="F9BC07E878A441BB852C1A59718A6877">
    <w:name w:val="F9BC07E878A441BB852C1A59718A6877"/>
    <w:rsid w:val="009F47B3"/>
  </w:style>
  <w:style w:type="paragraph" w:customStyle="1" w:styleId="ABB331ADE7934BC08A9680C0E8A3564E">
    <w:name w:val="ABB331ADE7934BC08A9680C0E8A3564E"/>
    <w:rsid w:val="009F47B3"/>
  </w:style>
  <w:style w:type="paragraph" w:customStyle="1" w:styleId="5A799CC6FA6644EB94897AAF85C17CF0">
    <w:name w:val="5A799CC6FA6644EB94897AAF85C17CF0"/>
    <w:rsid w:val="009F47B3"/>
  </w:style>
  <w:style w:type="paragraph" w:customStyle="1" w:styleId="B13C6356A4494AB28FA6AD4C8D0DA5E2">
    <w:name w:val="B13C6356A4494AB28FA6AD4C8D0DA5E2"/>
    <w:rsid w:val="009F47B3"/>
  </w:style>
  <w:style w:type="paragraph" w:customStyle="1" w:styleId="51EFA4BDF0584658B55F538B693FA886">
    <w:name w:val="51EFA4BDF0584658B55F538B693FA886"/>
    <w:rsid w:val="009F47B3"/>
  </w:style>
  <w:style w:type="paragraph" w:customStyle="1" w:styleId="F42025EF4EE844E79B45D67934ADFCB5">
    <w:name w:val="F42025EF4EE844E79B45D67934ADFCB5"/>
    <w:rsid w:val="009F47B3"/>
  </w:style>
  <w:style w:type="paragraph" w:customStyle="1" w:styleId="E54C918E03344C6F85043853A8FB5138">
    <w:name w:val="E54C918E03344C6F85043853A8FB5138"/>
    <w:rsid w:val="009F47B3"/>
  </w:style>
  <w:style w:type="paragraph" w:customStyle="1" w:styleId="14D867A4D85E412298D9476CCB2CCC29">
    <w:name w:val="14D867A4D85E412298D9476CCB2CCC29"/>
    <w:rsid w:val="009F47B3"/>
  </w:style>
  <w:style w:type="paragraph" w:customStyle="1" w:styleId="0C321D69B4EE4C469174B3A41890FF30">
    <w:name w:val="0C321D69B4EE4C469174B3A41890FF30"/>
    <w:rsid w:val="009F47B3"/>
  </w:style>
  <w:style w:type="paragraph" w:customStyle="1" w:styleId="635D97EC9B2C4062B3E0A547F169FE4D">
    <w:name w:val="635D97EC9B2C4062B3E0A547F169FE4D"/>
    <w:rsid w:val="009F47B3"/>
  </w:style>
  <w:style w:type="paragraph" w:customStyle="1" w:styleId="922C0DCEFE844469914721DAA9C30A31">
    <w:name w:val="922C0DCEFE844469914721DAA9C30A31"/>
    <w:rsid w:val="009F47B3"/>
  </w:style>
  <w:style w:type="paragraph" w:customStyle="1" w:styleId="A240BA9358C844BABB9165C09BDD7E84">
    <w:name w:val="A240BA9358C844BABB9165C09BDD7E84"/>
    <w:rsid w:val="009F47B3"/>
  </w:style>
  <w:style w:type="paragraph" w:customStyle="1" w:styleId="B294824EC7564E6E9157BDF0356B5C12">
    <w:name w:val="B294824EC7564E6E9157BDF0356B5C12"/>
    <w:rsid w:val="009F47B3"/>
  </w:style>
  <w:style w:type="paragraph" w:customStyle="1" w:styleId="7FF9D8979FBE4275881F40739AB053FB">
    <w:name w:val="7FF9D8979FBE4275881F40739AB053FB"/>
    <w:rsid w:val="009F47B3"/>
  </w:style>
  <w:style w:type="paragraph" w:customStyle="1" w:styleId="8A0703F73A7F4147BA90F0544F0579C3">
    <w:name w:val="8A0703F73A7F4147BA90F0544F0579C3"/>
    <w:rsid w:val="009F47B3"/>
  </w:style>
  <w:style w:type="paragraph" w:customStyle="1" w:styleId="43EF9E4EE7024C559661FFB7CD4A9310">
    <w:name w:val="43EF9E4EE7024C559661FFB7CD4A9310"/>
    <w:rsid w:val="009F47B3"/>
  </w:style>
  <w:style w:type="paragraph" w:customStyle="1" w:styleId="2D6BE98E204C4F86B06A079D5C5ED70C">
    <w:name w:val="2D6BE98E204C4F86B06A079D5C5ED70C"/>
    <w:rsid w:val="009F47B3"/>
  </w:style>
  <w:style w:type="paragraph" w:customStyle="1" w:styleId="56F9B455C3A94CC89E2DE8E7A200F60E">
    <w:name w:val="56F9B455C3A94CC89E2DE8E7A200F60E"/>
    <w:rsid w:val="009F47B3"/>
  </w:style>
  <w:style w:type="paragraph" w:customStyle="1" w:styleId="C631D334B780411A9846F0CCC77862D0">
    <w:name w:val="C631D334B780411A9846F0CCC77862D0"/>
    <w:rsid w:val="009F47B3"/>
  </w:style>
  <w:style w:type="paragraph" w:customStyle="1" w:styleId="89038606D6BD4352B54A10F49D9C3506">
    <w:name w:val="89038606D6BD4352B54A10F49D9C3506"/>
    <w:rsid w:val="009F47B3"/>
  </w:style>
  <w:style w:type="paragraph" w:customStyle="1" w:styleId="443B42E0B39244998DC24E3A869A679F">
    <w:name w:val="443B42E0B39244998DC24E3A869A679F"/>
    <w:rsid w:val="009F47B3"/>
  </w:style>
  <w:style w:type="paragraph" w:customStyle="1" w:styleId="B072F5CACAF848FE8B558B4D2D80927D">
    <w:name w:val="B072F5CACAF848FE8B558B4D2D80927D"/>
    <w:rsid w:val="009F47B3"/>
  </w:style>
  <w:style w:type="paragraph" w:customStyle="1" w:styleId="95D58E8BAD0145E89FF36477F562E4F2">
    <w:name w:val="95D58E8BAD0145E89FF36477F562E4F2"/>
    <w:rsid w:val="009F47B3"/>
  </w:style>
  <w:style w:type="paragraph" w:customStyle="1" w:styleId="2C946BE6B3E742E387423CFC0D10EB2F">
    <w:name w:val="2C946BE6B3E742E387423CFC0D10EB2F"/>
    <w:rsid w:val="009F47B3"/>
  </w:style>
  <w:style w:type="paragraph" w:customStyle="1" w:styleId="8543B28CF7F848608D3F71D240B24388">
    <w:name w:val="8543B28CF7F848608D3F71D240B24388"/>
    <w:rsid w:val="009F47B3"/>
  </w:style>
  <w:style w:type="paragraph" w:customStyle="1" w:styleId="816BBBFBA1F745DD8E8905DC81B692E0">
    <w:name w:val="816BBBFBA1F745DD8E8905DC81B692E0"/>
    <w:rsid w:val="009F47B3"/>
  </w:style>
  <w:style w:type="paragraph" w:customStyle="1" w:styleId="BDF6F9025E7D4518B9A048474A8C9510">
    <w:name w:val="BDF6F9025E7D4518B9A048474A8C9510"/>
    <w:rsid w:val="009F47B3"/>
  </w:style>
  <w:style w:type="paragraph" w:customStyle="1" w:styleId="71E9715374C645708BC790A60441BB6A">
    <w:name w:val="71E9715374C645708BC790A60441BB6A"/>
    <w:rsid w:val="009F47B3"/>
  </w:style>
  <w:style w:type="paragraph" w:customStyle="1" w:styleId="E4BCF186B61A470B929CFF5D02F3C4FD">
    <w:name w:val="E4BCF186B61A470B929CFF5D02F3C4FD"/>
    <w:rsid w:val="009F47B3"/>
  </w:style>
  <w:style w:type="paragraph" w:customStyle="1" w:styleId="084B68A466124C78A12295737BB40367">
    <w:name w:val="084B68A466124C78A12295737BB40367"/>
    <w:rsid w:val="009F47B3"/>
  </w:style>
  <w:style w:type="paragraph" w:customStyle="1" w:styleId="9B8D51B31F214864B383E18AF1F9F8FF">
    <w:name w:val="9B8D51B31F214864B383E18AF1F9F8FF"/>
    <w:rsid w:val="009F47B3"/>
  </w:style>
  <w:style w:type="paragraph" w:customStyle="1" w:styleId="4B26A47815C04A3A869141D850E9232C">
    <w:name w:val="4B26A47815C04A3A869141D850E9232C"/>
    <w:rsid w:val="009F47B3"/>
  </w:style>
  <w:style w:type="paragraph" w:customStyle="1" w:styleId="0FAC20CC72654D29AC029D48E54B8A32">
    <w:name w:val="0FAC20CC72654D29AC029D48E54B8A32"/>
    <w:rsid w:val="009F47B3"/>
  </w:style>
  <w:style w:type="paragraph" w:customStyle="1" w:styleId="6910A70CF45942E681E64AFF3E93CA9D">
    <w:name w:val="6910A70CF45942E681E64AFF3E93CA9D"/>
    <w:rsid w:val="009F47B3"/>
  </w:style>
  <w:style w:type="paragraph" w:customStyle="1" w:styleId="4C8D7453F6434CE6A8A9EC54C308BA52">
    <w:name w:val="4C8D7453F6434CE6A8A9EC54C308BA52"/>
    <w:rsid w:val="009F47B3"/>
  </w:style>
  <w:style w:type="paragraph" w:customStyle="1" w:styleId="86BF45D3E0CA4418A9DBE8A5E25C7563">
    <w:name w:val="86BF45D3E0CA4418A9DBE8A5E25C7563"/>
    <w:rsid w:val="009F47B3"/>
  </w:style>
  <w:style w:type="paragraph" w:customStyle="1" w:styleId="1E9FC6FE55554EA992506183B8F0FC5A">
    <w:name w:val="1E9FC6FE55554EA992506183B8F0FC5A"/>
    <w:rsid w:val="009F47B3"/>
  </w:style>
  <w:style w:type="paragraph" w:customStyle="1" w:styleId="A64354B122C34AF59FA741CFE89A8E75">
    <w:name w:val="A64354B122C34AF59FA741CFE89A8E75"/>
    <w:rsid w:val="009F47B3"/>
  </w:style>
  <w:style w:type="paragraph" w:customStyle="1" w:styleId="A743DB1CA64840E4BD5BB7C094998335">
    <w:name w:val="A743DB1CA64840E4BD5BB7C094998335"/>
    <w:rsid w:val="009F47B3"/>
  </w:style>
  <w:style w:type="paragraph" w:customStyle="1" w:styleId="7FB4D61663304DBD9EA41C405499C857">
    <w:name w:val="7FB4D61663304DBD9EA41C405499C857"/>
    <w:rsid w:val="009F47B3"/>
  </w:style>
  <w:style w:type="paragraph" w:customStyle="1" w:styleId="AA5066D4EAA34FAA856FF875577BCD08">
    <w:name w:val="AA5066D4EAA34FAA856FF875577BCD08"/>
    <w:rsid w:val="009F47B3"/>
  </w:style>
  <w:style w:type="paragraph" w:customStyle="1" w:styleId="BA177A60C409433BA0D822976CDD65B1">
    <w:name w:val="BA177A60C409433BA0D822976CDD65B1"/>
    <w:rsid w:val="009F47B3"/>
  </w:style>
  <w:style w:type="paragraph" w:customStyle="1" w:styleId="F666A262CCAA4BC98C58E5184E9427CC">
    <w:name w:val="F666A262CCAA4BC98C58E5184E9427CC"/>
    <w:rsid w:val="009F47B3"/>
  </w:style>
  <w:style w:type="paragraph" w:customStyle="1" w:styleId="EF518E7D687548B689934D415BEB0137">
    <w:name w:val="EF518E7D687548B689934D415BEB0137"/>
    <w:rsid w:val="009F47B3"/>
  </w:style>
  <w:style w:type="paragraph" w:customStyle="1" w:styleId="AE354656149C4C3EB42B9242EA2DB712">
    <w:name w:val="AE354656149C4C3EB42B9242EA2DB712"/>
    <w:rsid w:val="009F47B3"/>
  </w:style>
  <w:style w:type="paragraph" w:customStyle="1" w:styleId="70A9417C7FF64A2FB991B5253306E6B5">
    <w:name w:val="70A9417C7FF64A2FB991B5253306E6B5"/>
    <w:rsid w:val="009F47B3"/>
  </w:style>
  <w:style w:type="paragraph" w:customStyle="1" w:styleId="6E204A891F8D43F2A0D8F021C64EE513">
    <w:name w:val="6E204A891F8D43F2A0D8F021C64EE513"/>
    <w:rsid w:val="009F47B3"/>
  </w:style>
  <w:style w:type="paragraph" w:customStyle="1" w:styleId="1C0B1437F3C1412A9EF972AF40B1FDBE">
    <w:name w:val="1C0B1437F3C1412A9EF972AF40B1FDBE"/>
    <w:rsid w:val="009F47B3"/>
  </w:style>
  <w:style w:type="paragraph" w:customStyle="1" w:styleId="5FD193F2E7BC4AED9DFCAD44284CE5CA">
    <w:name w:val="5FD193F2E7BC4AED9DFCAD44284CE5CA"/>
    <w:rsid w:val="009F47B3"/>
  </w:style>
  <w:style w:type="paragraph" w:customStyle="1" w:styleId="6051AA2CA8FA4A039C98F48F71A93080">
    <w:name w:val="6051AA2CA8FA4A039C98F48F71A93080"/>
    <w:rsid w:val="009F47B3"/>
  </w:style>
  <w:style w:type="paragraph" w:customStyle="1" w:styleId="FAF472D8CD4545ABA0B730F56CD92E90">
    <w:name w:val="FAF472D8CD4545ABA0B730F56CD92E90"/>
    <w:rsid w:val="009F47B3"/>
  </w:style>
  <w:style w:type="paragraph" w:customStyle="1" w:styleId="3CB97199211F4A829573F18F28A7E752">
    <w:name w:val="3CB97199211F4A829573F18F28A7E752"/>
    <w:rsid w:val="009F47B3"/>
  </w:style>
  <w:style w:type="paragraph" w:customStyle="1" w:styleId="9774104CBCB24D95A54AA6AB4F97C7C3">
    <w:name w:val="9774104CBCB24D95A54AA6AB4F97C7C3"/>
    <w:rsid w:val="009F47B3"/>
  </w:style>
  <w:style w:type="paragraph" w:customStyle="1" w:styleId="82D0F48AF85A45A98A2E305326F433AD">
    <w:name w:val="82D0F48AF85A45A98A2E305326F433AD"/>
    <w:rsid w:val="009F47B3"/>
  </w:style>
  <w:style w:type="paragraph" w:customStyle="1" w:styleId="FE3938E337194BB7A0BE9E1FBFC8F82E">
    <w:name w:val="FE3938E337194BB7A0BE9E1FBFC8F82E"/>
    <w:rsid w:val="009F47B3"/>
  </w:style>
  <w:style w:type="paragraph" w:customStyle="1" w:styleId="A8425D468B39426585723A90CB6E114A">
    <w:name w:val="A8425D468B39426585723A90CB6E114A"/>
    <w:rsid w:val="009F47B3"/>
  </w:style>
  <w:style w:type="paragraph" w:customStyle="1" w:styleId="0E77D149DC174FCEB631AD022720A6C0">
    <w:name w:val="0E77D149DC174FCEB631AD022720A6C0"/>
    <w:rsid w:val="009F47B3"/>
  </w:style>
  <w:style w:type="paragraph" w:customStyle="1" w:styleId="35B39CE41EE940A49A844BF065E585F2">
    <w:name w:val="35B39CE41EE940A49A844BF065E585F2"/>
    <w:rsid w:val="009F47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2983-327E-4696-86BD-195E595C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SAF_Template_032116</Template>
  <TotalTime>0</TotalTime>
  <Pages>1</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TKS</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Dyess, Lisa</dc:creator>
  <cp:lastModifiedBy>Dyess, Lisa</cp:lastModifiedBy>
  <cp:revision>2</cp:revision>
  <cp:lastPrinted>2016-05-18T12:22:00Z</cp:lastPrinted>
  <dcterms:created xsi:type="dcterms:W3CDTF">2016-05-18T20:10:00Z</dcterms:created>
  <dcterms:modified xsi:type="dcterms:W3CDTF">2016-05-18T20:10:00Z</dcterms:modified>
</cp:coreProperties>
</file>